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71DFBEC8" w:rsidR="002B3805" w:rsidRDefault="00CA1B00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Wayup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842457">
        <w:rPr>
          <w:rFonts w:asciiTheme="minorHAnsi" w:eastAsiaTheme="minorHAnsi" w:hAnsiTheme="minorHAnsi" w:hint="eastAsia"/>
          <w:b/>
          <w:sz w:val="72"/>
          <w:szCs w:val="72"/>
        </w:rPr>
        <w:t>키인결제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4A5CFA">
        <w:rPr>
          <w:rFonts w:asciiTheme="minorHAnsi" w:eastAsiaTheme="minorHAnsi" w:hAnsiTheme="minorHAnsi" w:hint="eastAsia"/>
          <w:b/>
          <w:sz w:val="72"/>
          <w:szCs w:val="72"/>
        </w:rPr>
        <w:t>연동 가이드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05E6C52D" w:rsidR="002B3805" w:rsidRDefault="002B3805" w:rsidP="002B3805">
      <w:pPr>
        <w:ind w:left="0" w:firstLine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</w:t>
      </w:r>
      <w:r w:rsidR="00CA1B00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CA1B00">
        <w:rPr>
          <w:rFonts w:asciiTheme="minorHAnsi" w:eastAsiaTheme="minorHAnsi" w:hAnsiTheme="minorHAnsi"/>
        </w:rPr>
        <w:t>10</w:t>
      </w:r>
      <w:r>
        <w:rPr>
          <w:rFonts w:asciiTheme="minorHAnsi" w:eastAsiaTheme="minorHAnsi" w:hAnsiTheme="minorHAnsi" w:hint="eastAsia"/>
        </w:rPr>
        <w:t xml:space="preserve"> </w:t>
      </w:r>
      <w:r w:rsidR="00CA1B00">
        <w:rPr>
          <w:rFonts w:asciiTheme="minorHAnsi" w:eastAsiaTheme="minorHAnsi" w:hAnsiTheme="minorHAnsi"/>
        </w:rPr>
        <w:t>Wayup</w:t>
      </w:r>
    </w:p>
    <w:p w14:paraId="2EF1739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3EC27C8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502E87E9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AD5AD6F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396FEC49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855EEEA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3D18316A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A1F9E35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00EC75F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5D1B5D8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3E5511EF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2CEE1C7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39988939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6579A245" w14:textId="77777777" w:rsid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3F3A2563" w14:textId="77777777" w:rsidR="003C5A84" w:rsidRPr="003C5A84" w:rsidRDefault="003C5A84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95E3BB" w14:textId="4C8415CA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CA1B00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CA1B00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7E5DB857" w14:textId="4520B8DA" w:rsidR="0063599F" w:rsidRPr="00661CB4" w:rsidRDefault="000F3B7E" w:rsidP="003C5A84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CA1B00">
        <w:rPr>
          <w:rFonts w:asciiTheme="minorHAnsi" w:eastAsiaTheme="minorHAnsi" w:hAnsiTheme="minorHAnsi" w:hint="eastAsia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재산입니다. 모든 정보는 </w:t>
      </w:r>
      <w:r w:rsidR="00CA1B00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CA1B00">
        <w:rPr>
          <w:rFonts w:asciiTheme="minorHAnsi" w:eastAsiaTheme="minorHAnsi" w:hAnsiTheme="minorHAnsi"/>
        </w:rPr>
        <w:t>Wayup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02B59820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1.0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2B6C29AD" w:rsidR="00017F27" w:rsidRPr="00661CB4" w:rsidRDefault="00017F27" w:rsidP="003F62DD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CA1B00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E14F94">
              <w:rPr>
                <w:rFonts w:ascii="맑은 고딕" w:eastAsia="맑은 고딕" w:hAnsi="맑은 고딕"/>
              </w:rPr>
              <w:t>1</w:t>
            </w:r>
            <w:r w:rsidR="00CA1B00">
              <w:rPr>
                <w:rFonts w:ascii="맑은 고딕" w:eastAsia="맑은 고딕" w:hAnsi="맑은 고딕"/>
              </w:rPr>
              <w:t>0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CA1B00">
              <w:rPr>
                <w:rFonts w:ascii="맑은 고딕" w:eastAsia="맑은 고딕" w:hAnsi="맑은 고딕"/>
              </w:rPr>
              <w:t>07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187FD79A" w:rsidR="0063599F" w:rsidRPr="00661CB4" w:rsidRDefault="001E3A30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1.1</w:t>
            </w:r>
          </w:p>
        </w:tc>
        <w:tc>
          <w:tcPr>
            <w:tcW w:w="5239" w:type="dxa"/>
            <w:shd w:val="clear" w:color="auto" w:fill="auto"/>
          </w:tcPr>
          <w:p w14:paraId="4A305B3F" w14:textId="77777777" w:rsidR="0063599F" w:rsidRDefault="001E3A30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승인코드추가</w:t>
            </w:r>
          </w:p>
          <w:p w14:paraId="50205681" w14:textId="0AE29805" w:rsidR="001E3A30" w:rsidRPr="00661CB4" w:rsidRDefault="001E3A30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전표URL추가</w:t>
            </w:r>
          </w:p>
        </w:tc>
        <w:tc>
          <w:tcPr>
            <w:tcW w:w="2268" w:type="dxa"/>
            <w:shd w:val="clear" w:color="auto" w:fill="auto"/>
          </w:tcPr>
          <w:p w14:paraId="03A373D3" w14:textId="79DD6C8F" w:rsidR="0063599F" w:rsidRPr="00661CB4" w:rsidRDefault="001E3A30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ED280E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0274EA7F" w:rsidR="00ED280E" w:rsidRPr="00661CB4" w:rsidRDefault="00ED280E" w:rsidP="00ED280E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1.2</w:t>
            </w:r>
          </w:p>
        </w:tc>
        <w:tc>
          <w:tcPr>
            <w:tcW w:w="5239" w:type="dxa"/>
            <w:shd w:val="clear" w:color="auto" w:fill="auto"/>
          </w:tcPr>
          <w:p w14:paraId="56F8BE61" w14:textId="51C748CE" w:rsidR="00ED280E" w:rsidRPr="00661CB4" w:rsidRDefault="00ED280E" w:rsidP="00ED280E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상품명 길이 수정</w:t>
            </w:r>
          </w:p>
        </w:tc>
        <w:tc>
          <w:tcPr>
            <w:tcW w:w="2268" w:type="dxa"/>
            <w:shd w:val="clear" w:color="auto" w:fill="auto"/>
          </w:tcPr>
          <w:p w14:paraId="1FAC65B5" w14:textId="07C99E10" w:rsidR="00ED280E" w:rsidRPr="00661CB4" w:rsidRDefault="00ED280E" w:rsidP="00ED280E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5A63B2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381BEA63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</w:t>
            </w:r>
            <w:r>
              <w:rPr>
                <w:rFonts w:asciiTheme="minorHAnsi" w:eastAsiaTheme="minorHAnsi" w:hAnsiTheme="minorHAnsi" w:hint="eastAsia"/>
              </w:rPr>
              <w:t>3</w:t>
            </w:r>
          </w:p>
        </w:tc>
        <w:tc>
          <w:tcPr>
            <w:tcW w:w="5239" w:type="dxa"/>
            <w:shd w:val="clear" w:color="auto" w:fill="auto"/>
          </w:tcPr>
          <w:p w14:paraId="1DB4CFDE" w14:textId="539648D1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 w:hint="eastAsia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승인URL 변경</w:t>
            </w:r>
          </w:p>
        </w:tc>
        <w:tc>
          <w:tcPr>
            <w:tcW w:w="2268" w:type="dxa"/>
            <w:shd w:val="clear" w:color="auto" w:fill="auto"/>
          </w:tcPr>
          <w:p w14:paraId="3C97486C" w14:textId="3298A7EC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 w:hint="eastAsia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2025.05.13</w:t>
            </w:r>
          </w:p>
        </w:tc>
      </w:tr>
      <w:tr w:rsidR="005A63B2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33C09282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7DC15519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5A63B2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5A63B2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5A63B2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5A63B2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5A63B2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5A63B2" w:rsidRPr="00661CB4" w:rsidRDefault="005A63B2" w:rsidP="005A63B2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2E0BC32E" w14:textId="07A99BBF" w:rsidR="00380A02" w:rsidRPr="00842457" w:rsidRDefault="00842457" w:rsidP="00842457">
      <w:pPr>
        <w:pStyle w:val="1"/>
        <w:numPr>
          <w:ilvl w:val="0"/>
          <w:numId w:val="29"/>
        </w:numPr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lastRenderedPageBreak/>
        <w:t>Over-view</w:t>
      </w:r>
    </w:p>
    <w:p w14:paraId="3F10381F" w14:textId="3C159C42" w:rsidR="0063599F" w:rsidRPr="00661CB4" w:rsidRDefault="00842457" w:rsidP="00F87823">
      <w:pPr>
        <w:pStyle w:val="ab"/>
        <w:ind w:left="0" w:firstLineChars="300" w:firstLine="600"/>
        <w:rPr>
          <w:rFonts w:eastAsiaTheme="minorHAnsi"/>
        </w:rPr>
      </w:pPr>
      <w:r>
        <w:rPr>
          <w:rFonts w:eastAsiaTheme="minorHAnsi"/>
        </w:rPr>
        <w:t xml:space="preserve">1.1 </w:t>
      </w:r>
      <w:r>
        <w:rPr>
          <w:rFonts w:eastAsiaTheme="minorHAnsi" w:hint="eastAsia"/>
        </w:rPr>
        <w:t>결제 진행을 위한 카드정보 입력</w:t>
      </w:r>
    </w:p>
    <w:p w14:paraId="45451BD8" w14:textId="60AA993B" w:rsidR="00F87823" w:rsidRPr="00661CB4" w:rsidRDefault="00842457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사용자는 가맹점이 구서한 웹 페이지에서 카드정보를 입력합니다.</w:t>
      </w:r>
    </w:p>
    <w:p w14:paraId="698FDD75" w14:textId="143321B9" w:rsidR="003E2E9D" w:rsidRDefault="003E2E9D" w:rsidP="00BA30D1">
      <w:pPr>
        <w:pStyle w:val="ab"/>
        <w:rPr>
          <w:rFonts w:eastAsiaTheme="minorHAnsi"/>
        </w:rPr>
      </w:pPr>
      <w:bookmarkStart w:id="0" w:name="_Toc33213701"/>
    </w:p>
    <w:p w14:paraId="08A165B7" w14:textId="32C7D71A" w:rsidR="00842457" w:rsidRDefault="00842457" w:rsidP="00842457"/>
    <w:p w14:paraId="3793CE12" w14:textId="3C556946" w:rsidR="00842457" w:rsidRDefault="00842457" w:rsidP="00842457"/>
    <w:p w14:paraId="33B46903" w14:textId="2B2D75FA" w:rsidR="00842457" w:rsidRDefault="00842457" w:rsidP="00842457"/>
    <w:p w14:paraId="0A13C227" w14:textId="330C0CD7" w:rsidR="00842457" w:rsidRDefault="00842457" w:rsidP="00842457"/>
    <w:p w14:paraId="70555032" w14:textId="13F281EE" w:rsidR="00842457" w:rsidRDefault="00842457" w:rsidP="00842457"/>
    <w:p w14:paraId="596F535D" w14:textId="77777777" w:rsidR="00842457" w:rsidRPr="00842457" w:rsidRDefault="00842457" w:rsidP="00842457"/>
    <w:p w14:paraId="569DAC32" w14:textId="05825EA3" w:rsidR="0063599F" w:rsidRPr="00842457" w:rsidRDefault="0063599F" w:rsidP="00842457">
      <w:pPr>
        <w:pStyle w:val="ab"/>
        <w:numPr>
          <w:ilvl w:val="0"/>
          <w:numId w:val="29"/>
        </w:numPr>
        <w:rPr>
          <w:rFonts w:eastAsiaTheme="minorHAnsi"/>
          <w:b/>
          <w:bCs/>
          <w:sz w:val="28"/>
          <w:szCs w:val="36"/>
        </w:rPr>
      </w:pPr>
      <w:r w:rsidRPr="00842457">
        <w:rPr>
          <w:rFonts w:eastAsiaTheme="minorHAnsi" w:hint="eastAsia"/>
          <w:b/>
          <w:bCs/>
          <w:sz w:val="28"/>
          <w:szCs w:val="36"/>
        </w:rPr>
        <w:t xml:space="preserve"> </w:t>
      </w:r>
      <w:r w:rsidR="00F87823" w:rsidRPr="00842457">
        <w:rPr>
          <w:rFonts w:eastAsiaTheme="minorHAnsi" w:hint="eastAsia"/>
          <w:b/>
          <w:bCs/>
          <w:sz w:val="28"/>
          <w:szCs w:val="36"/>
        </w:rPr>
        <w:t>방화벽 설정</w:t>
      </w:r>
      <w:bookmarkEnd w:id="0"/>
    </w:p>
    <w:p w14:paraId="32526DA7" w14:textId="4BC813A0" w:rsidR="0019385E" w:rsidRPr="00661CB4" w:rsidRDefault="0019385E" w:rsidP="0019385E">
      <w:pPr>
        <w:spacing w:line="276" w:lineRule="auto"/>
        <w:ind w:left="400" w:firstLine="320"/>
        <w:rPr>
          <w:rFonts w:asciiTheme="minorHAnsi" w:eastAsiaTheme="minorHAnsi" w:hAnsiTheme="minorHAnsi"/>
          <w:lang w:val="x-none" w:bidi="x-none"/>
        </w:rPr>
      </w:pPr>
      <w:r w:rsidRPr="00661CB4">
        <w:rPr>
          <w:rFonts w:asciiTheme="minorHAnsi" w:eastAsiaTheme="minorHAnsi" w:hAnsiTheme="minorHAnsi" w:hint="eastAsia"/>
          <w:lang w:val="x-none" w:bidi="x-none"/>
        </w:rPr>
        <w:t>결제승인, 결제취소에 대한 통신이 가능하도록 방화벽 설정이 필요합니다.</w:t>
      </w:r>
    </w:p>
    <w:p w14:paraId="1F455FF5" w14:textId="77777777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결제승인</w:t>
      </w:r>
    </w:p>
    <w:p w14:paraId="437F0E00" w14:textId="23581074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 xml:space="preserve">연결대상 : </w:t>
      </w:r>
      <w:hyperlink r:id="rId8" w:history="1">
        <w:r w:rsidR="001100A0" w:rsidRPr="00813C5B">
          <w:rPr>
            <w:rStyle w:val="ac"/>
            <w:rFonts w:asciiTheme="minorHAnsi" w:eastAsiaTheme="minorHAnsi" w:hAnsiTheme="minorHAnsi"/>
            <w:lang w:val="x-none" w:bidi="x-none"/>
          </w:rPr>
          <w:t>https://api.wayup.co.kr</w:t>
        </w:r>
      </w:hyperlink>
    </w:p>
    <w:p w14:paraId="7C48E13A" w14:textId="0CA0BAE7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 : HTTPS</w:t>
      </w:r>
    </w:p>
    <w:p w14:paraId="7E10AB21" w14:textId="260EE82E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6081FB29" w14:textId="396FF93D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</w:t>
      </w:r>
      <w:r w:rsidR="0036332F">
        <w:rPr>
          <w:rFonts w:asciiTheme="minorHAnsi" w:eastAsiaTheme="minorHAnsi" w:hAnsiTheme="minorHAnsi" w:hint="eastAsia"/>
          <w:lang w:val="x-none" w:bidi="x-none"/>
        </w:rPr>
        <w:t>취소</w:t>
      </w:r>
    </w:p>
    <w:p w14:paraId="758D3C91" w14:textId="047BEA6A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연결대상</w:t>
      </w:r>
      <w:r w:rsidR="0036332F">
        <w:rPr>
          <w:rFonts w:asciiTheme="minorHAnsi" w:eastAsiaTheme="minorHAnsi" w:hAnsiTheme="minorHAnsi" w:hint="eastAsia"/>
          <w:lang w:val="x-none" w:bidi="x-none"/>
        </w:rPr>
        <w:t xml:space="preserve"> : </w:t>
      </w:r>
      <w:hyperlink r:id="rId9" w:history="1">
        <w:r w:rsidR="00D6399A" w:rsidRPr="00813C5B">
          <w:rPr>
            <w:rStyle w:val="ac"/>
            <w:rFonts w:asciiTheme="minorHAnsi" w:eastAsiaTheme="minorHAnsi" w:hAnsiTheme="minorHAnsi"/>
            <w:lang w:val="x-none" w:bidi="x-none"/>
          </w:rPr>
          <w:t>https://api.wayup.co.kr</w:t>
        </w:r>
      </w:hyperlink>
    </w:p>
    <w:p w14:paraId="46597D5D" w14:textId="57D83E75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프로토콜: HTTPS</w:t>
      </w:r>
    </w:p>
    <w:p w14:paraId="29448652" w14:textId="5E88C537" w:rsidR="0040685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4002A9B8" w14:textId="0E11B9DA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5913A966" w14:textId="625699A6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F516F37" w14:textId="622458C3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76E0B21" w14:textId="43ADC61B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C95E0D5" w14:textId="1CDF4238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3BFC151E" w14:textId="50C2F145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61AEC7F2" w14:textId="09396DA1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B2F5D60" w14:textId="631E2C4D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17966CB4" w14:textId="00D4E9FF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03217C62" w14:textId="36AD7D8A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38B5F67A" w14:textId="37BD81A9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C23F3FA" w14:textId="0A53B7E2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48C20888" w14:textId="56CE226C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D30F0DB" w14:textId="77777777" w:rsidR="0063599F" w:rsidRPr="00661CB4" w:rsidRDefault="0063599F" w:rsidP="00661CB4">
      <w:pPr>
        <w:pStyle w:val="1"/>
        <w:numPr>
          <w:ilvl w:val="0"/>
          <w:numId w:val="0"/>
        </w:numPr>
        <w:ind w:left="720"/>
        <w:rPr>
          <w:lang w:eastAsia="ko-KR"/>
        </w:rPr>
      </w:pPr>
      <w:bookmarkStart w:id="1" w:name="_Toc33213705"/>
      <w:r w:rsidRPr="00661CB4">
        <w:rPr>
          <w:rFonts w:hint="eastAsia"/>
          <w:lang w:eastAsia="ko-KR"/>
        </w:rPr>
        <w:lastRenderedPageBreak/>
        <w:t xml:space="preserve">3. </w:t>
      </w:r>
      <w:r w:rsidR="00475AAB" w:rsidRPr="00661CB4">
        <w:rPr>
          <w:rFonts w:hint="eastAsia"/>
        </w:rPr>
        <w:t>결제연동</w:t>
      </w:r>
      <w:bookmarkEnd w:id="1"/>
    </w:p>
    <w:p w14:paraId="2598F297" w14:textId="2D3AD891" w:rsidR="0063599F" w:rsidRPr="00661CB4" w:rsidRDefault="0063599F" w:rsidP="002B3805">
      <w:pPr>
        <w:pStyle w:val="ab"/>
      </w:pPr>
      <w:bookmarkStart w:id="2" w:name="_Toc33213706"/>
      <w:r w:rsidRPr="00661CB4">
        <w:rPr>
          <w:rFonts w:hint="eastAsia"/>
          <w:lang w:bidi="x-none"/>
        </w:rPr>
        <w:t xml:space="preserve">3.1 </w:t>
      </w:r>
      <w:r w:rsidR="00475AAB" w:rsidRPr="00661CB4">
        <w:rPr>
          <w:rFonts w:hint="eastAsia"/>
        </w:rPr>
        <w:t>결제 요청 페이지 작성</w:t>
      </w:r>
      <w:bookmarkEnd w:id="2"/>
    </w:p>
    <w:p w14:paraId="779F61C5" w14:textId="69CDEEFB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E1345" w:rsidRPr="00661CB4">
        <w:rPr>
          <w:rFonts w:hint="eastAsia"/>
        </w:rPr>
        <w:t>결제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요청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데이터</w:t>
      </w:r>
    </w:p>
    <w:p w14:paraId="16C0394C" w14:textId="44C1DFEB" w:rsidR="008E1345" w:rsidRPr="00661CB4" w:rsidRDefault="008E1345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6762C916" w14:textId="2DC8A762" w:rsidR="008E1345" w:rsidRPr="00661CB4" w:rsidRDefault="008E1345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3D65E4F9" w14:textId="35EA06C8" w:rsidR="0063599F" w:rsidRPr="00661CB4" w:rsidRDefault="00D06059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A00A84">
        <w:rPr>
          <w:rFonts w:asciiTheme="minorHAnsi" w:eastAsiaTheme="minorHAnsi" w:hAnsiTheme="minorHAnsi" w:hint="eastAsia"/>
          <w:bCs/>
        </w:rPr>
        <w:t>m</w:t>
      </w:r>
      <w:r w:rsidRPr="00A00A84">
        <w:rPr>
          <w:rFonts w:asciiTheme="minorHAnsi" w:eastAsiaTheme="minorHAnsi" w:hAnsiTheme="minorHAnsi"/>
          <w:bCs/>
        </w:rPr>
        <w:t>erchantKey</w:t>
      </w:r>
      <w:r w:rsidRPr="00D06059">
        <w:rPr>
          <w:rFonts w:asciiTheme="minorHAnsi" w:eastAsiaTheme="minorHAnsi" w:hAnsiTheme="minorHAnsi" w:hint="eastAsia"/>
        </w:rPr>
        <w:t xml:space="preserve"> </w:t>
      </w:r>
      <w:r w:rsidR="008E1345" w:rsidRPr="00661CB4">
        <w:rPr>
          <w:rFonts w:asciiTheme="minorHAnsi" w:eastAsiaTheme="minorHAnsi" w:hAnsiTheme="minorHAnsi" w:hint="eastAsia"/>
        </w:rPr>
        <w:t>값 설정</w:t>
      </w:r>
    </w:p>
    <w:p w14:paraId="35B3E68F" w14:textId="5D16BD3D" w:rsidR="008E1345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D4858A5" wp14:editId="49633EE1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</wp:posOffset>
                </wp:positionV>
                <wp:extent cx="5139690" cy="1009650"/>
                <wp:effectExtent l="0" t="0" r="22860" b="1905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4996" w14:textId="06599303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2C8B7ACE" w14:textId="659D17EF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 xml:space="preserve">String </w:t>
                            </w: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merchant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858A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75pt;margin-top:15.7pt;width:404.7pt;height:79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">
                <v:textbox>
                  <w:txbxContent>
                    <w:p w14:paraId="1EBA4996" w14:textId="06599303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2C8B7ACE" w14:textId="659D17EF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merchant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8E1345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8E1345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51A0C993" w14:textId="4A273485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8B3AEA8" w14:textId="0117F8FF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00404DBC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3DF2CB96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C04F280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BAA2F08" w14:textId="77777777" w:rsidR="00B27196" w:rsidRDefault="008E1345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가맹점 Key 발급방법</w:t>
      </w:r>
      <w:r w:rsidR="00BA60F3" w:rsidRPr="00661CB4">
        <w:rPr>
          <w:rFonts w:asciiTheme="minorHAnsi" w:eastAsiaTheme="minorHAnsi" w:hAnsiTheme="minorHAnsi" w:hint="eastAsia"/>
        </w:rPr>
        <w:t xml:space="preserve"> : </w:t>
      </w:r>
      <w:r w:rsidR="00BA60F3" w:rsidRPr="00661CB4">
        <w:rPr>
          <w:rFonts w:asciiTheme="minorHAnsi" w:eastAsiaTheme="minorHAnsi" w:hAnsiTheme="minorHAnsi"/>
        </w:rPr>
        <w:t>“</w:t>
      </w:r>
      <w:r w:rsidR="00BA60F3"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="00BA60F3" w:rsidRPr="00661CB4">
        <w:rPr>
          <w:rFonts w:asciiTheme="minorHAnsi" w:eastAsiaTheme="minorHAnsi" w:hAnsiTheme="minorHAnsi"/>
        </w:rPr>
        <w:t>”</w:t>
      </w:r>
      <w:r w:rsidR="00BA60F3"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131B531E" w14:textId="0A96AD0F" w:rsidR="00BA60F3" w:rsidRPr="00661CB4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4D0A0915" w14:textId="6ABED75E" w:rsidR="00BA60F3" w:rsidRPr="00661CB4" w:rsidRDefault="009349EE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="00BA60F3"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754C4850" w14:textId="4C71E73D" w:rsidR="00BA60F3" w:rsidRPr="00661CB4" w:rsidRDefault="009349EE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="00BA60F3"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="00BA60F3"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="00BA60F3"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="00BA60F3" w:rsidRPr="00661CB4">
        <w:rPr>
          <w:rFonts w:asciiTheme="minorHAnsi" w:eastAsiaTheme="minorHAnsi" w:hAnsiTheme="minorHAnsi"/>
          <w:sz w:val="18"/>
        </w:rPr>
        <w:t>사용됨)</w:t>
      </w:r>
    </w:p>
    <w:p w14:paraId="0A7F2A83" w14:textId="77777777" w:rsidR="00BA60F3" w:rsidRPr="00661CB4" w:rsidRDefault="00BA60F3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4B8EAA66" w14:textId="77777777" w:rsidR="00BA60F3" w:rsidRPr="00661CB4" w:rsidRDefault="00BA60F3" w:rsidP="00BA60F3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3C1AF381" w14:textId="5539EF6E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81245B7" wp14:editId="2866677B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50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C81D8" w14:textId="66DF5EEF" w:rsidR="005F7164" w:rsidRPr="00BA60F3" w:rsidRDefault="005F7164" w:rsidP="005119F0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 xml:space="preserve">&lt;div 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 xml:space="preserve">id=" </w:t>
                            </w:r>
                            <w:r w:rsidRPr="009349EE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sampleInput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"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&gt;</w:t>
                            </w:r>
                          </w:p>
                          <w:p w14:paraId="707E14A1" w14:textId="6C34088C" w:rsidR="005F7164" w:rsidRPr="00BA60F3" w:rsidRDefault="005F7164" w:rsidP="005119F0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name=”mid” value=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</w:t>
                            </w:r>
                            <w:r w:rsidRPr="009349EE"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 w:cs="Courier New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demotest0m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FEA6A89" w14:textId="77777777" w:rsidR="005F7164" w:rsidRPr="00BA60F3" w:rsidRDefault="005F7164" w:rsidP="005119F0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4F05E1F6" w14:textId="77777777" w:rsidR="005F7164" w:rsidRDefault="005F7164" w:rsidP="005119F0">
                            <w:pPr>
                              <w:spacing w:line="311" w:lineRule="exact"/>
                              <w:ind w:leftChars="300" w:left="13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2FBA6C31" w14:textId="7088DBB1" w:rsidR="005F7164" w:rsidRDefault="005F7164" w:rsidP="005119F0">
                            <w:pPr>
                              <w:spacing w:line="346" w:lineRule="exact"/>
                              <w:ind w:leftChars="165" w:left="105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&lt;/div&gt;</w:t>
                            </w:r>
                          </w:p>
                          <w:p w14:paraId="762DE11F" w14:textId="2D97C34F" w:rsidR="005F7164" w:rsidRPr="008E1345" w:rsidRDefault="005F7164" w:rsidP="00BA60F3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45B7" id="_x0000_s1027" type="#_x0000_t202" style="position:absolute;left:0;text-align:left;margin-left:58.05pt;margin-top:12.3pt;width:404.7pt;height:96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">
                <v:textbox>
                  <w:txbxContent>
                    <w:p w14:paraId="322C81D8" w14:textId="66DF5EEF" w:rsidR="005F7164" w:rsidRPr="00BA60F3" w:rsidRDefault="005F7164" w:rsidP="005119F0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w w:val="95"/>
                          <w:sz w:val="18"/>
                        </w:rPr>
                        <w:t xml:space="preserve">&lt;div 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 xml:space="preserve">id=" </w:t>
                      </w:r>
                      <w:r w:rsidRPr="009349EE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sampleInput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"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&gt;</w:t>
                      </w:r>
                    </w:p>
                    <w:p w14:paraId="707E14A1" w14:textId="6C34088C" w:rsidR="005F7164" w:rsidRPr="00BA60F3" w:rsidRDefault="005F7164" w:rsidP="005119F0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name=”mid” value=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</w:t>
                      </w:r>
                      <w:r w:rsidRPr="009349EE"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 w:cs="Courier New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demotest0m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”/&gt;</w:t>
                      </w:r>
                    </w:p>
                    <w:p w14:paraId="2FEA6A89" w14:textId="77777777" w:rsidR="005F7164" w:rsidRPr="00BA60F3" w:rsidRDefault="005F7164" w:rsidP="005119F0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4F05E1F6" w14:textId="77777777" w:rsidR="005F7164" w:rsidRDefault="005F7164" w:rsidP="005119F0">
                      <w:pPr>
                        <w:spacing w:line="311" w:lineRule="exact"/>
                        <w:ind w:leftChars="300" w:left="1320"/>
                        <w:rPr>
                          <w:sz w:val="18"/>
                        </w:rPr>
                      </w:pPr>
                      <w:r>
                        <w:rPr>
                          <w:w w:val="80"/>
                          <w:sz w:val="18"/>
                        </w:rPr>
                        <w:t>………..</w:t>
                      </w:r>
                    </w:p>
                    <w:p w14:paraId="2FBA6C31" w14:textId="7088DBB1" w:rsidR="005F7164" w:rsidRDefault="005F7164" w:rsidP="005119F0">
                      <w:pPr>
                        <w:spacing w:line="346" w:lineRule="exact"/>
                        <w:ind w:leftChars="165" w:left="105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&lt;/div&gt;</w:t>
                      </w:r>
                    </w:p>
                    <w:p w14:paraId="762DE11F" w14:textId="2D97C34F" w:rsidR="005F7164" w:rsidRPr="008E1345" w:rsidRDefault="005F7164" w:rsidP="00BA60F3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70FC69DC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E762080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4C9807A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152A814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4B06E659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62BFD16D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3D22E6B" w14:textId="0865D29E" w:rsidR="00BA60F3" w:rsidRDefault="00CA1B00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Wayup</w:t>
      </w:r>
      <w:r w:rsidR="00BA60F3" w:rsidRPr="00661CB4">
        <w:rPr>
          <w:rFonts w:asciiTheme="minorHAnsi" w:eastAsiaTheme="minorHAnsi" w:hAnsiTheme="minorHAnsi" w:hint="eastAsia"/>
          <w:b/>
          <w:color w:val="FF0000"/>
        </w:rPr>
        <w:t>는 Form Post 로 결제 요청되며, &lt;form&gt; 태그에 action 속성 설정 / submit 등의 모든 동작은 Import 된 스크립트에 의해서 자동 처리됩니다</w:t>
      </w:r>
      <w:r w:rsidR="00BA60F3" w:rsidRPr="00661CB4">
        <w:rPr>
          <w:rFonts w:asciiTheme="minorHAnsi" w:eastAsiaTheme="minorHAnsi" w:hAnsiTheme="minorHAnsi" w:hint="eastAsia"/>
        </w:rPr>
        <w:t>.</w:t>
      </w:r>
    </w:p>
    <w:p w14:paraId="689957B2" w14:textId="77777777" w:rsidR="00BA60F3" w:rsidRPr="00661CB4" w:rsidRDefault="00BA60F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39133051" w14:textId="65453C49" w:rsidR="00F901CB" w:rsidRPr="00F901CB" w:rsidRDefault="00DB79A4" w:rsidP="005F7164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lastRenderedPageBreak/>
        <w:t>키</w:t>
      </w:r>
      <w:r>
        <w:rPr>
          <w:rFonts w:asciiTheme="minorHAnsi" w:eastAsiaTheme="minorHAnsi" w:hAnsiTheme="minorHAnsi" w:hint="eastAsia"/>
        </w:rPr>
        <w:t xml:space="preserve">인 </w:t>
      </w:r>
      <w:r w:rsidR="00BA60F3" w:rsidRPr="00F901CB">
        <w:rPr>
          <w:rFonts w:asciiTheme="minorHAnsi" w:eastAsiaTheme="minorHAnsi" w:hAnsiTheme="minorHAnsi" w:hint="eastAsia"/>
        </w:rPr>
        <w:t xml:space="preserve">결제 기본 요청데이터 필드는 아래와 같습니다. </w:t>
      </w:r>
    </w:p>
    <w:p w14:paraId="4F512883" w14:textId="7E4CA936" w:rsidR="006969A5" w:rsidRPr="00DB79A4" w:rsidRDefault="00661CB4" w:rsidP="00661CB4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="006969A5" w:rsidRPr="00661CB4">
        <w:rPr>
          <w:rFonts w:asciiTheme="minorHAnsi" w:eastAsiaTheme="minorHAnsi" w:hAnsiTheme="minorHAnsi"/>
          <w:lang w:eastAsia="ko-KR"/>
        </w:rPr>
        <w:t xml:space="preserve">] </w:t>
      </w:r>
      <w:r w:rsidR="00DB79A4">
        <w:rPr>
          <w:rFonts w:asciiTheme="minorHAnsi" w:eastAsiaTheme="minorHAnsi" w:hAnsiTheme="minorHAnsi" w:hint="eastAsia"/>
          <w:lang w:eastAsia="ko-KR"/>
        </w:rPr>
        <w:t>키인 결제</w:t>
      </w:r>
      <w:r w:rsidR="00DB79A4" w:rsidRPr="00661CB4">
        <w:rPr>
          <w:rFonts w:asciiTheme="minorHAnsi" w:eastAsiaTheme="minorHAnsi" w:hAnsiTheme="minorHAnsi"/>
          <w:lang w:eastAsia="ko-KR"/>
        </w:rPr>
        <w:t xml:space="preserve"> 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F901CB" w:rsidRPr="00661CB4" w14:paraId="3FD99598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08AF095" w14:textId="1DD32E4F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</w:t>
            </w:r>
            <w:r>
              <w:rPr>
                <w:rFonts w:ascii="맑은 고딕" w:eastAsia="맑은 고딕" w:hAnsi="맑은 고딕"/>
                <w:lang w:eastAsia="ko-KR"/>
              </w:rPr>
              <w:t xml:space="preserve">RL : 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https://api.</w:t>
            </w:r>
            <w:r w:rsidR="00CA1B00">
              <w:rPr>
                <w:rFonts w:ascii="맑은 고딕" w:eastAsia="맑은 고딕" w:hAnsi="맑은 고딕"/>
                <w:lang w:eastAsia="ko-KR"/>
              </w:rPr>
              <w:t>wayup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.co.kr/</w:t>
            </w:r>
            <w:r w:rsidR="00DB79A4">
              <w:rPr>
                <w:rFonts w:ascii="맑은 고딕" w:eastAsia="맑은 고딕" w:hAnsi="맑은 고딕" w:hint="eastAsia"/>
                <w:lang w:eastAsia="ko-KR"/>
              </w:rPr>
              <w:t>p</w:t>
            </w:r>
            <w:r w:rsidR="00DB79A4">
              <w:rPr>
                <w:rFonts w:ascii="맑은 고딕" w:eastAsia="맑은 고딕" w:hAnsi="맑은 고딕"/>
                <w:lang w:eastAsia="ko-KR"/>
              </w:rPr>
              <w:t>ay.keyin</w:t>
            </w:r>
          </w:p>
          <w:p w14:paraId="0ED29638" w14:textId="25E8D6F3" w:rsidR="00F901CB" w:rsidRPr="00F901CB" w:rsidRDefault="00F901CB" w:rsidP="00F901CB">
            <w:pPr>
              <w:rPr>
                <w:rFonts w:ascii="맑은 고딕" w:eastAsia="맑은 고딕" w:hAnsi="맑은 고딕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DB79A4" w:rsidRPr="00661CB4" w14:paraId="0E5ACFC8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778C0DEA" w14:textId="48716A8E" w:rsidR="00DB79A4" w:rsidRPr="00D06059" w:rsidRDefault="00DB79A4" w:rsidP="00DB79A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2FED287" w14:textId="3C15E2FB" w:rsidR="00DB79A4" w:rsidRPr="00D06059" w:rsidRDefault="00DB79A4" w:rsidP="00DB79A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802D8E0" w14:textId="6EEFAF83" w:rsidR="00DB79A4" w:rsidRPr="00D06059" w:rsidRDefault="00DB79A4" w:rsidP="00DB79A4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[Data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0046F8F3" w14:textId="69137252" w:rsidR="00DB79A4" w:rsidRPr="00D06059" w:rsidRDefault="00DB79A4" w:rsidP="00DB79A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CCC72C7" w14:textId="77777777" w:rsidR="00DB79A4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필수</w:t>
            </w:r>
          </w:p>
          <w:p w14:paraId="68098259" w14:textId="6A5BF59C" w:rsidR="00DB79A4" w:rsidRPr="00D06059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FDA8CDD" w14:textId="0E778306" w:rsidR="00DB79A4" w:rsidRPr="00D06059" w:rsidRDefault="00DB79A4" w:rsidP="00DB79A4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크기 (최대)</w:t>
            </w:r>
          </w:p>
        </w:tc>
      </w:tr>
      <w:tr w:rsidR="00DB79A4" w:rsidRPr="00661CB4" w14:paraId="32391C4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CE1E8CC" w14:textId="4AFCF050" w:rsidR="00DB79A4" w:rsidRPr="00D06059" w:rsidRDefault="00DB79A4" w:rsidP="00DB79A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134" w:type="dxa"/>
            <w:vAlign w:val="center"/>
          </w:tcPr>
          <w:p w14:paraId="11ACBC58" w14:textId="4F490E88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2AC23477" w14:textId="06F5CB8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7763916B" w14:textId="069A1917" w:rsidR="00DB79A4" w:rsidRPr="00D06059" w:rsidRDefault="00DB79A4" w:rsidP="007542C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</w:t>
            </w:r>
            <w:r w:rsidR="007542C8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="007542C8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41CEAE0E" w14:textId="41C36C43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545742AB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D4C467E" w14:textId="32A57B61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38E4342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9C819A" w14:textId="39D5F669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3F07B331" w14:textId="1D9F2D17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2B5B0D16" w14:textId="3125873F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A67B1B7" w14:textId="44C4593A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5855A391" w14:textId="7E274D48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C13CD53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4D0AF84B" w14:textId="1EB8DEF1" w:rsidR="00DB79A4" w:rsidRPr="00D06059" w:rsidRDefault="00DB79A4" w:rsidP="00DB79A4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DB79A4" w:rsidRPr="00661CB4" w14:paraId="0B5E8C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4767D7A" w14:textId="7AF57585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10B87D4D" w14:textId="62B97EC6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10ABAD7F" w14:textId="43C4D68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252B8F4B" w14:textId="42D068A3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 w:rsidR="007542C8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32505E4" w14:textId="3152D77A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CE70596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0E5FC6E9" w14:textId="25CE3B36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1BD9745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C8EBF12" w14:textId="01FB65B1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5B44DAEC" w14:textId="4B3E83B6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7B8F7136" w14:textId="66DCB325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48F730E2" w14:textId="709D8500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4E1B2924" w14:textId="4D5BB8D8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C3B9DAC" w14:textId="4C046D7C" w:rsidR="00DB79A4" w:rsidRPr="00D06059" w:rsidRDefault="00ED280E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</w:t>
            </w:r>
            <w:r w:rsidR="00DB79A4" w:rsidRPr="00D06059">
              <w:rPr>
                <w:rFonts w:asciiTheme="minorHAnsi" w:eastAsiaTheme="minorHAnsi" w:hAnsiTheme="minorHAnsi"/>
                <w:sz w:val="18"/>
                <w:szCs w:val="18"/>
              </w:rPr>
              <w:t>0</w:t>
            </w:r>
          </w:p>
          <w:p w14:paraId="03061828" w14:textId="461CB862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DB79A4" w:rsidRPr="00661CB4" w14:paraId="17805DE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5B2A7DF" w14:textId="148DEA11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51DEE3B6" w14:textId="360409A1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209CEC1" w14:textId="0D9CE066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6D4D7A15" w14:textId="40BAB6FD" w:rsidR="00DB79A4" w:rsidRPr="00D06059" w:rsidRDefault="00DB79A4" w:rsidP="00DB79A4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0516BC4" w14:textId="78B7691C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64F83FC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41EC0B75" w14:textId="33872148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035FF9B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97FEC00" w14:textId="49634B7C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5D677C91" w14:textId="0373616F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5B7182BC" w14:textId="105B3A07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6D0F212" w14:textId="717D55CC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05B7C1A7" w14:textId="7B8306B1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465D95B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626A3A0" w14:textId="52503B91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42120EE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25B60F4" w14:textId="7DFE650A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1405247C" w14:textId="2D62E175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7ACB26D7" w14:textId="781EF3C5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6C1A9C69" w14:textId="3D81F098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21831BAA" w14:textId="0C41056C" w:rsidR="00DB79A4" w:rsidRPr="00D06059" w:rsidRDefault="00DB79A4" w:rsidP="00DB79A4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BA4DFA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67BFBF12" w14:textId="1F23B46D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373A306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FD95DB" w14:textId="5F290036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0AD05A3F" w14:textId="77777777" w:rsidR="00DB79A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449739BF" w14:textId="7622DFCD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7A64132F" w14:textId="567CA31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06A8C238" w14:textId="0C4EBC1F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1BC3F1DA" w14:textId="11ED1ACB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5E0277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7D3D6435" w14:textId="6355DBFC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4D5FB85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92BE9F" w14:textId="4ABE6BC5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5ABA88DE" w14:textId="77777777" w:rsidR="00DB79A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3FA7B493" w14:textId="4121A3B6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1FC74AF0" w14:textId="00F9BF62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10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B92A35E" w14:textId="28F77FA9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0392203F" w14:textId="46EDF516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A5B2D7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17EBD539" w14:textId="46CAB6ED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01CF85F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7E2FB34" w14:textId="2EE41135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689DBF8B" w14:textId="77777777" w:rsidR="00DB79A4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4A054FEF" w14:textId="06CA2951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31C17B15" w14:textId="4E770469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340D10D0" w14:textId="271345FD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72464BFD" w14:textId="32719BD2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742CB11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2EA818E3" w14:textId="08754ADB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72DC961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8D68EF5" w14:textId="310573CD" w:rsidR="00DB79A4" w:rsidRPr="00D06059" w:rsidRDefault="00DB79A4" w:rsidP="00DB79A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61867661" w14:textId="3FA4FC4E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698489FC" w14:textId="6459F3A3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11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69B9395C" w14:textId="69E490E6" w:rsidR="00DB79A4" w:rsidRPr="00D06059" w:rsidRDefault="00DB79A4" w:rsidP="00DB79A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567" w:type="dxa"/>
            <w:vAlign w:val="center"/>
          </w:tcPr>
          <w:p w14:paraId="311F8C83" w14:textId="1A090039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80E23B6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16E88FAD" w14:textId="317CD995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2915BF1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35653FC" w14:textId="1AAF7AA0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cpCd</w:t>
            </w:r>
          </w:p>
        </w:tc>
        <w:tc>
          <w:tcPr>
            <w:tcW w:w="1134" w:type="dxa"/>
            <w:vAlign w:val="center"/>
          </w:tcPr>
          <w:p w14:paraId="41E0B267" w14:textId="7375C0A7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카드사코드</w:t>
            </w:r>
          </w:p>
        </w:tc>
        <w:tc>
          <w:tcPr>
            <w:tcW w:w="2127" w:type="dxa"/>
            <w:vAlign w:val="center"/>
          </w:tcPr>
          <w:p w14:paraId="6428FAAC" w14:textId="71E85869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3258FD9" w14:textId="7994A62F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카드사 코드</w:t>
            </w:r>
          </w:p>
        </w:tc>
        <w:tc>
          <w:tcPr>
            <w:tcW w:w="567" w:type="dxa"/>
            <w:vAlign w:val="center"/>
          </w:tcPr>
          <w:p w14:paraId="230C38DF" w14:textId="29F26357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18DC6AB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6EE8FF7" w14:textId="570B6410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4913A3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374C6C" w14:textId="11C648B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cardNo</w:t>
            </w:r>
          </w:p>
        </w:tc>
        <w:tc>
          <w:tcPr>
            <w:tcW w:w="1134" w:type="dxa"/>
            <w:vAlign w:val="center"/>
          </w:tcPr>
          <w:p w14:paraId="4F7BB1A9" w14:textId="788F4937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2127" w:type="dxa"/>
            <w:vAlign w:val="center"/>
          </w:tcPr>
          <w:p w14:paraId="575B85D9" w14:textId="7E4B578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D2AAD6C" w14:textId="7E42B597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567" w:type="dxa"/>
            <w:vAlign w:val="center"/>
          </w:tcPr>
          <w:p w14:paraId="194BEF0A" w14:textId="603D6F2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0DC4C043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16</w:t>
            </w:r>
          </w:p>
          <w:p w14:paraId="111E0E34" w14:textId="50108528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4B783A0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1DE2975" w14:textId="0A8E2C43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cardTypeCd</w:t>
            </w:r>
          </w:p>
        </w:tc>
        <w:tc>
          <w:tcPr>
            <w:tcW w:w="1134" w:type="dxa"/>
            <w:vAlign w:val="center"/>
          </w:tcPr>
          <w:p w14:paraId="12E91B70" w14:textId="649C8F7D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2127" w:type="dxa"/>
            <w:vAlign w:val="center"/>
          </w:tcPr>
          <w:p w14:paraId="13CE586E" w14:textId="6B2FB0CA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E232509" w14:textId="12CB353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카드타입(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01: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개인,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02: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법인)</w:t>
            </w:r>
          </w:p>
        </w:tc>
        <w:tc>
          <w:tcPr>
            <w:tcW w:w="567" w:type="dxa"/>
            <w:vAlign w:val="center"/>
          </w:tcPr>
          <w:p w14:paraId="5550C97F" w14:textId="52D9B820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812B70F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174EF776" w14:textId="2105765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5B8BDC2F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2413171" w14:textId="28E128B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expireYymm</w:t>
            </w:r>
          </w:p>
        </w:tc>
        <w:tc>
          <w:tcPr>
            <w:tcW w:w="1134" w:type="dxa"/>
            <w:vAlign w:val="center"/>
          </w:tcPr>
          <w:p w14:paraId="6A12675B" w14:textId="177BA184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카드유효기간</w:t>
            </w:r>
          </w:p>
        </w:tc>
        <w:tc>
          <w:tcPr>
            <w:tcW w:w="2127" w:type="dxa"/>
            <w:vAlign w:val="center"/>
          </w:tcPr>
          <w:p w14:paraId="5F140DCF" w14:textId="1FE065B1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F62B2CA" w14:textId="5A4147B4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유효기간(yymm:2403)</w:t>
            </w:r>
          </w:p>
        </w:tc>
        <w:tc>
          <w:tcPr>
            <w:tcW w:w="567" w:type="dxa"/>
            <w:vAlign w:val="center"/>
          </w:tcPr>
          <w:p w14:paraId="2871BB23" w14:textId="1568988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9E7E882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2E24F9B2" w14:textId="30CF9B58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83CB7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BBC2A62" w14:textId="0C27E8BD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ordAuthNo</w:t>
            </w:r>
          </w:p>
        </w:tc>
        <w:tc>
          <w:tcPr>
            <w:tcW w:w="1134" w:type="dxa"/>
            <w:vAlign w:val="center"/>
          </w:tcPr>
          <w:p w14:paraId="6CB2B735" w14:textId="2C320717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카드인증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번호</w:t>
            </w:r>
          </w:p>
        </w:tc>
        <w:tc>
          <w:tcPr>
            <w:tcW w:w="2127" w:type="dxa"/>
            <w:vAlign w:val="center"/>
          </w:tcPr>
          <w:p w14:paraId="1F2B62A5" w14:textId="36AEEB5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lastRenderedPageBreak/>
              <w:t>[String]</w:t>
            </w:r>
          </w:p>
        </w:tc>
        <w:tc>
          <w:tcPr>
            <w:tcW w:w="2976" w:type="dxa"/>
            <w:vAlign w:val="center"/>
          </w:tcPr>
          <w:p w14:paraId="46B33EC4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생년월일(사업자번호)</w:t>
            </w:r>
          </w:p>
          <w:p w14:paraId="5E74071E" w14:textId="657BBF0A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lastRenderedPageBreak/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2441E610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03DAB83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0F23B754" w14:textId="78E98ED0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Byte</w:t>
            </w:r>
          </w:p>
        </w:tc>
      </w:tr>
      <w:tr w:rsidR="00DB79A4" w:rsidRPr="00661CB4" w14:paraId="185EF43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7E81BB5" w14:textId="55B1E643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cardPw</w:t>
            </w:r>
          </w:p>
        </w:tc>
        <w:tc>
          <w:tcPr>
            <w:tcW w:w="1134" w:type="dxa"/>
            <w:vAlign w:val="center"/>
          </w:tcPr>
          <w:p w14:paraId="7E7BE001" w14:textId="13D1A834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카드비밀번호</w:t>
            </w:r>
          </w:p>
        </w:tc>
        <w:tc>
          <w:tcPr>
            <w:tcW w:w="2127" w:type="dxa"/>
            <w:vAlign w:val="center"/>
          </w:tcPr>
          <w:p w14:paraId="714D8870" w14:textId="2C52FC6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505830F7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 비밀번호 앞 2자리</w:t>
            </w:r>
          </w:p>
          <w:p w14:paraId="4678171D" w14:textId="625B5583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081B9911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ADF16EA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5CBD960" w14:textId="3B7F04F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287C76C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216CAC1" w14:textId="3E6DB140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quotaMon</w:t>
            </w:r>
          </w:p>
        </w:tc>
        <w:tc>
          <w:tcPr>
            <w:tcW w:w="1134" w:type="dxa"/>
            <w:vAlign w:val="center"/>
          </w:tcPr>
          <w:p w14:paraId="3F6D1033" w14:textId="57DB323B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할부개월</w:t>
            </w:r>
          </w:p>
        </w:tc>
        <w:tc>
          <w:tcPr>
            <w:tcW w:w="2127" w:type="dxa"/>
            <w:vAlign w:val="center"/>
          </w:tcPr>
          <w:p w14:paraId="5613564F" w14:textId="488A8F5C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3EE3071D" w14:textId="57D7EB1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할부개월(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일시불,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02:03:04)</w:t>
            </w:r>
          </w:p>
        </w:tc>
        <w:tc>
          <w:tcPr>
            <w:tcW w:w="567" w:type="dxa"/>
            <w:vAlign w:val="center"/>
          </w:tcPr>
          <w:p w14:paraId="2694CB63" w14:textId="116264E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7AFEE3B0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354B655D" w14:textId="1F71C56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35BE797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5129270" w14:textId="32BDC3CB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noIntFlg</w:t>
            </w:r>
          </w:p>
        </w:tc>
        <w:tc>
          <w:tcPr>
            <w:tcW w:w="1134" w:type="dxa"/>
            <w:vAlign w:val="center"/>
          </w:tcPr>
          <w:p w14:paraId="6488C986" w14:textId="5405AD0B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무이자</w:t>
            </w:r>
          </w:p>
        </w:tc>
        <w:tc>
          <w:tcPr>
            <w:tcW w:w="2127" w:type="dxa"/>
            <w:vAlign w:val="center"/>
          </w:tcPr>
          <w:p w14:paraId="6EA7F6D0" w14:textId="5108EBF8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3CB4814C" w14:textId="71D1CD90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무이자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미사용,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:사용)</w:t>
            </w:r>
          </w:p>
        </w:tc>
        <w:tc>
          <w:tcPr>
            <w:tcW w:w="567" w:type="dxa"/>
            <w:vAlign w:val="center"/>
          </w:tcPr>
          <w:p w14:paraId="73D124A3" w14:textId="18C813F6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32080FFC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39776DDD" w14:textId="7A59FA81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09FBBF0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340AC1A" w14:textId="4530B9AE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pointFlg</w:t>
            </w:r>
          </w:p>
        </w:tc>
        <w:tc>
          <w:tcPr>
            <w:tcW w:w="1134" w:type="dxa"/>
            <w:vAlign w:val="center"/>
          </w:tcPr>
          <w:p w14:paraId="23174088" w14:textId="136AB08F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포인트</w:t>
            </w:r>
          </w:p>
        </w:tc>
        <w:tc>
          <w:tcPr>
            <w:tcW w:w="2127" w:type="dxa"/>
            <w:vAlign w:val="center"/>
          </w:tcPr>
          <w:p w14:paraId="4E136823" w14:textId="5CF7736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598EF289" w14:textId="3D6D4E3B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포인트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미사용,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:사용)</w:t>
            </w:r>
          </w:p>
        </w:tc>
        <w:tc>
          <w:tcPr>
            <w:tcW w:w="567" w:type="dxa"/>
            <w:vAlign w:val="center"/>
          </w:tcPr>
          <w:p w14:paraId="5BFB5A38" w14:textId="255F136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</w:t>
            </w:r>
          </w:p>
        </w:tc>
        <w:tc>
          <w:tcPr>
            <w:tcW w:w="851" w:type="dxa"/>
            <w:vAlign w:val="center"/>
          </w:tcPr>
          <w:p w14:paraId="6998F31F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54C0F820" w14:textId="2BB3D0D1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321059F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9B3E5E2" w14:textId="47F76FA7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134" w:type="dxa"/>
            <w:vAlign w:val="center"/>
          </w:tcPr>
          <w:p w14:paraId="7586E39E" w14:textId="16E5CDB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2127" w:type="dxa"/>
            <w:vAlign w:val="center"/>
          </w:tcPr>
          <w:p w14:paraId="52D72067" w14:textId="6575969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40C74845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220300F0" w14:textId="382C6618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6847B1C7" w14:textId="1A557732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02F5BD3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217C2125" w14:textId="33E24D0C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74D4CFA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6762A4B" w14:textId="5F306079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134" w:type="dxa"/>
            <w:vAlign w:val="center"/>
          </w:tcPr>
          <w:p w14:paraId="5E4174F5" w14:textId="2247D5C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2127" w:type="dxa"/>
            <w:vAlign w:val="center"/>
          </w:tcPr>
          <w:p w14:paraId="1030C28F" w14:textId="0CE6B1E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3263E05" w14:textId="77777777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39A49C7A" w14:textId="0D25FB9E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7B13B475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22D7A6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DFED8ED" w14:textId="25BC685A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215B5BF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144F1E2" w14:textId="2CF3048B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134" w:type="dxa"/>
            <w:vAlign w:val="center"/>
          </w:tcPr>
          <w:p w14:paraId="3D00350E" w14:textId="23D2B29C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봉사료</w:t>
            </w:r>
          </w:p>
        </w:tc>
        <w:tc>
          <w:tcPr>
            <w:tcW w:w="2127" w:type="dxa"/>
            <w:vAlign w:val="center"/>
          </w:tcPr>
          <w:p w14:paraId="4C003EA4" w14:textId="51A6B652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731C0E1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406FEA47" w14:textId="3AC14644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207B7153" w14:textId="59803AF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6BB6896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AB7343A" w14:textId="3EA824E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2C1058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1391BC1" w14:textId="0C83B427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channel</w:t>
            </w:r>
          </w:p>
        </w:tc>
        <w:tc>
          <w:tcPr>
            <w:tcW w:w="1134" w:type="dxa"/>
            <w:vAlign w:val="center"/>
          </w:tcPr>
          <w:p w14:paraId="46EAA284" w14:textId="0BB98B29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접속타입</w:t>
            </w:r>
          </w:p>
        </w:tc>
        <w:tc>
          <w:tcPr>
            <w:tcW w:w="2127" w:type="dxa"/>
            <w:vAlign w:val="center"/>
          </w:tcPr>
          <w:p w14:paraId="32696EE8" w14:textId="24A96E28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“0001”</w:t>
            </w:r>
          </w:p>
        </w:tc>
        <w:tc>
          <w:tcPr>
            <w:tcW w:w="2976" w:type="dxa"/>
            <w:vAlign w:val="center"/>
          </w:tcPr>
          <w:p w14:paraId="11D082AA" w14:textId="2B97A2D6" w:rsidR="00DB79A4" w:rsidRPr="00E14F94" w:rsidRDefault="00DB79A4" w:rsidP="00DB79A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0001: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WEB, 0002:mobile, 0003:SMS, 0004: URL</w:t>
            </w:r>
          </w:p>
        </w:tc>
        <w:tc>
          <w:tcPr>
            <w:tcW w:w="567" w:type="dxa"/>
            <w:vAlign w:val="center"/>
          </w:tcPr>
          <w:p w14:paraId="07317912" w14:textId="23C66610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CD13B67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0FFE5BB1" w14:textId="71E0A0E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070BD0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B4CB6EC" w14:textId="04BAE4F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091240D2" w14:textId="24B3A33D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1C4D7DE6" w14:textId="3EBC253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63E3B094" w14:textId="79B9C551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30F9F74E" w14:textId="66D3A26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AB0B8DB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00914780" w14:textId="08B0697A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2DF775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02FFEC4" w14:textId="755CE7CA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3C4D82CA" w14:textId="77AD693E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049F5435" w14:textId="1357C20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6F6E1A0B" w14:textId="1A66CF9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6DE9F8F3" w14:textId="75365474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4436B3ED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256</w:t>
            </w:r>
          </w:p>
          <w:p w14:paraId="44008447" w14:textId="01A16E75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7FCDA5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E9903C" w14:textId="7910856C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otiUrl</w:t>
            </w:r>
          </w:p>
        </w:tc>
        <w:tc>
          <w:tcPr>
            <w:tcW w:w="1134" w:type="dxa"/>
            <w:vAlign w:val="center"/>
          </w:tcPr>
          <w:p w14:paraId="5A4F3A11" w14:textId="46385AC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2127" w:type="dxa"/>
            <w:vAlign w:val="center"/>
          </w:tcPr>
          <w:p w14:paraId="2C738A13" w14:textId="163FED4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2976" w:type="dxa"/>
            <w:vAlign w:val="center"/>
          </w:tcPr>
          <w:p w14:paraId="6784C3F5" w14:textId="528100BF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ack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으로 결제완료 데이터를 받을 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567" w:type="dxa"/>
            <w:vAlign w:val="center"/>
          </w:tcPr>
          <w:p w14:paraId="6B5E6BA9" w14:textId="121EE1C2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055348C" w14:textId="2970493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DB79A4" w:rsidRPr="00661CB4" w14:paraId="1F91C1B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08FB74" w14:textId="4D21B2BA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5EA3711F" w14:textId="459ADE05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3F37A640" w14:textId="10EC317C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54F1C5FB" w14:textId="5357812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567" w:type="dxa"/>
            <w:vAlign w:val="center"/>
          </w:tcPr>
          <w:p w14:paraId="5A451B21" w14:textId="5F023BD6" w:rsidR="00DB79A4" w:rsidRPr="00E14F94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99A2CCE" w14:textId="77777777" w:rsidR="00DB79A4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282E9EE0" w14:textId="5AB5D5A4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</w:tbl>
    <w:p w14:paraId="4AFCAC3D" w14:textId="6075F816" w:rsidR="006969A5" w:rsidRPr="00661CB4" w:rsidRDefault="006969A5" w:rsidP="0060764F">
      <w:pPr>
        <w:ind w:left="0" w:firstLine="0"/>
        <w:rPr>
          <w:rFonts w:asciiTheme="minorHAnsi" w:eastAsiaTheme="minorHAnsi" w:hAnsiTheme="minorHAnsi"/>
          <w:sz w:val="18"/>
        </w:rPr>
        <w:sectPr w:rsidR="006969A5" w:rsidRPr="00661CB4" w:rsidSect="00380A02">
          <w:headerReference w:type="default" r:id="rId12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2131ECAF" w14:textId="55D0EEE1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D94C286" w14:textId="094C88C3" w:rsidR="006D75C5" w:rsidRPr="00661CB4" w:rsidRDefault="00B322B7" w:rsidP="00661CB4">
      <w:pPr>
        <w:ind w:leftChars="210" w:left="1140"/>
      </w:pPr>
      <w:r>
        <w:rPr>
          <w:rFonts w:hint="eastAsia"/>
        </w:rPr>
        <w:t>3.1.4</w:t>
      </w:r>
      <w:r w:rsidR="006D75C5" w:rsidRPr="00661CB4">
        <w:rPr>
          <w:rFonts w:hint="eastAsia"/>
        </w:rPr>
        <w:tab/>
      </w:r>
      <w:r w:rsidR="006D75C5" w:rsidRPr="00661CB4">
        <w:rPr>
          <w:rFonts w:hint="eastAsia"/>
        </w:rPr>
        <w:t>승인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결과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수신</w:t>
      </w:r>
      <w:r w:rsidR="006D75C5" w:rsidRPr="00661CB4">
        <w:rPr>
          <w:rFonts w:hint="eastAsia"/>
        </w:rPr>
        <w:t xml:space="preserve"> (</w:t>
      </w:r>
      <w:r w:rsidR="006D75C5" w:rsidRPr="00661CB4">
        <w:rPr>
          <w:rFonts w:hint="eastAsia"/>
        </w:rPr>
        <w:t>결제완료</w:t>
      </w:r>
      <w:r w:rsidR="006D75C5" w:rsidRPr="00661CB4">
        <w:rPr>
          <w:rFonts w:hint="eastAsia"/>
        </w:rPr>
        <w:t>)</w:t>
      </w:r>
    </w:p>
    <w:p w14:paraId="4EF77BC6" w14:textId="763D244A" w:rsidR="006D75C5" w:rsidRDefault="006D75C5" w:rsidP="006D75C5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•승인이 완료되면 결과를 가맹점으로 전달 합니다. </w:t>
      </w:r>
      <w:r w:rsidR="00B322B7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42C773FD" w14:textId="6B1DDEE9" w:rsidR="003A6230" w:rsidRPr="003A6230" w:rsidRDefault="003A6230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E283C">
        <w:rPr>
          <w:rFonts w:asciiTheme="minorHAnsi" w:eastAsiaTheme="minorHAnsi" w:hAnsiTheme="minorHAnsi" w:hint="eastAsia"/>
          <w:lang w:eastAsia="ko-KR"/>
        </w:rPr>
        <w:t xml:space="preserve">결제 승인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  <w:r>
        <w:rPr>
          <w:rFonts w:asciiTheme="minorHAnsi" w:eastAsiaTheme="minorHAnsi" w:hAnsiTheme="minorHAnsi" w:hint="eastAsia"/>
          <w:lang w:eastAsia="ko-KR"/>
        </w:rPr>
        <w:t>(신용카드,계좌이체,가상계좌)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985"/>
        <w:gridCol w:w="3969"/>
        <w:gridCol w:w="1701"/>
      </w:tblGrid>
      <w:tr w:rsidR="00CA1B00" w14:paraId="2D389712" w14:textId="77777777" w:rsidTr="00CA1B00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7B77454A" w14:textId="77777777" w:rsidR="00CA1B00" w:rsidRPr="00BF41B6" w:rsidRDefault="00CA1B00" w:rsidP="00587741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9AA13A2" w14:textId="77777777" w:rsidR="00CA1B00" w:rsidRPr="00BF41B6" w:rsidRDefault="00CA1B00" w:rsidP="00587741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695F17BC" w14:textId="77777777" w:rsidR="00CA1B00" w:rsidRPr="00BF41B6" w:rsidRDefault="00CA1B00" w:rsidP="00587741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01E809C" w14:textId="77777777" w:rsidR="00CA1B00" w:rsidRPr="00BF41B6" w:rsidRDefault="00CA1B00" w:rsidP="00587741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CA1B00" w14:paraId="07412CD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F08626F" w14:textId="58BCA7E3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985" w:type="dxa"/>
            <w:vAlign w:val="center"/>
          </w:tcPr>
          <w:p w14:paraId="2FB51CD5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969" w:type="dxa"/>
            <w:vAlign w:val="center"/>
          </w:tcPr>
          <w:p w14:paraId="2E30C61F" w14:textId="6A9EEA61" w:rsidR="001B51C7" w:rsidRPr="00BF41B6" w:rsidRDefault="00CA1B00" w:rsidP="001B51C7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0000</w:t>
            </w:r>
            <w:r w:rsidR="001B51C7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, 3001</w:t>
            </w: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 xml:space="preserve"> : 정상, 기타 : 실패</w:t>
            </w:r>
          </w:p>
        </w:tc>
        <w:tc>
          <w:tcPr>
            <w:tcW w:w="1701" w:type="dxa"/>
            <w:vAlign w:val="center"/>
          </w:tcPr>
          <w:p w14:paraId="202D5C78" w14:textId="7F0A188A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CA1B00" w14:paraId="21BD31B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A61948F" w14:textId="77777777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985" w:type="dxa"/>
            <w:vAlign w:val="center"/>
          </w:tcPr>
          <w:p w14:paraId="3C8D2018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969" w:type="dxa"/>
            <w:vAlign w:val="center"/>
          </w:tcPr>
          <w:p w14:paraId="7C8708D7" w14:textId="77777777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36B2D7E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CA1B00" w14:paraId="7A8156E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227EA87" w14:textId="58E5CE24" w:rsidR="00CA1B00" w:rsidRPr="00BF41B6" w:rsidRDefault="00CA1B00" w:rsidP="00BF41B6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985" w:type="dxa"/>
            <w:vAlign w:val="center"/>
          </w:tcPr>
          <w:p w14:paraId="005D22BA" w14:textId="6A5C366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969" w:type="dxa"/>
            <w:vAlign w:val="center"/>
          </w:tcPr>
          <w:p w14:paraId="64E698EA" w14:textId="05F7AFEF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7D85364E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CA1B00" w14:paraId="2010FF4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EF0C765" w14:textId="22C71D79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061E4CEE" w14:textId="7F596431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969" w:type="dxa"/>
            <w:vAlign w:val="center"/>
          </w:tcPr>
          <w:p w14:paraId="08AFE6C9" w14:textId="308C08BD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5F356FDB" w14:textId="0AA004E5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A1B00" w14:paraId="5425C20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1EDF2D" w14:textId="7135DF89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appDtm</w:t>
            </w:r>
          </w:p>
        </w:tc>
        <w:tc>
          <w:tcPr>
            <w:tcW w:w="1985" w:type="dxa"/>
            <w:vAlign w:val="center"/>
          </w:tcPr>
          <w:p w14:paraId="06648FA7" w14:textId="0E181BF9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3969" w:type="dxa"/>
            <w:vAlign w:val="center"/>
          </w:tcPr>
          <w:p w14:paraId="03D92267" w14:textId="6B33E649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C098450" w14:textId="41167847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CA1B00" w14:paraId="0B9D070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4EC04EF" w14:textId="008BDDAA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4D862615" w14:textId="059256C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3969" w:type="dxa"/>
            <w:vAlign w:val="center"/>
          </w:tcPr>
          <w:p w14:paraId="10D71587" w14:textId="08D66611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661A8FF" w14:textId="738A7E9C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CA1B00" w14:paraId="1FA3881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B8CA82B" w14:textId="4D428C03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985" w:type="dxa"/>
            <w:vAlign w:val="center"/>
          </w:tcPr>
          <w:p w14:paraId="3E1C7255" w14:textId="299AE519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969" w:type="dxa"/>
            <w:vAlign w:val="center"/>
          </w:tcPr>
          <w:p w14:paraId="100C9D7B" w14:textId="1E0D5AE4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4F022072" w14:textId="2BFDFF33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CA1B00" w14:paraId="3188A3A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82DC6C4" w14:textId="7BD21E1F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goodsName</w:t>
            </w:r>
          </w:p>
        </w:tc>
        <w:tc>
          <w:tcPr>
            <w:tcW w:w="1985" w:type="dxa"/>
            <w:vAlign w:val="center"/>
          </w:tcPr>
          <w:p w14:paraId="4F2F2432" w14:textId="46DA901C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3969" w:type="dxa"/>
            <w:vAlign w:val="center"/>
          </w:tcPr>
          <w:p w14:paraId="4B6E9BAA" w14:textId="663C6D66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1701" w:type="dxa"/>
            <w:vAlign w:val="center"/>
          </w:tcPr>
          <w:p w14:paraId="6D56AF1B" w14:textId="1818CF56" w:rsidR="00CA1B00" w:rsidRPr="00BF41B6" w:rsidRDefault="00ED280E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5</w:t>
            </w:r>
            <w:r w:rsidR="00CA1B00"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0 Byte</w:t>
            </w:r>
          </w:p>
        </w:tc>
      </w:tr>
      <w:tr w:rsidR="00CA1B00" w14:paraId="5AD1F694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92A0DA" w14:textId="01B241E3" w:rsidR="00CA1B00" w:rsidRPr="00BF41B6" w:rsidRDefault="00CA1B00" w:rsidP="00BF41B6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amt</w:t>
            </w:r>
          </w:p>
        </w:tc>
        <w:tc>
          <w:tcPr>
            <w:tcW w:w="1985" w:type="dxa"/>
            <w:vAlign w:val="center"/>
          </w:tcPr>
          <w:p w14:paraId="5F319825" w14:textId="5814956C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3969" w:type="dxa"/>
            <w:vAlign w:val="center"/>
          </w:tcPr>
          <w:p w14:paraId="720EA0BE" w14:textId="777150F4" w:rsidR="00CA1B00" w:rsidRPr="00BF41B6" w:rsidRDefault="00CA1B00" w:rsidP="00BF41B6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363999E7" w14:textId="789344D5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CA1B00" w14:paraId="4B6D9E61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3ED666E" w14:textId="6EA6639B" w:rsidR="00CA1B00" w:rsidRPr="00BF41B6" w:rsidRDefault="00CA1B00" w:rsidP="00BF41B6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985" w:type="dxa"/>
            <w:vAlign w:val="center"/>
          </w:tcPr>
          <w:p w14:paraId="057F5B90" w14:textId="6D555843" w:rsidR="00CA1B00" w:rsidRPr="00BF41B6" w:rsidRDefault="00CA1B00" w:rsidP="00BF41B6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969" w:type="dxa"/>
            <w:vAlign w:val="center"/>
          </w:tcPr>
          <w:p w14:paraId="6ACEE04D" w14:textId="21D67002" w:rsidR="00CA1B00" w:rsidRPr="00BF41B6" w:rsidRDefault="00CA1B00" w:rsidP="00BF41B6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701" w:type="dxa"/>
            <w:vAlign w:val="center"/>
          </w:tcPr>
          <w:p w14:paraId="1D7FD07A" w14:textId="4E968FAA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A1B00" w14:paraId="7831957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61C2B5" w14:textId="402CE16D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985" w:type="dxa"/>
            <w:vAlign w:val="center"/>
          </w:tcPr>
          <w:p w14:paraId="0C7780EF" w14:textId="2DEC4D26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969" w:type="dxa"/>
            <w:vAlign w:val="center"/>
          </w:tcPr>
          <w:p w14:paraId="335327C2" w14:textId="5408C9DF" w:rsidR="00CA1B00" w:rsidRPr="00BF41B6" w:rsidRDefault="00CA1B00" w:rsidP="00B322B7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701" w:type="dxa"/>
            <w:vAlign w:val="center"/>
          </w:tcPr>
          <w:p w14:paraId="182901AA" w14:textId="38B3190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CA1B00" w14:paraId="684EDF4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1401E12" w14:textId="7EA92353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cancelYN</w:t>
            </w:r>
          </w:p>
        </w:tc>
        <w:tc>
          <w:tcPr>
            <w:tcW w:w="1985" w:type="dxa"/>
            <w:vAlign w:val="center"/>
          </w:tcPr>
          <w:p w14:paraId="33CE6D95" w14:textId="261A9C92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취소여부</w:t>
            </w:r>
          </w:p>
        </w:tc>
        <w:tc>
          <w:tcPr>
            <w:tcW w:w="3969" w:type="dxa"/>
            <w:vAlign w:val="center"/>
          </w:tcPr>
          <w:p w14:paraId="17227F09" w14:textId="0425F01E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21703285" w14:textId="5371DB05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CA1B00" w14:paraId="709473D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EEFD1C9" w14:textId="6A8A7617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985" w:type="dxa"/>
            <w:vAlign w:val="center"/>
          </w:tcPr>
          <w:p w14:paraId="114FF226" w14:textId="717447DE" w:rsidR="00CA1B00" w:rsidRPr="00BF41B6" w:rsidRDefault="00CA1B00" w:rsidP="00B322B7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969" w:type="dxa"/>
            <w:vAlign w:val="center"/>
          </w:tcPr>
          <w:p w14:paraId="5A8348AD" w14:textId="28ED0ADD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701" w:type="dxa"/>
            <w:vAlign w:val="center"/>
          </w:tcPr>
          <w:p w14:paraId="7987FA26" w14:textId="0822544B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CA1B00" w14:paraId="0E97170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824855A" w14:textId="24E81EE1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985" w:type="dxa"/>
            <w:vAlign w:val="center"/>
          </w:tcPr>
          <w:p w14:paraId="2C1CBB3E" w14:textId="65FC9054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969" w:type="dxa"/>
            <w:vAlign w:val="center"/>
          </w:tcPr>
          <w:p w14:paraId="1697C56E" w14:textId="28C69987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701" w:type="dxa"/>
            <w:vAlign w:val="center"/>
          </w:tcPr>
          <w:p w14:paraId="577DC262" w14:textId="6117DAEC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CA1B00" w14:paraId="6FD82C8E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D0E1758" w14:textId="68E3C989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</w:t>
            </w:r>
          </w:p>
        </w:tc>
        <w:tc>
          <w:tcPr>
            <w:tcW w:w="1985" w:type="dxa"/>
            <w:vAlign w:val="center"/>
          </w:tcPr>
          <w:p w14:paraId="00A27EF6" w14:textId="69E22995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3969" w:type="dxa"/>
            <w:vAlign w:val="center"/>
          </w:tcPr>
          <w:p w14:paraId="5131E23E" w14:textId="77D682F5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1701" w:type="dxa"/>
            <w:vAlign w:val="center"/>
          </w:tcPr>
          <w:p w14:paraId="01C14DF4" w14:textId="7B6AE8A9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 Byte</w:t>
            </w:r>
          </w:p>
        </w:tc>
      </w:tr>
      <w:tr w:rsidR="00CA1B00" w14:paraId="478DDE83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80C6AB1" w14:textId="1512C8E6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usePointAmt</w:t>
            </w:r>
          </w:p>
        </w:tc>
        <w:tc>
          <w:tcPr>
            <w:tcW w:w="1985" w:type="dxa"/>
            <w:vAlign w:val="center"/>
          </w:tcPr>
          <w:p w14:paraId="4F65C704" w14:textId="20C25FFF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3969" w:type="dxa"/>
            <w:vAlign w:val="center"/>
          </w:tcPr>
          <w:p w14:paraId="6211F2B8" w14:textId="7B0446E1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1701" w:type="dxa"/>
            <w:vAlign w:val="center"/>
          </w:tcPr>
          <w:p w14:paraId="65995CE6" w14:textId="7C8D5854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12 Byte</w:t>
            </w:r>
          </w:p>
        </w:tc>
      </w:tr>
      <w:tr w:rsidR="00CA1B00" w14:paraId="400B0856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5DC3B40" w14:textId="6048984C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</w:t>
            </w:r>
          </w:p>
        </w:tc>
        <w:tc>
          <w:tcPr>
            <w:tcW w:w="1985" w:type="dxa"/>
            <w:vAlign w:val="center"/>
          </w:tcPr>
          <w:p w14:paraId="5CD9DB98" w14:textId="267EFF73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3969" w:type="dxa"/>
            <w:vAlign w:val="center"/>
          </w:tcPr>
          <w:p w14:paraId="62FEA87E" w14:textId="6004759D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0:신용,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1: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체크</w:t>
            </w:r>
          </w:p>
        </w:tc>
        <w:tc>
          <w:tcPr>
            <w:tcW w:w="1701" w:type="dxa"/>
            <w:vAlign w:val="center"/>
          </w:tcPr>
          <w:p w14:paraId="5E92C7E2" w14:textId="53370476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CA1B00" w14:paraId="52C59ED1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17E3FF9" w14:textId="2283562D" w:rsidR="00CA1B00" w:rsidRPr="00BF41B6" w:rsidRDefault="00CA1B00" w:rsidP="007542C8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authType</w:t>
            </w:r>
          </w:p>
        </w:tc>
        <w:tc>
          <w:tcPr>
            <w:tcW w:w="1985" w:type="dxa"/>
            <w:vAlign w:val="center"/>
          </w:tcPr>
          <w:p w14:paraId="43692B91" w14:textId="0D9C2375" w:rsidR="00CA1B00" w:rsidRPr="00BF41B6" w:rsidRDefault="00CA1B00" w:rsidP="007542C8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인증타입</w:t>
            </w:r>
          </w:p>
        </w:tc>
        <w:tc>
          <w:tcPr>
            <w:tcW w:w="3969" w:type="dxa"/>
            <w:vAlign w:val="center"/>
          </w:tcPr>
          <w:p w14:paraId="40F43560" w14:textId="20AA6C71" w:rsidR="00CA1B00" w:rsidRPr="00BF41B6" w:rsidRDefault="00CA1B00" w:rsidP="007542C8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01:Keyin, 02: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ISP,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03: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VISA</w:t>
            </w:r>
          </w:p>
        </w:tc>
        <w:tc>
          <w:tcPr>
            <w:tcW w:w="1701" w:type="dxa"/>
            <w:vAlign w:val="center"/>
          </w:tcPr>
          <w:p w14:paraId="73B07000" w14:textId="674209CA" w:rsidR="00CA1B00" w:rsidRPr="00BF41B6" w:rsidRDefault="00CA1B00" w:rsidP="007542C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 B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te</w:t>
            </w:r>
          </w:p>
        </w:tc>
      </w:tr>
      <w:tr w:rsidR="00CA1B00" w14:paraId="11278F69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E6A01F8" w14:textId="4A596581" w:rsidR="00CA1B00" w:rsidRPr="00BF41B6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985" w:type="dxa"/>
            <w:vAlign w:val="center"/>
          </w:tcPr>
          <w:p w14:paraId="53DA614E" w14:textId="770C1275" w:rsidR="00CA1B00" w:rsidRPr="00BF41B6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969" w:type="dxa"/>
            <w:vAlign w:val="center"/>
          </w:tcPr>
          <w:p w14:paraId="0A8C2CFC" w14:textId="4B22934C" w:rsidR="00CA1B00" w:rsidRPr="00BF41B6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3EA6696F" w14:textId="0879A1FB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CA1B00" w14:paraId="432D143B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C4000BE" w14:textId="0578EBC7" w:rsidR="00CA1B00" w:rsidRPr="00BF41B6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985" w:type="dxa"/>
            <w:vAlign w:val="center"/>
          </w:tcPr>
          <w:p w14:paraId="4E694513" w14:textId="31F21269" w:rsidR="00CA1B00" w:rsidRPr="00BF41B6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969" w:type="dxa"/>
            <w:vAlign w:val="center"/>
          </w:tcPr>
          <w:p w14:paraId="09FAA984" w14:textId="0B63C262" w:rsidR="00CA1B00" w:rsidRPr="00BF41B6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7045DC9B" w14:textId="0D24DD61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</w:tbl>
    <w:p w14:paraId="0642C49E" w14:textId="233DF68D" w:rsidR="00F9592F" w:rsidRPr="00661CB4" w:rsidRDefault="00F9592F" w:rsidP="00F9592F">
      <w:pPr>
        <w:ind w:left="0" w:firstLine="0"/>
        <w:rPr>
          <w:rFonts w:asciiTheme="minorHAnsi" w:eastAsiaTheme="minorHAnsi" w:hAnsiTheme="minorHAnsi"/>
          <w:sz w:val="18"/>
        </w:rPr>
        <w:sectPr w:rsidR="00F9592F" w:rsidRPr="00661CB4" w:rsidSect="00F9592F">
          <w:headerReference w:type="default" r:id="rId13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1E6F69D7" w14:textId="77777777" w:rsidR="00F9592F" w:rsidRDefault="00F9592F" w:rsidP="00F9592F">
      <w:pPr>
        <w:pStyle w:val="af"/>
        <w:spacing w:before="4"/>
        <w:rPr>
          <w:rFonts w:asciiTheme="minorHAnsi" w:eastAsiaTheme="minorHAnsi" w:hAnsiTheme="minorHAnsi"/>
          <w:sz w:val="11"/>
          <w:lang w:eastAsia="ko-KR"/>
        </w:rPr>
      </w:pPr>
    </w:p>
    <w:p w14:paraId="5539C989" w14:textId="2F4FE329" w:rsidR="00B81817" w:rsidRPr="00661CB4" w:rsidRDefault="00B81817" w:rsidP="00B81817">
      <w:pPr>
        <w:pStyle w:val="ab"/>
      </w:pPr>
      <w:r w:rsidRPr="00661CB4">
        <w:rPr>
          <w:rFonts w:hint="eastAsia"/>
          <w:lang w:bidi="x-none"/>
        </w:rPr>
        <w:t>3.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Pr="00661CB4">
        <w:rPr>
          <w:rFonts w:hint="eastAsia"/>
        </w:rPr>
        <w:t xml:space="preserve">결제 </w:t>
      </w:r>
      <w:r>
        <w:rPr>
          <w:rFonts w:hint="eastAsia"/>
        </w:rPr>
        <w:t xml:space="preserve">취소 </w:t>
      </w:r>
      <w:r w:rsidRPr="00661CB4">
        <w:rPr>
          <w:rFonts w:hint="eastAsia"/>
        </w:rPr>
        <w:t>요청 페이지 작성</w:t>
      </w:r>
    </w:p>
    <w:p w14:paraId="24F5694F" w14:textId="666074A1" w:rsidR="00B81817" w:rsidRPr="00661CB4" w:rsidRDefault="00B81817" w:rsidP="00B81817">
      <w:pPr>
        <w:ind w:leftChars="50" w:left="100" w:firstLineChars="350" w:firstLine="700"/>
      </w:pPr>
      <w:r>
        <w:rPr>
          <w:rFonts w:hint="eastAsia"/>
        </w:rPr>
        <w:t>3.</w:t>
      </w:r>
      <w:r>
        <w:t>2</w:t>
      </w:r>
      <w:r>
        <w:rPr>
          <w:rFonts w:hint="eastAsia"/>
        </w:rPr>
        <w:t>.1</w:t>
      </w:r>
      <w:r w:rsidRPr="00661CB4">
        <w:rPr>
          <w:rFonts w:hint="eastAsia"/>
        </w:rPr>
        <w:t>결제</w:t>
      </w:r>
      <w:r w:rsidRPr="00661CB4">
        <w:rPr>
          <w:rFonts w:hint="eastAsia"/>
        </w:rPr>
        <w:t xml:space="preserve"> </w:t>
      </w:r>
      <w:r>
        <w:rPr>
          <w:rFonts w:hint="eastAsia"/>
        </w:rPr>
        <w:t>취소</w:t>
      </w:r>
      <w:r>
        <w:rPr>
          <w:rFonts w:hint="eastAsia"/>
        </w:rPr>
        <w:t xml:space="preserve"> </w:t>
      </w:r>
      <w:r w:rsidRPr="00661CB4">
        <w:rPr>
          <w:rFonts w:hint="eastAsia"/>
        </w:rPr>
        <w:t>요청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데이터</w:t>
      </w:r>
    </w:p>
    <w:p w14:paraId="75D5BBAF" w14:textId="77777777" w:rsidR="00B81817" w:rsidRPr="00661CB4" w:rsidRDefault="00B81817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238E2D6D" w14:textId="77777777" w:rsidR="00B81817" w:rsidRPr="00661CB4" w:rsidRDefault="00B81817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20716406" w14:textId="39270AA1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merchand</w:t>
      </w:r>
      <w:r w:rsidR="00B81817" w:rsidRPr="00661CB4">
        <w:rPr>
          <w:rFonts w:asciiTheme="minorHAnsi" w:eastAsiaTheme="minorHAnsi" w:hAnsiTheme="minorHAnsi" w:hint="eastAsia"/>
        </w:rPr>
        <w:t>key 값 설정</w:t>
      </w:r>
    </w:p>
    <w:p w14:paraId="39170136" w14:textId="45079135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7E914D9" wp14:editId="3E14C6E5">
                <wp:simplePos x="0" y="0"/>
                <wp:positionH relativeFrom="column">
                  <wp:posOffset>390525</wp:posOffset>
                </wp:positionH>
                <wp:positionV relativeFrom="paragraph">
                  <wp:posOffset>193040</wp:posOffset>
                </wp:positionV>
                <wp:extent cx="5139690" cy="990600"/>
                <wp:effectExtent l="0" t="0" r="22860" b="190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7587" w14:textId="77777777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3D858519" w14:textId="088D1F13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String merchantKey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14D9" id="_x0000_s1028" type="#_x0000_t202" style="position:absolute;left:0;text-align:left;margin-left:30.75pt;margin-top:15.2pt;width:404.7pt;height:7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">
                <v:textbox>
                  <w:txbxContent>
                    <w:p w14:paraId="0E8C7587" w14:textId="77777777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3D858519" w14:textId="088D1F13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>String merchantKey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B81817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B81817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429655F3" w14:textId="2B9D1A52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1C6C233F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7B90E4CD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00A6802B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580A4CB4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932D811" w14:textId="77777777" w:rsidR="00B27196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 Key 발급방법 : </w:t>
      </w:r>
      <w:r w:rsidRPr="00661CB4">
        <w:rPr>
          <w:rFonts w:asciiTheme="minorHAnsi" w:eastAsiaTheme="minorHAnsi" w:hAnsiTheme="minorHAnsi"/>
        </w:rPr>
        <w:t>“</w:t>
      </w:r>
      <w:r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Pr="00661CB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0E8F901F" w14:textId="36F65EEB" w:rsidR="00B81817" w:rsidRPr="00B27196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3498A5F8" w14:textId="77777777" w:rsidR="00B81817" w:rsidRPr="00661CB4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5F23DC9E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Pr="00661CB4">
        <w:rPr>
          <w:rFonts w:asciiTheme="minorHAnsi" w:eastAsiaTheme="minorHAnsi" w:hAnsiTheme="minorHAnsi"/>
          <w:sz w:val="18"/>
        </w:rPr>
        <w:t>사용됨)</w:t>
      </w:r>
    </w:p>
    <w:p w14:paraId="7DD38075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35F415F8" w14:textId="77777777" w:rsidR="00B81817" w:rsidRPr="00661CB4" w:rsidRDefault="00B81817" w:rsidP="00B81817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6FFBA288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DF85F89" wp14:editId="2C75D22D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DD1" w14:textId="77777777" w:rsidR="005F7164" w:rsidRPr="00A00A84" w:rsidRDefault="005F7164" w:rsidP="00B81817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&lt;div id=" sampleInput"&gt;</w:t>
                            </w:r>
                          </w:p>
                          <w:p w14:paraId="25618B99" w14:textId="3F32CC41" w:rsidR="005F7164" w:rsidRPr="00A00A84" w:rsidRDefault="005F7164" w:rsidP="00B81817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 xml:space="preserve">&lt;input </w:t>
                            </w:r>
                            <w:r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type=”hidden” name=”mid” value=”demotest0m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A35278D" w14:textId="77777777" w:rsidR="005F7164" w:rsidRPr="00A00A84" w:rsidRDefault="005F7164" w:rsidP="00B81817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543B2430" w14:textId="77777777" w:rsidR="005F7164" w:rsidRPr="00A00A84" w:rsidRDefault="005F7164" w:rsidP="00B81817">
                            <w:pPr>
                              <w:spacing w:line="311" w:lineRule="exact"/>
                              <w:ind w:leftChars="300" w:left="132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7BE828B7" w14:textId="77777777" w:rsidR="005F7164" w:rsidRPr="00A00A84" w:rsidRDefault="005F7164" w:rsidP="00B81817">
                            <w:pPr>
                              <w:spacing w:line="346" w:lineRule="exact"/>
                              <w:ind w:leftChars="165" w:left="105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  <w:t>&lt;/div&gt;</w:t>
                            </w:r>
                          </w:p>
                          <w:p w14:paraId="146EE82C" w14:textId="77777777" w:rsidR="005F7164" w:rsidRPr="008E1345" w:rsidRDefault="005F7164" w:rsidP="00B81817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5F89" id="_x0000_s1029" type="#_x0000_t202" style="position:absolute;left:0;text-align:left;margin-left:58.05pt;margin-top:12.3pt;width:404.7pt;height:96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">
                <v:textbox>
                  <w:txbxContent>
                    <w:p w14:paraId="03606DD1" w14:textId="77777777" w:rsidR="005F7164" w:rsidRPr="00A00A84" w:rsidRDefault="005F7164" w:rsidP="00B81817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&lt;div id=" sampleInput"&gt;</w:t>
                      </w:r>
                    </w:p>
                    <w:p w14:paraId="25618B99" w14:textId="3F32CC41" w:rsidR="005F7164" w:rsidRPr="00A00A84" w:rsidRDefault="005F7164" w:rsidP="00B81817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&lt;input </w:t>
                      </w:r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type=”hidden” name=”mid” value=”demotest0m</w:t>
                      </w: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”/&gt;</w:t>
                      </w:r>
                    </w:p>
                    <w:p w14:paraId="2A35278D" w14:textId="77777777" w:rsidR="005F7164" w:rsidRPr="00A00A84" w:rsidRDefault="005F7164" w:rsidP="00B81817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543B2430" w14:textId="77777777" w:rsidR="005F7164" w:rsidRPr="00A00A84" w:rsidRDefault="005F7164" w:rsidP="00B81817">
                      <w:pPr>
                        <w:spacing w:line="311" w:lineRule="exact"/>
                        <w:ind w:leftChars="300" w:left="132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80"/>
                          <w:sz w:val="18"/>
                        </w:rPr>
                        <w:t>………..</w:t>
                      </w:r>
                    </w:p>
                    <w:p w14:paraId="7BE828B7" w14:textId="77777777" w:rsidR="005F7164" w:rsidRPr="00A00A84" w:rsidRDefault="005F7164" w:rsidP="00B81817">
                      <w:pPr>
                        <w:spacing w:line="346" w:lineRule="exact"/>
                        <w:ind w:leftChars="165" w:left="105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sz w:val="18"/>
                        </w:rPr>
                        <w:t>&lt;/div&gt;</w:t>
                      </w:r>
                    </w:p>
                    <w:p w14:paraId="146EE82C" w14:textId="77777777" w:rsidR="005F7164" w:rsidRPr="008E1345" w:rsidRDefault="005F7164" w:rsidP="00B81817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23973AA3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BB1432C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A6AE585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1F406F1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9BB2D69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CC9D12A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69FEB1" w14:textId="1BAE802C" w:rsidR="00B81817" w:rsidRPr="00661CB4" w:rsidRDefault="00CA1B00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Wayup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 xml:space="preserve">는 Form Post 로 결제 </w:t>
      </w:r>
      <w:r w:rsidR="00B81817">
        <w:rPr>
          <w:rFonts w:asciiTheme="minorHAnsi" w:eastAsiaTheme="minorHAnsi" w:hAnsiTheme="minorHAnsi" w:hint="eastAsia"/>
          <w:b/>
          <w:color w:val="FF0000"/>
        </w:rPr>
        <w:t xml:space="preserve">취소 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>요청되며, &lt;form&gt; 태그에 action 속성 설정 / submit 등의 모든 동작은 Import 된 스크립트에 의해서 자동 처리됩니다</w:t>
      </w:r>
      <w:r w:rsidR="00B81817" w:rsidRPr="00661CB4">
        <w:rPr>
          <w:rFonts w:asciiTheme="minorHAnsi" w:eastAsiaTheme="minorHAnsi" w:hAnsiTheme="minorHAnsi" w:hint="eastAsia"/>
        </w:rPr>
        <w:t>.</w:t>
      </w:r>
    </w:p>
    <w:p w14:paraId="6E5C9C3F" w14:textId="77777777" w:rsidR="00B81817" w:rsidRPr="00661CB4" w:rsidRDefault="00B81817" w:rsidP="00B818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71E315D1" w14:textId="268ECBF0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lastRenderedPageBreak/>
        <w:t xml:space="preserve">결제 </w:t>
      </w:r>
      <w:r w:rsidR="005372E9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기본 요청데이터 필드는 아래와 같습니다</w:t>
      </w:r>
      <w:r w:rsidR="005372E9">
        <w:rPr>
          <w:rFonts w:asciiTheme="minorHAnsi" w:eastAsiaTheme="minorHAnsi" w:hAnsiTheme="minorHAnsi" w:hint="eastAsia"/>
        </w:rPr>
        <w:t xml:space="preserve">. </w:t>
      </w:r>
    </w:p>
    <w:p w14:paraId="2FC8F9B9" w14:textId="1DF34B49" w:rsidR="00B81817" w:rsidRPr="00661CB4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 w:rsidR="008B3839">
        <w:rPr>
          <w:rFonts w:asciiTheme="minorHAnsi" w:eastAsiaTheme="minorHAnsi" w:hAnsiTheme="minorHAnsi" w:hint="eastAsia"/>
          <w:lang w:eastAsia="ko-KR"/>
        </w:rPr>
        <w:t>취소</w:t>
      </w:r>
      <w:r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  <w:gridCol w:w="1843"/>
        <w:gridCol w:w="3118"/>
        <w:gridCol w:w="709"/>
        <w:gridCol w:w="709"/>
      </w:tblGrid>
      <w:tr w:rsidR="00F901CB" w:rsidRPr="00661CB4" w14:paraId="3B1ED904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A53FC40" w14:textId="7C2FE990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URL : 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https://api.</w:t>
            </w:r>
            <w:r w:rsidR="00CA1B00">
              <w:rPr>
                <w:rFonts w:ascii="맑은 고딕" w:eastAsia="맑은 고딕" w:hAnsi="맑은 고딕"/>
                <w:lang w:eastAsia="ko-KR"/>
              </w:rPr>
              <w:t>wayup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.co.kr/</w:t>
            </w:r>
            <w:r>
              <w:rPr>
                <w:rFonts w:ascii="맑은 고딕" w:eastAsia="맑은 고딕" w:hAnsi="맑은 고딕" w:hint="eastAsia"/>
                <w:lang w:eastAsia="ko-KR"/>
              </w:rPr>
              <w:t>payment.cancel</w:t>
            </w:r>
          </w:p>
          <w:p w14:paraId="3711A620" w14:textId="1D1644A4" w:rsidR="00F901CB" w:rsidRPr="00661CB4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81817" w:rsidRPr="00661CB4" w14:paraId="63AED36C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4C20FF5B" w14:textId="77777777" w:rsidR="00B81817" w:rsidRPr="00661CB4" w:rsidRDefault="00B81817" w:rsidP="00A00A8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필드명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F11509" w14:textId="77777777" w:rsidR="00B81817" w:rsidRPr="00661CB4" w:rsidRDefault="00B81817" w:rsidP="00A00A8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한글명칭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C0BEFB" w14:textId="77777777" w:rsidR="00B81817" w:rsidRPr="00661CB4" w:rsidRDefault="00B81817" w:rsidP="00A00A84">
            <w:pPr>
              <w:pStyle w:val="TableParagraph"/>
              <w:spacing w:line="377" w:lineRule="exact"/>
              <w:ind w:leftChars="100" w:left="200"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예시</w:t>
            </w:r>
          </w:p>
          <w:p w14:paraId="546B6C50" w14:textId="77777777" w:rsidR="00B81817" w:rsidRPr="00661CB4" w:rsidRDefault="00B81817" w:rsidP="00A00A84">
            <w:pPr>
              <w:pStyle w:val="TableParagraph"/>
              <w:spacing w:line="323" w:lineRule="exact"/>
              <w:ind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sz w:val="18"/>
              </w:rPr>
              <w:t>[Data Type], 기본값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8271DB1" w14:textId="77777777" w:rsidR="00B81817" w:rsidRPr="00661CB4" w:rsidRDefault="00B81817" w:rsidP="00A00A8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설명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FAAE6F7" w14:textId="77777777" w:rsidR="00B81817" w:rsidRPr="00661CB4" w:rsidRDefault="00B81817" w:rsidP="00A00A84">
            <w:pPr>
              <w:pStyle w:val="TableParagraph"/>
              <w:spacing w:line="377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필수</w:t>
            </w:r>
          </w:p>
          <w:p w14:paraId="6A6B7F80" w14:textId="77777777" w:rsidR="00B81817" w:rsidRPr="00661CB4" w:rsidRDefault="00B81817" w:rsidP="00A00A84">
            <w:pPr>
              <w:pStyle w:val="TableParagraph"/>
              <w:spacing w:line="323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여부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072F50" w14:textId="77777777" w:rsidR="00B81817" w:rsidRPr="00661CB4" w:rsidRDefault="00B81817" w:rsidP="00A00A84">
            <w:pPr>
              <w:pStyle w:val="TableParagraph"/>
              <w:spacing w:line="312" w:lineRule="exact"/>
              <w:ind w:rightChars="63" w:right="126" w:firstLine="64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05"/>
                <w:sz w:val="18"/>
              </w:rPr>
              <w:t>크기 (최대)</w:t>
            </w:r>
          </w:p>
        </w:tc>
      </w:tr>
      <w:tr w:rsidR="00B81817" w:rsidRPr="00661CB4" w14:paraId="14E0993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F99B454" w14:textId="452A8EBA" w:rsidR="00B81817" w:rsidRDefault="00B81817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276" w:type="dxa"/>
            <w:vAlign w:val="center"/>
          </w:tcPr>
          <w:p w14:paraId="66A7C059" w14:textId="2F6C6304" w:rsidR="00B81817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1843" w:type="dxa"/>
            <w:vAlign w:val="center"/>
          </w:tcPr>
          <w:p w14:paraId="4C8AFB43" w14:textId="006621D9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5"/>
                <w:sz w:val="18"/>
              </w:rPr>
              <w:t>[</w:t>
            </w:r>
            <w:r w:rsidRPr="00661CB4">
              <w:rPr>
                <w:rFonts w:asciiTheme="majorEastAsia" w:eastAsiaTheme="majorEastAsia" w:hAnsiTheme="majorEastAsia"/>
                <w:w w:val="95"/>
                <w:sz w:val="18"/>
              </w:rPr>
              <w:t>String</w:t>
            </w:r>
            <w:r>
              <w:rPr>
                <w:rFonts w:asciiTheme="majorEastAsia" w:eastAsiaTheme="majorEastAsia" w:hAnsiTheme="majorEastAsia"/>
                <w:w w:val="95"/>
                <w:sz w:val="18"/>
              </w:rPr>
              <w:t>]</w:t>
            </w:r>
          </w:p>
        </w:tc>
        <w:tc>
          <w:tcPr>
            <w:tcW w:w="3118" w:type="dxa"/>
            <w:vAlign w:val="center"/>
          </w:tcPr>
          <w:p w14:paraId="0AD60685" w14:textId="645703AC" w:rsidR="00B81817" w:rsidRDefault="00B81817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709" w:type="dxa"/>
            <w:vAlign w:val="center"/>
          </w:tcPr>
          <w:p w14:paraId="4FC4D33D" w14:textId="6B35D3F3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2AB9EA39" w14:textId="77777777" w:rsidR="00A00A8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</w:t>
            </w:r>
          </w:p>
          <w:p w14:paraId="4CE8AA78" w14:textId="13E747CB" w:rsidR="00B81817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Byte</w:t>
            </w:r>
          </w:p>
        </w:tc>
      </w:tr>
      <w:tr w:rsidR="00B81817" w:rsidRPr="00661CB4" w14:paraId="62CDA7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F2DAD8" w14:textId="655AA93E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ordNo</w:t>
            </w:r>
          </w:p>
        </w:tc>
        <w:tc>
          <w:tcPr>
            <w:tcW w:w="1276" w:type="dxa"/>
            <w:vAlign w:val="center"/>
          </w:tcPr>
          <w:p w14:paraId="5AC24DE9" w14:textId="77777777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주문번호</w:t>
            </w:r>
          </w:p>
        </w:tc>
        <w:tc>
          <w:tcPr>
            <w:tcW w:w="1843" w:type="dxa"/>
            <w:vAlign w:val="center"/>
          </w:tcPr>
          <w:p w14:paraId="6B33BB62" w14:textId="77777777" w:rsidR="00B81817" w:rsidRPr="00661CB4" w:rsidRDefault="00B81817" w:rsidP="00B27196">
            <w:pPr>
              <w:pStyle w:val="TableParagraph"/>
              <w:spacing w:line="346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0"/>
                <w:sz w:val="18"/>
              </w:rPr>
              <w:t>[String]</w:t>
            </w:r>
          </w:p>
          <w:p w14:paraId="3AA89357" w14:textId="77777777" w:rsidR="00B81817" w:rsidRPr="00661CB4" w:rsidRDefault="00B81817" w:rsidP="00B27196">
            <w:pPr>
              <w:pStyle w:val="TableParagraph"/>
              <w:spacing w:line="294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“1335233672723”</w:t>
            </w:r>
          </w:p>
        </w:tc>
        <w:tc>
          <w:tcPr>
            <w:tcW w:w="3118" w:type="dxa"/>
            <w:vAlign w:val="center"/>
          </w:tcPr>
          <w:p w14:paraId="70294A71" w14:textId="01D21267" w:rsidR="00B81817" w:rsidRPr="00661CB4" w:rsidRDefault="00A00A84" w:rsidP="00B27196">
            <w:pPr>
              <w:pStyle w:val="TableParagraph"/>
              <w:spacing w:line="310" w:lineRule="exact"/>
              <w:ind w:left="103" w:right="145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주문번호</w:t>
            </w:r>
          </w:p>
        </w:tc>
        <w:tc>
          <w:tcPr>
            <w:tcW w:w="709" w:type="dxa"/>
            <w:vAlign w:val="center"/>
          </w:tcPr>
          <w:p w14:paraId="7B19C915" w14:textId="09D2BD19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27442A89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40</w:t>
            </w:r>
          </w:p>
          <w:p w14:paraId="7D207FA4" w14:textId="77777777" w:rsidR="00B81817" w:rsidRPr="00661CB4" w:rsidRDefault="00B81817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72091C4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225AC10" w14:textId="0A4C68FC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</w:p>
        </w:tc>
        <w:tc>
          <w:tcPr>
            <w:tcW w:w="1276" w:type="dxa"/>
            <w:vAlign w:val="center"/>
          </w:tcPr>
          <w:p w14:paraId="439D29BE" w14:textId="3D239B32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lang w:eastAsia="ko-KR"/>
              </w:rPr>
              <w:t>취소</w:t>
            </w: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금액</w:t>
            </w:r>
          </w:p>
        </w:tc>
        <w:tc>
          <w:tcPr>
            <w:tcW w:w="1843" w:type="dxa"/>
            <w:vAlign w:val="center"/>
          </w:tcPr>
          <w:p w14:paraId="4D8307ED" w14:textId="350E1B9D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661CB4">
              <w:rPr>
                <w:rFonts w:asciiTheme="minorHAnsi" w:eastAsiaTheme="minorHAnsi" w:hAnsiTheme="minorHAnsi"/>
                <w:sz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36D3EB09" w14:textId="77777777" w:rsidR="00B81817" w:rsidRPr="00661CB4" w:rsidRDefault="00B81817" w:rsidP="00B27196">
            <w:pPr>
              <w:pStyle w:val="TableParagraph"/>
              <w:spacing w:line="376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숫자만 입력</w:t>
            </w:r>
          </w:p>
          <w:p w14:paraId="7AEC8D3C" w14:textId="77777777" w:rsidR="00B81817" w:rsidRPr="00661CB4" w:rsidRDefault="00B81817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1달러는 100으로 시작</w:t>
            </w:r>
          </w:p>
        </w:tc>
        <w:tc>
          <w:tcPr>
            <w:tcW w:w="709" w:type="dxa"/>
            <w:vAlign w:val="center"/>
          </w:tcPr>
          <w:p w14:paraId="10750E0B" w14:textId="74AD0C0B" w:rsidR="00B81817" w:rsidRPr="00661CB4" w:rsidRDefault="00B81817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75A878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64</w:t>
            </w:r>
          </w:p>
          <w:p w14:paraId="5B309676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2D8A27D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22092A6" w14:textId="0F4DAE16" w:rsidR="00B81817" w:rsidRPr="00661CB4" w:rsidRDefault="00B81817" w:rsidP="00B27196">
            <w:pPr>
              <w:pStyle w:val="TableParagraph"/>
              <w:ind w:left="91" w:right="8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canId</w:t>
            </w:r>
          </w:p>
        </w:tc>
        <w:tc>
          <w:tcPr>
            <w:tcW w:w="1276" w:type="dxa"/>
            <w:vAlign w:val="center"/>
          </w:tcPr>
          <w:p w14:paraId="5604B985" w14:textId="4B6D79AC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취소자ID</w:t>
            </w:r>
          </w:p>
        </w:tc>
        <w:tc>
          <w:tcPr>
            <w:tcW w:w="1843" w:type="dxa"/>
            <w:vAlign w:val="center"/>
          </w:tcPr>
          <w:p w14:paraId="60CA9B24" w14:textId="086905F1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t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estId</w:t>
            </w: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"</w:t>
            </w:r>
          </w:p>
        </w:tc>
        <w:tc>
          <w:tcPr>
            <w:tcW w:w="3118" w:type="dxa"/>
            <w:vAlign w:val="center"/>
          </w:tcPr>
          <w:p w14:paraId="57AEA4EB" w14:textId="77777777" w:rsidR="00B81817" w:rsidRPr="00661CB4" w:rsidRDefault="00B81817" w:rsidP="00B27196">
            <w:pPr>
              <w:pStyle w:val="TableParagraph"/>
              <w:spacing w:line="37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한글/특수기호 입력가능</w:t>
            </w:r>
          </w:p>
        </w:tc>
        <w:tc>
          <w:tcPr>
            <w:tcW w:w="709" w:type="dxa"/>
            <w:vAlign w:val="center"/>
          </w:tcPr>
          <w:p w14:paraId="61F9BA57" w14:textId="77777777" w:rsidR="00B81817" w:rsidRPr="00661CB4" w:rsidRDefault="00B81817" w:rsidP="00A00A84">
            <w:pPr>
              <w:pStyle w:val="TableParagraph"/>
              <w:rPr>
                <w:rFonts w:asciiTheme="minorHAnsi" w:eastAsiaTheme="minorHAnsi" w:hAnsiTheme="minorHAnsi"/>
                <w:sz w:val="17"/>
                <w:lang w:eastAsia="ko-KR"/>
              </w:rPr>
            </w:pPr>
          </w:p>
          <w:p w14:paraId="446E75D2" w14:textId="2DB40965" w:rsidR="00B81817" w:rsidRPr="00661CB4" w:rsidRDefault="00B81817" w:rsidP="00A00A84">
            <w:pPr>
              <w:pStyle w:val="TableParagraph"/>
              <w:spacing w:line="312" w:lineRule="exact"/>
              <w:ind w:left="87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5CAAC770" w14:textId="5835BDD4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10</w:t>
            </w:r>
          </w:p>
          <w:p w14:paraId="1EB1FE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1469F9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827439D" w14:textId="3A4C6553" w:rsidR="00B81817" w:rsidRPr="00661CB4" w:rsidRDefault="00B45CA8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canNm</w:t>
            </w:r>
          </w:p>
        </w:tc>
        <w:tc>
          <w:tcPr>
            <w:tcW w:w="1276" w:type="dxa"/>
            <w:vAlign w:val="center"/>
          </w:tcPr>
          <w:p w14:paraId="0559B614" w14:textId="63658C8B" w:rsidR="00B81817" w:rsidRPr="00661CB4" w:rsidRDefault="00B45CA8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취소자명</w:t>
            </w:r>
          </w:p>
        </w:tc>
        <w:tc>
          <w:tcPr>
            <w:tcW w:w="1843" w:type="dxa"/>
            <w:vAlign w:val="center"/>
          </w:tcPr>
          <w:p w14:paraId="5DAAE126" w14:textId="3F7283B4" w:rsidR="00B81817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[String]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 xml:space="preserve"> “</w:t>
            </w:r>
            <w:r w:rsidR="00A00A84">
              <w:rPr>
                <w:rFonts w:asciiTheme="minorHAnsi" w:eastAsiaTheme="minorHAnsi" w:hAnsiTheme="minorHAnsi" w:hint="eastAsia"/>
                <w:sz w:val="18"/>
                <w:lang w:eastAsia="ko-KR"/>
              </w:rPr>
              <w:t>홍길동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F8C5E5F" w14:textId="7B7081DF" w:rsidR="00B81817" w:rsidRPr="00661CB4" w:rsidRDefault="00A00A84" w:rsidP="00B27196">
            <w:pPr>
              <w:pStyle w:val="TableParagraph"/>
              <w:spacing w:line="26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 이름</w:t>
            </w:r>
          </w:p>
        </w:tc>
        <w:tc>
          <w:tcPr>
            <w:tcW w:w="709" w:type="dxa"/>
            <w:vAlign w:val="center"/>
          </w:tcPr>
          <w:p w14:paraId="470D4E1C" w14:textId="6ED923DB" w:rsidR="00B81817" w:rsidRPr="00661CB4" w:rsidRDefault="00B81817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14088A2" w14:textId="77777777" w:rsidR="00A00A84" w:rsidRDefault="00B45CA8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30</w:t>
            </w:r>
          </w:p>
          <w:p w14:paraId="451D69A0" w14:textId="1730794D" w:rsidR="00B81817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B</w:t>
            </w:r>
            <w:r w:rsidR="00B45CA8">
              <w:rPr>
                <w:rFonts w:asciiTheme="minorHAnsi" w:eastAsiaTheme="minorHAnsi" w:hAnsiTheme="minorHAnsi" w:hint="eastAsia"/>
                <w:sz w:val="18"/>
                <w:lang w:eastAsia="ko-KR"/>
              </w:rPr>
              <w:t>yte</w:t>
            </w:r>
          </w:p>
        </w:tc>
      </w:tr>
      <w:tr w:rsidR="00B81817" w:rsidRPr="00661CB4" w14:paraId="37CD228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0922CA0" w14:textId="5D3B45CC" w:rsidR="00B81817" w:rsidRPr="00661CB4" w:rsidRDefault="00B81817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canMsg</w:t>
            </w:r>
          </w:p>
        </w:tc>
        <w:tc>
          <w:tcPr>
            <w:tcW w:w="1276" w:type="dxa"/>
            <w:vAlign w:val="center"/>
          </w:tcPr>
          <w:p w14:paraId="42C6DD27" w14:textId="72A6CCDA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1843" w:type="dxa"/>
            <w:vAlign w:val="center"/>
          </w:tcPr>
          <w:p w14:paraId="621EF1A4" w14:textId="4A853943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85"/>
                <w:sz w:val="18"/>
              </w:rPr>
              <w:t xml:space="preserve">[String] </w:t>
            </w:r>
            <w:r w:rsidR="00A00A84">
              <w:rPr>
                <w:rFonts w:asciiTheme="minorHAnsi" w:eastAsiaTheme="minorHAnsi" w:hAnsiTheme="minorHAnsi"/>
                <w:w w:val="85"/>
                <w:sz w:val="18"/>
              </w:rPr>
              <w:t>“</w:t>
            </w:r>
            <w:r w:rsidR="00A00A84">
              <w:rPr>
                <w:rFonts w:asciiTheme="minorHAnsi" w:eastAsiaTheme="minorHAnsi" w:hAnsiTheme="minorHAnsi" w:hint="eastAsia"/>
                <w:w w:val="85"/>
                <w:sz w:val="18"/>
                <w:lang w:eastAsia="ko-KR"/>
              </w:rPr>
              <w:t>고객요청</w:t>
            </w:r>
            <w:r w:rsidR="00A00A84">
              <w:rPr>
                <w:rFonts w:asciiTheme="minorHAnsi" w:eastAsiaTheme="minorHAnsi" w:hAnsiTheme="minorHAnsi"/>
                <w:w w:val="85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5828FD90" w14:textId="53DD7057" w:rsidR="00B81817" w:rsidRPr="00661CB4" w:rsidRDefault="00B81817" w:rsidP="00B27196">
            <w:pPr>
              <w:pStyle w:val="TableParagraph"/>
              <w:spacing w:line="328" w:lineRule="exact"/>
              <w:ind w:left="103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709" w:type="dxa"/>
            <w:vAlign w:val="center"/>
          </w:tcPr>
          <w:p w14:paraId="3794671D" w14:textId="630BCCEC" w:rsidR="00B81817" w:rsidRPr="00661CB4" w:rsidRDefault="00E4288F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Yes</w:t>
            </w:r>
          </w:p>
        </w:tc>
        <w:tc>
          <w:tcPr>
            <w:tcW w:w="709" w:type="dxa"/>
            <w:vAlign w:val="center"/>
          </w:tcPr>
          <w:p w14:paraId="5344894B" w14:textId="4C5976E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sz w:val="18"/>
              </w:rPr>
              <w:t>10</w:t>
            </w:r>
            <w:r w:rsidRPr="00661CB4">
              <w:rPr>
                <w:rFonts w:asciiTheme="minorHAnsi" w:eastAsiaTheme="minorHAnsi" w:hAnsiTheme="minorHAnsi"/>
                <w:sz w:val="18"/>
              </w:rPr>
              <w:t>0</w:t>
            </w:r>
          </w:p>
          <w:p w14:paraId="0753E03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A00A84" w:rsidRPr="00661CB4" w14:paraId="2C68C991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B35822" w14:textId="0B70725B" w:rsidR="00A00A84" w:rsidRPr="00661CB4" w:rsidRDefault="00A00A84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Ip</w:t>
            </w:r>
          </w:p>
        </w:tc>
        <w:tc>
          <w:tcPr>
            <w:tcW w:w="1276" w:type="dxa"/>
            <w:vAlign w:val="center"/>
          </w:tcPr>
          <w:p w14:paraId="2248F32F" w14:textId="7F6A1126" w:rsidR="00A00A84" w:rsidRPr="00661CB4" w:rsidRDefault="00A00A84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 아이피</w:t>
            </w:r>
          </w:p>
        </w:tc>
        <w:tc>
          <w:tcPr>
            <w:tcW w:w="1843" w:type="dxa"/>
            <w:vAlign w:val="center"/>
          </w:tcPr>
          <w:p w14:paraId="63A61BF4" w14:textId="4C5FCF20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68B3D39" w14:textId="61EF0E01" w:rsidR="00A00A84" w:rsidRPr="00661CB4" w:rsidRDefault="00A00A84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취소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709" w:type="dxa"/>
            <w:vAlign w:val="center"/>
          </w:tcPr>
          <w:p w14:paraId="56B8AEE3" w14:textId="3B569C1A" w:rsidR="00A00A84" w:rsidRPr="00661CB4" w:rsidRDefault="00A00A84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61A2BFC" w14:textId="77777777" w:rsidR="00A00A84" w:rsidRPr="00661CB4" w:rsidRDefault="00A00A84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35161D24" w14:textId="77777777" w:rsidR="00A00A84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45CA8" w:rsidRPr="00661CB4" w14:paraId="524D86C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099133" w14:textId="5510827E" w:rsidR="00B45CA8" w:rsidRPr="00661CB4" w:rsidRDefault="00B45CA8" w:rsidP="00B27196">
            <w:pPr>
              <w:pStyle w:val="TableParagraph"/>
              <w:ind w:left="91" w:right="79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partCanFlg</w:t>
            </w:r>
          </w:p>
        </w:tc>
        <w:tc>
          <w:tcPr>
            <w:tcW w:w="1276" w:type="dxa"/>
            <w:vAlign w:val="center"/>
          </w:tcPr>
          <w:p w14:paraId="49141CFB" w14:textId="24490F1B" w:rsidR="00B45CA8" w:rsidRPr="00661CB4" w:rsidRDefault="00B45CA8" w:rsidP="00B27196">
            <w:pPr>
              <w:pStyle w:val="TableParagraph"/>
              <w:spacing w:line="310" w:lineRule="exact"/>
              <w:ind w:left="352" w:right="11" w:hanging="231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부분취소여부</w:t>
            </w:r>
          </w:p>
        </w:tc>
        <w:tc>
          <w:tcPr>
            <w:tcW w:w="1843" w:type="dxa"/>
            <w:vAlign w:val="center"/>
          </w:tcPr>
          <w:p w14:paraId="23A89FA7" w14:textId="3FCF325F" w:rsidR="00B45CA8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”</w:t>
            </w:r>
            <w:r w:rsidR="00A00A84">
              <w:rPr>
                <w:rFonts w:asciiTheme="minorHAnsi" w:eastAsiaTheme="minorHAnsi" w:hAnsiTheme="minorHAnsi"/>
                <w:w w:val="95"/>
                <w:sz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170194AD" w14:textId="1C3811AF" w:rsidR="00B45CA8" w:rsidRPr="00661CB4" w:rsidRDefault="00B45CA8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0:전체취소,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</w:t>
            </w:r>
          </w:p>
        </w:tc>
        <w:tc>
          <w:tcPr>
            <w:tcW w:w="709" w:type="dxa"/>
            <w:vAlign w:val="center"/>
          </w:tcPr>
          <w:p w14:paraId="32B15D82" w14:textId="7C0729FA" w:rsidR="00B45CA8" w:rsidRPr="00661CB4" w:rsidRDefault="00B45CA8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3A13F965" w14:textId="77777777" w:rsidR="00B45CA8" w:rsidRPr="00661CB4" w:rsidRDefault="00B45CA8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6012F4FD" w14:textId="2B53719B" w:rsidR="00B45CA8" w:rsidRPr="00661CB4" w:rsidRDefault="00B45CA8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E4288F" w:rsidRPr="00661CB4" w14:paraId="25D682D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B7F6339" w14:textId="75BF0A7F" w:rsidR="00E4288F" w:rsidRPr="00661CB4" w:rsidRDefault="00E4288F" w:rsidP="00E4288F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notiUrl</w:t>
            </w:r>
          </w:p>
        </w:tc>
        <w:tc>
          <w:tcPr>
            <w:tcW w:w="1276" w:type="dxa"/>
            <w:vAlign w:val="center"/>
          </w:tcPr>
          <w:p w14:paraId="7F392045" w14:textId="296A877F" w:rsidR="00E4288F" w:rsidRPr="00661CB4" w:rsidRDefault="00E4288F" w:rsidP="00E4288F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Url </w:t>
            </w:r>
          </w:p>
        </w:tc>
        <w:tc>
          <w:tcPr>
            <w:tcW w:w="1843" w:type="dxa"/>
            <w:vAlign w:val="center"/>
          </w:tcPr>
          <w:p w14:paraId="4ABA3748" w14:textId="1176C749" w:rsidR="00E4288F" w:rsidRPr="00661CB4" w:rsidRDefault="00E4288F" w:rsidP="00E4288F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3118" w:type="dxa"/>
            <w:vAlign w:val="center"/>
          </w:tcPr>
          <w:p w14:paraId="2F2274B4" w14:textId="5481C5CF" w:rsidR="00E4288F" w:rsidRPr="00661CB4" w:rsidRDefault="00E4288F" w:rsidP="00E4288F">
            <w:pPr>
              <w:pStyle w:val="TableParagraph"/>
              <w:spacing w:line="196" w:lineRule="auto"/>
              <w:ind w:left="103" w:right="51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결체 취소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요청을 해서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Back으로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결과를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받을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URL</w:t>
            </w:r>
          </w:p>
        </w:tc>
        <w:tc>
          <w:tcPr>
            <w:tcW w:w="709" w:type="dxa"/>
            <w:vAlign w:val="center"/>
          </w:tcPr>
          <w:p w14:paraId="6958DC2F" w14:textId="56C15C44" w:rsidR="00E4288F" w:rsidRPr="00661CB4" w:rsidRDefault="00E4288F" w:rsidP="00E4288F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5ACEB95" w14:textId="32B07BA6" w:rsidR="00E4288F" w:rsidRPr="00661CB4" w:rsidRDefault="00E4288F" w:rsidP="00E4288F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A00A84" w:rsidRPr="00661CB4" w14:paraId="7CF0398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54F8A56" w14:textId="50FD4E30" w:rsidR="00A00A8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encData</w:t>
            </w:r>
          </w:p>
        </w:tc>
        <w:tc>
          <w:tcPr>
            <w:tcW w:w="1276" w:type="dxa"/>
            <w:vAlign w:val="center"/>
          </w:tcPr>
          <w:p w14:paraId="477ACD66" w14:textId="77777777" w:rsidR="00A00A8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해시String</w:t>
            </w:r>
          </w:p>
        </w:tc>
        <w:tc>
          <w:tcPr>
            <w:tcW w:w="1843" w:type="dxa"/>
            <w:vAlign w:val="center"/>
          </w:tcPr>
          <w:p w14:paraId="4D2698D2" w14:textId="73882ECE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 xml:space="preserve">[String] 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“”</w:t>
            </w:r>
          </w:p>
        </w:tc>
        <w:tc>
          <w:tcPr>
            <w:tcW w:w="3118" w:type="dxa"/>
            <w:vAlign w:val="center"/>
          </w:tcPr>
          <w:p w14:paraId="5CC1972A" w14:textId="77777777" w:rsidR="00A00A84" w:rsidRDefault="00A00A84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D10F29" w14:textId="77777777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es</w:t>
            </w:r>
          </w:p>
        </w:tc>
        <w:tc>
          <w:tcPr>
            <w:tcW w:w="709" w:type="dxa"/>
            <w:vAlign w:val="center"/>
          </w:tcPr>
          <w:p w14:paraId="69ECB5D1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256</w:t>
            </w:r>
          </w:p>
          <w:p w14:paraId="343F56C3" w14:textId="6CF28132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470C9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6E88B5A" w14:textId="43596F94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ediDate</w:t>
            </w:r>
          </w:p>
        </w:tc>
        <w:tc>
          <w:tcPr>
            <w:tcW w:w="1276" w:type="dxa"/>
            <w:vAlign w:val="center"/>
          </w:tcPr>
          <w:p w14:paraId="7BDEA39F" w14:textId="228F7C97" w:rsidR="00A00A84" w:rsidRPr="00661CB4" w:rsidRDefault="00A00A84" w:rsidP="00A00A84">
            <w:pPr>
              <w:pStyle w:val="TableParagraph"/>
              <w:ind w:left="75" w:right="64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</w:t>
            </w:r>
          </w:p>
        </w:tc>
        <w:tc>
          <w:tcPr>
            <w:tcW w:w="1843" w:type="dxa"/>
            <w:vAlign w:val="center"/>
          </w:tcPr>
          <w:p w14:paraId="260CC717" w14:textId="43C79A9B" w:rsidR="00A00A84" w:rsidRPr="00A00A8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 xml:space="preserve"> “20210324121212”</w:t>
            </w:r>
          </w:p>
        </w:tc>
        <w:tc>
          <w:tcPr>
            <w:tcW w:w="3118" w:type="dxa"/>
            <w:vAlign w:val="center"/>
          </w:tcPr>
          <w:p w14:paraId="20B18811" w14:textId="3D64F3E8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전문요청일시(yyyymmddhhmmss)</w:t>
            </w:r>
          </w:p>
        </w:tc>
        <w:tc>
          <w:tcPr>
            <w:tcW w:w="709" w:type="dxa"/>
            <w:vAlign w:val="center"/>
          </w:tcPr>
          <w:p w14:paraId="695C71C0" w14:textId="1919601A" w:rsidR="00A00A84" w:rsidRPr="00661CB4" w:rsidRDefault="00A00A84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65192B8A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14</w:t>
            </w:r>
          </w:p>
          <w:p w14:paraId="710B956F" w14:textId="0C1D1924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7F5290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E3F013C" w14:textId="66FDEF5B" w:rsidR="00A00A84" w:rsidRPr="00661CB4" w:rsidRDefault="00A00A84" w:rsidP="00A00A84">
            <w:pPr>
              <w:pStyle w:val="TableParagraph"/>
              <w:ind w:left="91" w:right="8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276" w:type="dxa"/>
            <w:vAlign w:val="center"/>
          </w:tcPr>
          <w:p w14:paraId="521F4B43" w14:textId="0D90939F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1843" w:type="dxa"/>
            <w:vAlign w:val="center"/>
          </w:tcPr>
          <w:p w14:paraId="15973BE8" w14:textId="15486ECF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C5EA560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5E202B4" w14:textId="25FB19EF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2A8EA1E9" w14:textId="75AB6580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EB7596D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CE63E69" w14:textId="2AEE62A5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63E674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A7C977" w14:textId="5C64AC1F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276" w:type="dxa"/>
            <w:vAlign w:val="center"/>
          </w:tcPr>
          <w:p w14:paraId="1AE8938E" w14:textId="3CFC12B8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1843" w:type="dxa"/>
            <w:vAlign w:val="center"/>
          </w:tcPr>
          <w:p w14:paraId="67716056" w14:textId="384A7612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5D11B80A" w14:textId="77777777" w:rsidR="00A00A84" w:rsidRPr="00D06059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0389B476" w14:textId="0BCE44F5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4DCD7F3" w14:textId="00E77B26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B0A4574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7557140" w14:textId="74172FAF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09C2F6C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5E459F6" w14:textId="1C210A26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276" w:type="dxa"/>
            <w:vAlign w:val="center"/>
          </w:tcPr>
          <w:p w14:paraId="345C0C6F" w14:textId="1D9B355F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 봉사료</w:t>
            </w:r>
          </w:p>
        </w:tc>
        <w:tc>
          <w:tcPr>
            <w:tcW w:w="1843" w:type="dxa"/>
            <w:vAlign w:val="center"/>
          </w:tcPr>
          <w:p w14:paraId="4A55BE8A" w14:textId="75B60A8B" w:rsidR="00A00A84" w:rsidRPr="007259DA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5FBDB09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67B8128" w14:textId="2A0E9321" w:rsidR="00A00A84" w:rsidRPr="007259DA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B16D13E" w14:textId="4B61C5A0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28476B" w14:textId="5E865ACB" w:rsidR="00A00A84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15661F14" w14:textId="69487703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254C76E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3E495D5" w14:textId="693ADAC5" w:rsidR="00A00A84" w:rsidRDefault="00A00A84" w:rsidP="00B2719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charset</w:t>
            </w:r>
          </w:p>
        </w:tc>
        <w:tc>
          <w:tcPr>
            <w:tcW w:w="1276" w:type="dxa"/>
            <w:vAlign w:val="center"/>
          </w:tcPr>
          <w:p w14:paraId="6354E491" w14:textId="11E7B1B4" w:rsidR="00A00A8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1843" w:type="dxa"/>
            <w:vAlign w:val="center"/>
          </w:tcPr>
          <w:p w14:paraId="4AD186DC" w14:textId="4F14E75C" w:rsidR="00A00A84" w:rsidRPr="00661CB4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“UTF-8”</w:t>
            </w:r>
          </w:p>
        </w:tc>
        <w:tc>
          <w:tcPr>
            <w:tcW w:w="3118" w:type="dxa"/>
            <w:vAlign w:val="center"/>
          </w:tcPr>
          <w:p w14:paraId="632F8D3F" w14:textId="09AB95C1" w:rsidR="00A00A84" w:rsidRPr="00661CB4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709" w:type="dxa"/>
            <w:vAlign w:val="center"/>
          </w:tcPr>
          <w:p w14:paraId="324A963C" w14:textId="4B6C031F" w:rsidR="00A00A84" w:rsidRPr="00661CB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E539F04" w14:textId="2793E7E2" w:rsidR="00A00A84" w:rsidRDefault="0031420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6</w:t>
            </w:r>
          </w:p>
          <w:p w14:paraId="7272484C" w14:textId="601D48FF" w:rsidR="00A00A84" w:rsidRDefault="00A00A8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</w:tbl>
    <w:p w14:paraId="291C9A07" w14:textId="77777777" w:rsidR="00E14F94" w:rsidRDefault="00E14F94" w:rsidP="00B81817">
      <w:pPr>
        <w:ind w:leftChars="210" w:left="1140"/>
      </w:pPr>
    </w:p>
    <w:p w14:paraId="4992C35C" w14:textId="77777777" w:rsidR="00E14F94" w:rsidRDefault="00E14F94" w:rsidP="00B81817">
      <w:pPr>
        <w:ind w:leftChars="210" w:left="1140"/>
      </w:pPr>
    </w:p>
    <w:p w14:paraId="054495B4" w14:textId="77777777" w:rsidR="00E14F94" w:rsidRDefault="00E14F94" w:rsidP="00B81817">
      <w:pPr>
        <w:ind w:leftChars="210" w:left="1140"/>
      </w:pPr>
    </w:p>
    <w:p w14:paraId="4AC8DD07" w14:textId="77777777" w:rsidR="00E14F94" w:rsidRDefault="00E14F94" w:rsidP="00B81817">
      <w:pPr>
        <w:ind w:leftChars="210" w:left="1140"/>
      </w:pPr>
    </w:p>
    <w:p w14:paraId="78BEDB26" w14:textId="332FC5ED" w:rsidR="00B81817" w:rsidRPr="00661CB4" w:rsidRDefault="00B81817" w:rsidP="00B81817">
      <w:pPr>
        <w:ind w:leftChars="210" w:left="1140"/>
      </w:pPr>
      <w:r w:rsidRPr="00661CB4">
        <w:rPr>
          <w:rFonts w:hint="eastAsia"/>
        </w:rPr>
        <w:t>3.</w:t>
      </w:r>
      <w:r w:rsidR="00F412B2">
        <w:t>2</w:t>
      </w:r>
      <w:r w:rsidRPr="00661CB4">
        <w:rPr>
          <w:rFonts w:hint="eastAsia"/>
        </w:rPr>
        <w:t>.2</w:t>
      </w:r>
      <w:r w:rsidRPr="00661CB4">
        <w:rPr>
          <w:rFonts w:hint="eastAsia"/>
        </w:rPr>
        <w:tab/>
      </w:r>
      <w:r w:rsidR="005372E9">
        <w:rPr>
          <w:rFonts w:hint="eastAsia"/>
        </w:rPr>
        <w:t>결제취소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</w:t>
      </w:r>
      <w:r w:rsidR="005372E9">
        <w:rPr>
          <w:rFonts w:hint="eastAsia"/>
        </w:rPr>
        <w:t>취소</w:t>
      </w:r>
      <w:r w:rsidRPr="00661CB4">
        <w:rPr>
          <w:rFonts w:hint="eastAsia"/>
        </w:rPr>
        <w:t>완료</w:t>
      </w:r>
      <w:r w:rsidRPr="00661CB4">
        <w:rPr>
          <w:rFonts w:hint="eastAsia"/>
        </w:rPr>
        <w:t>)</w:t>
      </w:r>
    </w:p>
    <w:p w14:paraId="4CEA27FB" w14:textId="2F591A14" w:rsidR="00B81817" w:rsidRDefault="00B81817" w:rsidP="00B8181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</w:t>
      </w:r>
      <w:r w:rsidR="00C07065">
        <w:rPr>
          <w:rFonts w:asciiTheme="minorHAnsi" w:eastAsiaTheme="minorHAnsi" w:hAnsiTheme="minorHAnsi" w:hint="eastAsia"/>
        </w:rPr>
        <w:t xml:space="preserve"> 취소가</w:t>
      </w:r>
      <w:r w:rsidRPr="00661CB4">
        <w:rPr>
          <w:rFonts w:asciiTheme="minorHAnsi" w:eastAsiaTheme="minorHAnsi" w:hAnsiTheme="minorHAnsi" w:hint="eastAsia"/>
        </w:rPr>
        <w:t xml:space="preserve"> 완료되면 결과를 가맹점으로  전달  합니다.  </w:t>
      </w:r>
      <w:r w:rsidR="00C07065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결과 데이터 필드는 아래와 같습니다.</w:t>
      </w:r>
    </w:p>
    <w:p w14:paraId="4E0CA6AB" w14:textId="35D5C9E9" w:rsidR="00B81817" w:rsidRPr="003A6230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372E9">
        <w:rPr>
          <w:rFonts w:asciiTheme="minorHAnsi" w:eastAsiaTheme="minorHAnsi" w:hAnsiTheme="minorHAnsi" w:hint="eastAsia"/>
          <w:lang w:eastAsia="ko-KR"/>
        </w:rPr>
        <w:t xml:space="preserve">결제취소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686"/>
        <w:gridCol w:w="2126"/>
      </w:tblGrid>
      <w:tr w:rsidR="00CA1B00" w14:paraId="52D84468" w14:textId="77777777" w:rsidTr="00CA1B00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662C9D5" w14:textId="77777777" w:rsidR="00CA1B00" w:rsidRPr="00661CB4" w:rsidRDefault="00CA1B00" w:rsidP="008E4458">
            <w:pPr>
              <w:pStyle w:val="TableParagraph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E5D6CF" w14:textId="77777777" w:rsidR="00CA1B00" w:rsidRPr="00661CB4" w:rsidRDefault="00CA1B00" w:rsidP="008E4458">
            <w:pPr>
              <w:pStyle w:val="TableParagraph"/>
              <w:ind w:left="49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한글명칭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5C892879" w14:textId="77777777" w:rsidR="00CA1B00" w:rsidRPr="00661CB4" w:rsidRDefault="00CA1B00" w:rsidP="008E4458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4E290C3" w14:textId="77777777" w:rsidR="00CA1B00" w:rsidRPr="00661CB4" w:rsidRDefault="00CA1B00" w:rsidP="008E4458">
            <w:pPr>
              <w:pStyle w:val="TableParagraph"/>
              <w:spacing w:line="312" w:lineRule="exact"/>
              <w:ind w:left="514" w:right="488" w:firstLine="64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(최대)</w:t>
            </w:r>
          </w:p>
        </w:tc>
      </w:tr>
      <w:tr w:rsidR="00CA1B00" w14:paraId="42C8CCD6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DC53321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14761A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결과코드</w:t>
            </w:r>
          </w:p>
        </w:tc>
        <w:tc>
          <w:tcPr>
            <w:tcW w:w="3686" w:type="dxa"/>
            <w:vAlign w:val="center"/>
          </w:tcPr>
          <w:p w14:paraId="599CFFAD" w14:textId="0AFFA86B" w:rsidR="00CA1B00" w:rsidRPr="00661CB4" w:rsidRDefault="001B51C7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0000 : 정상, 기타 : 실패</w:t>
            </w:r>
          </w:p>
        </w:tc>
        <w:tc>
          <w:tcPr>
            <w:tcW w:w="2126" w:type="dxa"/>
            <w:vAlign w:val="center"/>
          </w:tcPr>
          <w:p w14:paraId="770981E3" w14:textId="0F7A4095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4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0A8659A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C6712D2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0949DD68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결과메세지</w:t>
            </w:r>
          </w:p>
        </w:tc>
        <w:tc>
          <w:tcPr>
            <w:tcW w:w="3686" w:type="dxa"/>
            <w:vAlign w:val="center"/>
          </w:tcPr>
          <w:p w14:paraId="5CA2C7ED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  <w:tc>
          <w:tcPr>
            <w:tcW w:w="2126" w:type="dxa"/>
            <w:vAlign w:val="center"/>
          </w:tcPr>
          <w:p w14:paraId="6BDCA3D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100 Byte</w:t>
            </w:r>
          </w:p>
        </w:tc>
      </w:tr>
      <w:tr w:rsidR="00CA1B00" w14:paraId="42151A07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F2A40E5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73087A3D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지불수단</w:t>
            </w:r>
          </w:p>
        </w:tc>
        <w:tc>
          <w:tcPr>
            <w:tcW w:w="3686" w:type="dxa"/>
            <w:vAlign w:val="center"/>
          </w:tcPr>
          <w:p w14:paraId="53437609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 방법</w:t>
            </w:r>
          </w:p>
        </w:tc>
        <w:tc>
          <w:tcPr>
            <w:tcW w:w="2126" w:type="dxa"/>
            <w:vAlign w:val="center"/>
          </w:tcPr>
          <w:p w14:paraId="5E140BC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 Byte</w:t>
            </w:r>
          </w:p>
        </w:tc>
      </w:tr>
      <w:tr w:rsidR="00CA1B00" w14:paraId="7B87230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E94499F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59D932C0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5B2BCD91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A7A291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2348704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0A57D548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669DE9DF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3686" w:type="dxa"/>
            <w:vAlign w:val="center"/>
          </w:tcPr>
          <w:p w14:paraId="5745FFA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2126" w:type="dxa"/>
            <w:vAlign w:val="center"/>
          </w:tcPr>
          <w:p w14:paraId="336E23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14 Byte</w:t>
            </w:r>
          </w:p>
        </w:tc>
      </w:tr>
      <w:tr w:rsidR="00CA1B00" w14:paraId="43FD8834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D093CF3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5673FD3C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3686" w:type="dxa"/>
            <w:vAlign w:val="center"/>
          </w:tcPr>
          <w:p w14:paraId="75ED1DFA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2126" w:type="dxa"/>
            <w:vAlign w:val="center"/>
          </w:tcPr>
          <w:p w14:paraId="24A40917" w14:textId="6F01442E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20 B</w:t>
            </w: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y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te</w:t>
            </w:r>
          </w:p>
        </w:tc>
      </w:tr>
      <w:tr w:rsidR="00CA1B00" w14:paraId="6E1B13DE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05F0C5A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0969D441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3686" w:type="dxa"/>
            <w:vAlign w:val="center"/>
          </w:tcPr>
          <w:p w14:paraId="7BA0E21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2126" w:type="dxa"/>
            <w:vAlign w:val="center"/>
          </w:tcPr>
          <w:p w14:paraId="660F2569" w14:textId="61B60C4D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40 Byte</w:t>
            </w:r>
          </w:p>
        </w:tc>
      </w:tr>
      <w:tr w:rsidR="00CA1B00" w14:paraId="65A2B939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193CD913" w14:textId="77777777" w:rsidR="00CA1B00" w:rsidRPr="00661CB4" w:rsidRDefault="00CA1B00" w:rsidP="008E4458">
            <w:pPr>
              <w:pStyle w:val="TableParagraph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4E605D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거래금액</w:t>
            </w:r>
          </w:p>
        </w:tc>
        <w:tc>
          <w:tcPr>
            <w:tcW w:w="3686" w:type="dxa"/>
            <w:vAlign w:val="center"/>
          </w:tcPr>
          <w:p w14:paraId="745D7527" w14:textId="77777777" w:rsidR="00CA1B00" w:rsidRPr="00661CB4" w:rsidRDefault="00CA1B00" w:rsidP="008E4458">
            <w:pPr>
              <w:pStyle w:val="TableParagraph"/>
              <w:spacing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  <w:tc>
          <w:tcPr>
            <w:tcW w:w="2126" w:type="dxa"/>
            <w:vAlign w:val="center"/>
          </w:tcPr>
          <w:p w14:paraId="40645F24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15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7526482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403170E" w14:textId="77777777" w:rsidR="00CA1B00" w:rsidRPr="00661CB4" w:rsidRDefault="00CA1B00" w:rsidP="008E4458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15984DEE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취소여부</w:t>
            </w:r>
          </w:p>
        </w:tc>
        <w:tc>
          <w:tcPr>
            <w:tcW w:w="3686" w:type="dxa"/>
            <w:vAlign w:val="center"/>
          </w:tcPr>
          <w:p w14:paraId="00C4B4F6" w14:textId="77777777" w:rsidR="00CA1B00" w:rsidRPr="00661CB4" w:rsidRDefault="00CA1B00" w:rsidP="008E4458">
            <w:pPr>
              <w:pStyle w:val="TableParagraph"/>
              <w:spacing w:line="368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 취소 여부</w:t>
            </w:r>
          </w:p>
        </w:tc>
        <w:tc>
          <w:tcPr>
            <w:tcW w:w="2126" w:type="dxa"/>
            <w:vAlign w:val="center"/>
          </w:tcPr>
          <w:p w14:paraId="155EE93B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 Byte</w:t>
            </w:r>
          </w:p>
        </w:tc>
      </w:tr>
      <w:tr w:rsidR="00CA1B00" w14:paraId="1EEC03D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3243B67" w14:textId="4191819A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  <w:vAlign w:val="center"/>
          </w:tcPr>
          <w:p w14:paraId="4007B33D" w14:textId="0625D1FB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35BD3C05" w14:textId="73F54646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7B4674F" w14:textId="2395DF32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3776CC3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05987C8" w14:textId="47A04D1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65BAFBEA" w14:textId="6BB95F16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686" w:type="dxa"/>
            <w:vAlign w:val="center"/>
          </w:tcPr>
          <w:p w14:paraId="4B802833" w14:textId="4181CDFF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2126" w:type="dxa"/>
            <w:vAlign w:val="center"/>
          </w:tcPr>
          <w:p w14:paraId="0E92F968" w14:textId="2BC884FB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CA1B00" w14:paraId="751FBE4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E61B94A" w14:textId="46A266C0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360E3469" w14:textId="5F4CBE39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686" w:type="dxa"/>
            <w:vAlign w:val="center"/>
          </w:tcPr>
          <w:p w14:paraId="68BCB291" w14:textId="1E2A6ED2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2126" w:type="dxa"/>
            <w:vAlign w:val="center"/>
          </w:tcPr>
          <w:p w14:paraId="2A1B51D9" w14:textId="5CEA2728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CA1B00" w14:paraId="2B633BA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570FB8C" w14:textId="1DED249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7A6EF097" w14:textId="2DA08BE5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686" w:type="dxa"/>
            <w:vAlign w:val="center"/>
          </w:tcPr>
          <w:p w14:paraId="5623215F" w14:textId="03239308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2126" w:type="dxa"/>
            <w:vAlign w:val="center"/>
          </w:tcPr>
          <w:p w14:paraId="1CC42244" w14:textId="06CC4E49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4ADF13D8" w14:textId="61C1AC83" w:rsidR="00B81817" w:rsidRPr="00661CB4" w:rsidRDefault="00B81817" w:rsidP="00B81817">
      <w:pPr>
        <w:ind w:left="0" w:firstLine="0"/>
        <w:rPr>
          <w:rFonts w:asciiTheme="minorHAnsi" w:eastAsiaTheme="minorHAnsi" w:hAnsiTheme="minorHAnsi"/>
        </w:rPr>
      </w:pPr>
    </w:p>
    <w:p w14:paraId="6B0922D4" w14:textId="745045B1" w:rsidR="00B81817" w:rsidRPr="00661CB4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취소</w:t>
      </w:r>
      <w:r w:rsidR="00B81817" w:rsidRPr="00661CB4">
        <w:rPr>
          <w:rFonts w:asciiTheme="minorHAnsi" w:eastAsiaTheme="minorHAnsi" w:hAnsiTheme="minorHAnsi" w:hint="eastAsia"/>
        </w:rPr>
        <w:t xml:space="preserve">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="00B81817" w:rsidRPr="00661CB4">
        <w:rPr>
          <w:rFonts w:asciiTheme="minorHAnsi" w:eastAsiaTheme="minorHAnsi" w:hAnsiTheme="minorHAnsi" w:hint="eastAsia"/>
        </w:rPr>
        <w:t xml:space="preserve">후 </w:t>
      </w:r>
      <w:r>
        <w:rPr>
          <w:rFonts w:asciiTheme="minorHAnsi" w:eastAsiaTheme="minorHAnsi" w:hAnsiTheme="minorHAnsi" w:hint="eastAsia"/>
        </w:rPr>
        <w:t>취소</w:t>
      </w:r>
      <w:r w:rsidR="00B81817" w:rsidRPr="00661CB4">
        <w:rPr>
          <w:rFonts w:asciiTheme="minorHAnsi" w:eastAsiaTheme="minorHAnsi" w:hAnsiTheme="minorHAnsi" w:hint="eastAsia"/>
        </w:rPr>
        <w:t>결과(responseBody)를 받아 내부처리(DB 저장 등) 하시기 바랍니다.</w:t>
      </w:r>
    </w:p>
    <w:p w14:paraId="588A054B" w14:textId="77777777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50EA4F17" w14:textId="66769FEE" w:rsidR="00B81817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결제취소</w:t>
      </w:r>
      <w:r w:rsidR="00B81817" w:rsidRPr="00661CB4">
        <w:rPr>
          <w:rFonts w:asciiTheme="minorHAnsi" w:eastAsiaTheme="minorHAnsi" w:hAnsiTheme="minorHAnsi" w:hint="eastAsia"/>
        </w:rPr>
        <w:t>에 실패하였을 경우 실패시 전달되는 데이터만 전송됩니다.</w:t>
      </w:r>
      <w:r w:rsidR="00B81817" w:rsidRPr="00661CB4">
        <w:rPr>
          <w:rFonts w:asciiTheme="minorHAnsi" w:eastAsiaTheme="minorHAnsi" w:hAnsiTheme="minorHAnsi"/>
        </w:rPr>
        <w:t xml:space="preserve"> </w:t>
      </w:r>
    </w:p>
    <w:p w14:paraId="53006399" w14:textId="44C8EC3C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6B1BA17F" w14:textId="1132A44C" w:rsidR="00A806C9" w:rsidRDefault="00A806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0E001386" w14:textId="3BCF4C59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7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암호화</w:t>
      </w:r>
    </w:p>
    <w:p w14:paraId="33F9C4BC" w14:textId="61F2794A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승인 시 암호화 구성</w:t>
      </w:r>
    </w:p>
    <w:p w14:paraId="0FFD3DF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005FCD8F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013EBBC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5EB721C7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3297B0A1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B52229F" w14:textId="77777777" w:rsidTr="00731894">
        <w:trPr>
          <w:trHeight w:val="462"/>
        </w:trPr>
        <w:tc>
          <w:tcPr>
            <w:tcW w:w="1417" w:type="dxa"/>
          </w:tcPr>
          <w:p w14:paraId="765D9BD8" w14:textId="593801D0" w:rsidR="00E56A46" w:rsidRPr="00661CB4" w:rsidRDefault="008E4458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030B6D1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67E22FD6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49071BFB" w14:textId="77777777" w:rsidR="00E56A46" w:rsidRPr="00921D6A" w:rsidRDefault="00E56A46" w:rsidP="00E56A46">
      <w:pPr>
        <w:rPr>
          <w:lang w:bidi="x-none"/>
        </w:rPr>
      </w:pPr>
    </w:p>
    <w:p w14:paraId="30C94D84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22E5235" w14:textId="77777777" w:rsidTr="00731894">
        <w:trPr>
          <w:trHeight w:val="1338"/>
        </w:trPr>
        <w:tc>
          <w:tcPr>
            <w:tcW w:w="8930" w:type="dxa"/>
          </w:tcPr>
          <w:p w14:paraId="35AF98EB" w14:textId="594D1138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m”;</w:t>
            </w:r>
          </w:p>
          <w:p w14:paraId="2C8A52A7" w14:textId="09353084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1919DFE" w14:textId="4BF76EA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A67047F" w14:textId="59110D5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3D245334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3598CE47" w14:textId="2353EB8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0614A1FC" w14:textId="77777777" w:rsidR="00E56A46" w:rsidRPr="001D4507" w:rsidRDefault="00E56A46" w:rsidP="00E56A46">
      <w:pPr>
        <w:rPr>
          <w:lang w:bidi="x-none"/>
        </w:rPr>
      </w:pPr>
    </w:p>
    <w:p w14:paraId="1831E53E" w14:textId="77777777" w:rsidR="00E56A46" w:rsidRPr="00B57ECB" w:rsidRDefault="00E56A46" w:rsidP="00E56A46">
      <w:pPr>
        <w:rPr>
          <w:lang w:bidi="x-none"/>
        </w:rPr>
      </w:pPr>
    </w:p>
    <w:p w14:paraId="392847AA" w14:textId="3C74AD7D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취소 시 암호화 구성</w:t>
      </w:r>
    </w:p>
    <w:p w14:paraId="59520EB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111C7E62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3C0B40A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16BCD72F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6597F19A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1C3CD82" w14:textId="77777777" w:rsidTr="00731894">
        <w:trPr>
          <w:trHeight w:val="462"/>
        </w:trPr>
        <w:tc>
          <w:tcPr>
            <w:tcW w:w="1417" w:type="dxa"/>
          </w:tcPr>
          <w:p w14:paraId="0D293C7D" w14:textId="2D924AF4" w:rsidR="00E56A46" w:rsidRPr="00661CB4" w:rsidRDefault="00E56A46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2023472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29A2B343" w14:textId="3D778C60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</w:t>
            </w:r>
            <w:r w:rsidR="000951F9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2FAFDF9A" w14:textId="77777777" w:rsidR="00E56A46" w:rsidRPr="00921D6A" w:rsidRDefault="00E56A46" w:rsidP="00E56A46">
      <w:pPr>
        <w:rPr>
          <w:lang w:bidi="x-none"/>
        </w:rPr>
      </w:pPr>
    </w:p>
    <w:p w14:paraId="0921D597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68E708C" w14:textId="77777777" w:rsidTr="00731894">
        <w:trPr>
          <w:trHeight w:val="1338"/>
        </w:trPr>
        <w:tc>
          <w:tcPr>
            <w:tcW w:w="8930" w:type="dxa"/>
          </w:tcPr>
          <w:p w14:paraId="720BAFA2" w14:textId="023B772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455DD961" w14:textId="13FAAED0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3C693E12" w14:textId="765F2AF9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String </w:t>
            </w:r>
            <w:r w:rsidR="000951F9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2C7F1E98" w14:textId="636ED4F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23C56FD5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68600436" w14:textId="6B7394FA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61807809" w14:textId="77777777" w:rsidR="00E56A46" w:rsidRPr="001D4507" w:rsidRDefault="00E56A46" w:rsidP="00E56A4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65B92BC3" w14:textId="77777777" w:rsidR="001D4507" w:rsidRDefault="001D4507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79C5FCE4" w14:textId="680011D6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8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p w14:paraId="3B83B8D4" w14:textId="3A144AC1" w:rsidR="00E56A46" w:rsidRDefault="00E56A46" w:rsidP="0079786A">
      <w:pPr>
        <w:pStyle w:val="ab"/>
        <w:numPr>
          <w:ilvl w:val="1"/>
          <w:numId w:val="28"/>
        </w:numPr>
        <w:rPr>
          <w:lang w:bidi="x-none"/>
        </w:rPr>
      </w:pPr>
      <w:r>
        <w:rPr>
          <w:rFonts w:hint="eastAsia"/>
          <w:lang w:bidi="x-none"/>
        </w:rPr>
        <w:t>주의사항</w:t>
      </w:r>
    </w:p>
    <w:p w14:paraId="47567C8D" w14:textId="41B07CA6" w:rsidR="00E56A46" w:rsidRDefault="00E56A46" w:rsidP="0079786A">
      <w:pPr>
        <w:pStyle w:val="a5"/>
        <w:numPr>
          <w:ilvl w:val="0"/>
          <w:numId w:val="5"/>
        </w:numPr>
        <w:ind w:leftChars="0"/>
        <w:rPr>
          <w:lang w:bidi="x-none"/>
        </w:rPr>
      </w:pPr>
      <w:r>
        <w:rPr>
          <w:rFonts w:hint="eastAsia"/>
          <w:lang w:bidi="x-none"/>
        </w:rPr>
        <w:t>제공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기재되어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않은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그대로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전달하고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해당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사항에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포함되는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건은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개인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정보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있으며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사용자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결제자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카드사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직접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시</w:t>
      </w:r>
      <w:r w:rsidRPr="00E4288F">
        <w:rPr>
          <w:rFonts w:hint="eastAsia"/>
          <w:lang w:bidi="x-none"/>
        </w:rPr>
        <w:t>,</w:t>
      </w:r>
      <w:r w:rsidRPr="00E4288F">
        <w:rPr>
          <w:lang w:bidi="x-none"/>
        </w:rPr>
        <w:t xml:space="preserve"> </w:t>
      </w:r>
      <w:r w:rsidR="005C0AB0">
        <w:rPr>
          <w:rFonts w:ascii="Consolas" w:eastAsia="바탕체" w:hAnsi="Consolas" w:cs="Consolas"/>
        </w:rPr>
        <w:t>help@</w:t>
      </w:r>
      <w:r w:rsidR="00CA1B00">
        <w:rPr>
          <w:rFonts w:ascii="Consolas" w:eastAsia="바탕체" w:hAnsi="Consolas" w:cs="Consolas"/>
        </w:rPr>
        <w:t>wayup</w:t>
      </w:r>
      <w:r w:rsidR="005C0AB0">
        <w:rPr>
          <w:rFonts w:ascii="Consolas" w:eastAsia="바탕체" w:hAnsi="Consolas" w:cs="Consolas"/>
        </w:rPr>
        <w:t>.co.kr</w:t>
      </w:r>
      <w:r w:rsidRPr="00E4288F">
        <w:rPr>
          <w:lang w:bidi="x-none"/>
        </w:rPr>
        <w:t xml:space="preserve"> </w:t>
      </w:r>
      <w:r>
        <w:rPr>
          <w:rFonts w:hint="eastAsia"/>
          <w:lang w:bidi="x-none"/>
        </w:rPr>
        <w:t>로</w:t>
      </w:r>
      <w:r>
        <w:rPr>
          <w:lang w:bidi="x-none"/>
        </w:rPr>
        <w:t xml:space="preserve"> TID, ordNo, MID, ediDate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바랍니다</w:t>
      </w:r>
      <w:r>
        <w:rPr>
          <w:rFonts w:hint="eastAsia"/>
          <w:lang w:bidi="x-none"/>
        </w:rPr>
        <w:t>.</w:t>
      </w:r>
    </w:p>
    <w:p w14:paraId="5FC3FD83" w14:textId="77777777" w:rsidR="00E56A46" w:rsidRPr="005C0AB0" w:rsidRDefault="00E56A46" w:rsidP="00E56A46">
      <w:pPr>
        <w:pStyle w:val="a5"/>
        <w:ind w:leftChars="0" w:left="1560" w:firstLine="0"/>
        <w:rPr>
          <w:lang w:bidi="x-none"/>
        </w:rPr>
      </w:pPr>
    </w:p>
    <w:p w14:paraId="7CE17549" w14:textId="171A8CC5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카드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705D6488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1A26224A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9E6AEB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31C97F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339726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836040" w14:textId="77777777" w:rsidR="005A63B2" w:rsidRDefault="005A63B2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6C8DF3AC" w14:textId="77777777" w:rsidR="005A63B2" w:rsidRDefault="005A63B2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43FE3EE2" w14:textId="086A2EB1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3001</w:t>
            </w:r>
          </w:p>
        </w:tc>
        <w:tc>
          <w:tcPr>
            <w:tcW w:w="7203" w:type="dxa"/>
            <w:vAlign w:val="center"/>
          </w:tcPr>
          <w:p w14:paraId="0BBF41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247B3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DE6B92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3002</w:t>
            </w:r>
          </w:p>
        </w:tc>
        <w:tc>
          <w:tcPr>
            <w:tcW w:w="7203" w:type="dxa"/>
            <w:vAlign w:val="center"/>
          </w:tcPr>
          <w:p w14:paraId="675AD2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17FF06B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3AD0B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3011</w:t>
            </w:r>
          </w:p>
        </w:tc>
        <w:tc>
          <w:tcPr>
            <w:tcW w:w="7203" w:type="dxa"/>
            <w:vAlign w:val="center"/>
          </w:tcPr>
          <w:p w14:paraId="10AEAB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27FE1AF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B175E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3012</w:t>
            </w:r>
          </w:p>
        </w:tc>
        <w:tc>
          <w:tcPr>
            <w:tcW w:w="7203" w:type="dxa"/>
            <w:vAlign w:val="center"/>
          </w:tcPr>
          <w:p w14:paraId="0C049C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미확인</w:t>
            </w:r>
          </w:p>
        </w:tc>
      </w:tr>
      <w:tr w:rsidR="00E56A46" w14:paraId="4E3059F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5D257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3013</w:t>
            </w:r>
          </w:p>
        </w:tc>
        <w:tc>
          <w:tcPr>
            <w:tcW w:w="7203" w:type="dxa"/>
            <w:vAlign w:val="center"/>
          </w:tcPr>
          <w:p w14:paraId="4272EE6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안됨</w:t>
            </w:r>
          </w:p>
        </w:tc>
      </w:tr>
      <w:tr w:rsidR="00E56A46" w14:paraId="42EAF5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FF7C78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3014</w:t>
            </w:r>
          </w:p>
        </w:tc>
        <w:tc>
          <w:tcPr>
            <w:tcW w:w="7203" w:type="dxa"/>
            <w:vAlign w:val="center"/>
          </w:tcPr>
          <w:p w14:paraId="4FAD358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59AE84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AE296B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3015</w:t>
            </w:r>
          </w:p>
        </w:tc>
        <w:tc>
          <w:tcPr>
            <w:tcW w:w="7203" w:type="dxa"/>
            <w:vAlign w:val="center"/>
          </w:tcPr>
          <w:p w14:paraId="71BC23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사용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중지된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6476F0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72BFB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3021</w:t>
            </w:r>
          </w:p>
        </w:tc>
        <w:tc>
          <w:tcPr>
            <w:tcW w:w="7203" w:type="dxa"/>
            <w:vAlign w:val="center"/>
          </w:tcPr>
          <w:p w14:paraId="0D69FE2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유효기간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140FF1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7BA2C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3022</w:t>
            </w:r>
          </w:p>
        </w:tc>
        <w:tc>
          <w:tcPr>
            <w:tcW w:w="7203" w:type="dxa"/>
            <w:vAlign w:val="center"/>
          </w:tcPr>
          <w:p w14:paraId="3B21A0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86164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97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3023</w:t>
            </w:r>
          </w:p>
        </w:tc>
        <w:tc>
          <w:tcPr>
            <w:tcW w:w="7203" w:type="dxa"/>
            <w:vAlign w:val="center"/>
          </w:tcPr>
          <w:p w14:paraId="7F8AAF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503B1C8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1233A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3024</w:t>
            </w:r>
          </w:p>
        </w:tc>
        <w:tc>
          <w:tcPr>
            <w:tcW w:w="7203" w:type="dxa"/>
            <w:vAlign w:val="center"/>
          </w:tcPr>
          <w:p w14:paraId="12548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50000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5084443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C2A7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3025</w:t>
            </w:r>
          </w:p>
        </w:tc>
        <w:tc>
          <w:tcPr>
            <w:tcW w:w="7203" w:type="dxa"/>
            <w:vAlign w:val="center"/>
          </w:tcPr>
          <w:p w14:paraId="74AA9E3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카드비밀번호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미입력</w:t>
            </w:r>
          </w:p>
        </w:tc>
      </w:tr>
      <w:tr w:rsidR="00E56A46" w14:paraId="6B75A8B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D3936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3026</w:t>
            </w:r>
          </w:p>
        </w:tc>
        <w:tc>
          <w:tcPr>
            <w:tcW w:w="7203" w:type="dxa"/>
            <w:vAlign w:val="center"/>
          </w:tcPr>
          <w:p w14:paraId="16EF0A9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본인인증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432DA0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BD5F2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3027</w:t>
            </w:r>
          </w:p>
        </w:tc>
        <w:tc>
          <w:tcPr>
            <w:tcW w:w="7203" w:type="dxa"/>
            <w:vAlign w:val="center"/>
          </w:tcPr>
          <w:p w14:paraId="79C630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카드인징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0A7B090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883DE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3031</w:t>
            </w:r>
          </w:p>
        </w:tc>
        <w:tc>
          <w:tcPr>
            <w:tcW w:w="7203" w:type="dxa"/>
            <w:vAlign w:val="center"/>
          </w:tcPr>
          <w:p w14:paraId="06050A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7CCD774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16F74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3032</w:t>
            </w:r>
          </w:p>
        </w:tc>
        <w:tc>
          <w:tcPr>
            <w:tcW w:w="7203" w:type="dxa"/>
            <w:vAlign w:val="center"/>
          </w:tcPr>
          <w:p w14:paraId="6518A0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개월수</w:t>
            </w:r>
          </w:p>
        </w:tc>
      </w:tr>
      <w:tr w:rsidR="00E56A46" w14:paraId="484A1B1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1671C3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3033</w:t>
            </w:r>
          </w:p>
        </w:tc>
        <w:tc>
          <w:tcPr>
            <w:tcW w:w="7203" w:type="dxa"/>
            <w:vAlign w:val="center"/>
          </w:tcPr>
          <w:p w14:paraId="1BB34AD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6DFC64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DFE92D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3034</w:t>
            </w:r>
          </w:p>
        </w:tc>
        <w:tc>
          <w:tcPr>
            <w:tcW w:w="7203" w:type="dxa"/>
            <w:vAlign w:val="center"/>
          </w:tcPr>
          <w:p w14:paraId="0A54B0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미설정</w:t>
            </w:r>
          </w:p>
        </w:tc>
      </w:tr>
      <w:tr w:rsidR="00E56A46" w14:paraId="51821B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A9276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3041</w:t>
            </w:r>
          </w:p>
        </w:tc>
        <w:tc>
          <w:tcPr>
            <w:tcW w:w="7203" w:type="dxa"/>
            <w:vAlign w:val="center"/>
          </w:tcPr>
          <w:p w14:paraId="225928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lang w:bidi="x-none"/>
              </w:rPr>
              <w:t>1000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7654715E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6F70B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3051</w:t>
            </w:r>
          </w:p>
        </w:tc>
        <w:tc>
          <w:tcPr>
            <w:tcW w:w="7203" w:type="dxa"/>
            <w:vAlign w:val="center"/>
          </w:tcPr>
          <w:p w14:paraId="5942E4E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미등록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18D8C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08E22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3052</w:t>
            </w:r>
          </w:p>
        </w:tc>
        <w:tc>
          <w:tcPr>
            <w:tcW w:w="7203" w:type="dxa"/>
            <w:vAlign w:val="center"/>
          </w:tcPr>
          <w:p w14:paraId="07C3E7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통화코드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16E73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E478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3053</w:t>
            </w:r>
          </w:p>
        </w:tc>
        <w:tc>
          <w:tcPr>
            <w:tcW w:w="7203" w:type="dxa"/>
            <w:vAlign w:val="center"/>
          </w:tcPr>
          <w:p w14:paraId="096BC2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확인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해외카드</w:t>
            </w:r>
          </w:p>
        </w:tc>
      </w:tr>
      <w:tr w:rsidR="00E56A46" w14:paraId="525D903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7B195D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3054</w:t>
            </w:r>
          </w:p>
        </w:tc>
        <w:tc>
          <w:tcPr>
            <w:tcW w:w="7203" w:type="dxa"/>
            <w:vAlign w:val="center"/>
          </w:tcPr>
          <w:p w14:paraId="32CF362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환율전환오류</w:t>
            </w:r>
          </w:p>
        </w:tc>
      </w:tr>
      <w:tr w:rsidR="00E56A46" w14:paraId="6C9FD96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A729F9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3055</w:t>
            </w:r>
          </w:p>
        </w:tc>
        <w:tc>
          <w:tcPr>
            <w:tcW w:w="7203" w:type="dxa"/>
            <w:vAlign w:val="center"/>
          </w:tcPr>
          <w:p w14:paraId="4A6054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972BCD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6469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3056</w:t>
            </w:r>
          </w:p>
        </w:tc>
        <w:tc>
          <w:tcPr>
            <w:tcW w:w="7203" w:type="dxa"/>
            <w:vAlign w:val="center"/>
          </w:tcPr>
          <w:p w14:paraId="663279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달러승인불가</w:t>
            </w:r>
          </w:p>
        </w:tc>
      </w:tr>
      <w:tr w:rsidR="00E56A46" w14:paraId="3B9519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23E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3057</w:t>
            </w:r>
          </w:p>
        </w:tc>
        <w:tc>
          <w:tcPr>
            <w:tcW w:w="7203" w:type="dxa"/>
            <w:vAlign w:val="center"/>
          </w:tcPr>
          <w:p w14:paraId="13EB0E6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불가카드</w:t>
            </w:r>
          </w:p>
        </w:tc>
      </w:tr>
      <w:tr w:rsidR="00E56A46" w14:paraId="379E9B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F00EE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3061</w:t>
            </w:r>
          </w:p>
        </w:tc>
        <w:tc>
          <w:tcPr>
            <w:tcW w:w="7203" w:type="dxa"/>
            <w:vAlign w:val="center"/>
          </w:tcPr>
          <w:p w14:paraId="51795A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인터넷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적용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4BA7B1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B432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3062</w:t>
            </w:r>
          </w:p>
        </w:tc>
        <w:tc>
          <w:tcPr>
            <w:tcW w:w="7203" w:type="dxa"/>
            <w:vAlign w:val="center"/>
          </w:tcPr>
          <w:p w14:paraId="4E130B5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22A770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B3EFC8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3071</w:t>
            </w:r>
          </w:p>
        </w:tc>
        <w:tc>
          <w:tcPr>
            <w:tcW w:w="7203" w:type="dxa"/>
            <w:vAlign w:val="center"/>
          </w:tcPr>
          <w:p w14:paraId="3A6AE6F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3167CFA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2437D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3072</w:t>
            </w:r>
          </w:p>
        </w:tc>
        <w:tc>
          <w:tcPr>
            <w:tcW w:w="7203" w:type="dxa"/>
            <w:vAlign w:val="center"/>
          </w:tcPr>
          <w:p w14:paraId="627EB1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 xml:space="preserve">TID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BBF318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94EA7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3073</w:t>
            </w:r>
          </w:p>
        </w:tc>
        <w:tc>
          <w:tcPr>
            <w:tcW w:w="7203" w:type="dxa"/>
            <w:vAlign w:val="center"/>
          </w:tcPr>
          <w:p w14:paraId="49F4B48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기매입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201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DB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3081</w:t>
            </w:r>
          </w:p>
        </w:tc>
        <w:tc>
          <w:tcPr>
            <w:tcW w:w="7203" w:type="dxa"/>
            <w:vAlign w:val="center"/>
          </w:tcPr>
          <w:p w14:paraId="6DF982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잔액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723A6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D0E5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3091</w:t>
            </w:r>
          </w:p>
        </w:tc>
        <w:tc>
          <w:tcPr>
            <w:tcW w:w="7203" w:type="dxa"/>
            <w:vAlign w:val="center"/>
          </w:tcPr>
          <w:p w14:paraId="43127BC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사용불가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202FDE1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A677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3095</w:t>
            </w:r>
          </w:p>
        </w:tc>
        <w:tc>
          <w:tcPr>
            <w:tcW w:w="7203" w:type="dxa"/>
            <w:vAlign w:val="center"/>
          </w:tcPr>
          <w:p w14:paraId="264AD7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응답</w:t>
            </w:r>
          </w:p>
        </w:tc>
      </w:tr>
      <w:tr w:rsidR="00E56A46" w14:paraId="0557793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7688C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3096</w:t>
            </w:r>
          </w:p>
        </w:tc>
        <w:tc>
          <w:tcPr>
            <w:tcW w:w="7203" w:type="dxa"/>
            <w:vAlign w:val="center"/>
          </w:tcPr>
          <w:p w14:paraId="30DC0F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외화승인불가</w:t>
            </w:r>
            <w:r>
              <w:rPr>
                <w:rFonts w:hint="eastAsia"/>
                <w:lang w:bidi="x-none"/>
              </w:rPr>
              <w:t>VAN</w:t>
            </w:r>
          </w:p>
        </w:tc>
      </w:tr>
      <w:tr w:rsidR="00E56A46" w14:paraId="7C1F7F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D277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3097</w:t>
            </w:r>
          </w:p>
        </w:tc>
        <w:tc>
          <w:tcPr>
            <w:tcW w:w="7203" w:type="dxa"/>
            <w:vAlign w:val="center"/>
          </w:tcPr>
          <w:p w14:paraId="3045AD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외화승인설정오류</w:t>
            </w:r>
          </w:p>
        </w:tc>
      </w:tr>
      <w:tr w:rsidR="00E56A46" w14:paraId="2E9E7BB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F784CD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3098</w:t>
            </w:r>
          </w:p>
        </w:tc>
        <w:tc>
          <w:tcPr>
            <w:tcW w:w="7203" w:type="dxa"/>
            <w:vAlign w:val="center"/>
          </w:tcPr>
          <w:p w14:paraId="2528F07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해외카드결제불가</w:t>
            </w:r>
          </w:p>
        </w:tc>
      </w:tr>
      <w:tr w:rsidR="00E56A46" w14:paraId="39B1BE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0FE18C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3099</w:t>
            </w:r>
          </w:p>
        </w:tc>
        <w:tc>
          <w:tcPr>
            <w:tcW w:w="7203" w:type="dxa"/>
            <w:vAlign w:val="center"/>
          </w:tcPr>
          <w:p w14:paraId="7F09E5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7B9A5E0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2F6CB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3100</w:t>
            </w:r>
          </w:p>
        </w:tc>
        <w:tc>
          <w:tcPr>
            <w:tcW w:w="7203" w:type="dxa"/>
            <w:vAlign w:val="center"/>
          </w:tcPr>
          <w:p w14:paraId="00D80D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세이브결제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47F5A6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C1586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3101</w:t>
            </w:r>
          </w:p>
        </w:tc>
        <w:tc>
          <w:tcPr>
            <w:tcW w:w="7203" w:type="dxa"/>
            <w:vAlign w:val="center"/>
          </w:tcPr>
          <w:p w14:paraId="10C3F0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타상점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574CA7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5EEE0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3102</w:t>
            </w:r>
          </w:p>
        </w:tc>
        <w:tc>
          <w:tcPr>
            <w:tcW w:w="7203" w:type="dxa"/>
            <w:vAlign w:val="center"/>
          </w:tcPr>
          <w:p w14:paraId="283A153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거래금액이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입금완료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2E4A88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2C31F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3103</w:t>
            </w:r>
          </w:p>
        </w:tc>
        <w:tc>
          <w:tcPr>
            <w:tcW w:w="7203" w:type="dxa"/>
            <w:vAlign w:val="center"/>
          </w:tcPr>
          <w:p w14:paraId="02A9270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가드번호</w:t>
            </w:r>
          </w:p>
        </w:tc>
      </w:tr>
      <w:tr w:rsidR="00E56A46" w14:paraId="594EC9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C715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3104</w:t>
            </w:r>
          </w:p>
        </w:tc>
        <w:tc>
          <w:tcPr>
            <w:tcW w:w="7203" w:type="dxa"/>
            <w:vAlign w:val="center"/>
          </w:tcPr>
          <w:p w14:paraId="2392FF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번호</w:t>
            </w:r>
          </w:p>
        </w:tc>
      </w:tr>
      <w:tr w:rsidR="00E56A46" w14:paraId="4AFCA8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E95D79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3105</w:t>
            </w:r>
          </w:p>
        </w:tc>
        <w:tc>
          <w:tcPr>
            <w:tcW w:w="7203" w:type="dxa"/>
            <w:vAlign w:val="center"/>
          </w:tcPr>
          <w:p w14:paraId="157BD7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유형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96A970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C9099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3106</w:t>
            </w:r>
          </w:p>
        </w:tc>
        <w:tc>
          <w:tcPr>
            <w:tcW w:w="7203" w:type="dxa"/>
            <w:vAlign w:val="center"/>
          </w:tcPr>
          <w:p w14:paraId="1080D4A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서브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거래내역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</w:tbl>
    <w:p w14:paraId="740C3DFF" w14:textId="77777777" w:rsidR="00E56A46" w:rsidRDefault="00E56A46" w:rsidP="00E56A46">
      <w:pPr>
        <w:rPr>
          <w:lang w:bidi="x-none"/>
        </w:rPr>
      </w:pPr>
    </w:p>
    <w:p w14:paraId="475DBC24" w14:textId="2C58DF72" w:rsidR="003D7C8B" w:rsidRDefault="003D7C8B" w:rsidP="00E56A46">
      <w:pPr>
        <w:rPr>
          <w:lang w:bidi="x-none"/>
        </w:rPr>
      </w:pPr>
    </w:p>
    <w:p w14:paraId="6880F28D" w14:textId="35E5F8C5" w:rsidR="00E14F94" w:rsidRDefault="00E14F94" w:rsidP="00E56A46">
      <w:pPr>
        <w:rPr>
          <w:lang w:bidi="x-none"/>
        </w:rPr>
      </w:pPr>
    </w:p>
    <w:p w14:paraId="52856679" w14:textId="62B8FFAE" w:rsidR="00E14F94" w:rsidRDefault="00E14F94" w:rsidP="00E56A46">
      <w:pPr>
        <w:rPr>
          <w:lang w:bidi="x-none"/>
        </w:rPr>
      </w:pPr>
    </w:p>
    <w:p w14:paraId="6E359A3D" w14:textId="196B02CF" w:rsidR="00E14F94" w:rsidRDefault="00E14F94" w:rsidP="00E56A46">
      <w:pPr>
        <w:rPr>
          <w:lang w:bidi="x-none"/>
        </w:rPr>
      </w:pPr>
    </w:p>
    <w:p w14:paraId="3957815D" w14:textId="6D0A8F2B" w:rsidR="00E14F94" w:rsidRDefault="00E14F94" w:rsidP="00E56A46">
      <w:pPr>
        <w:rPr>
          <w:lang w:bidi="x-none"/>
        </w:rPr>
      </w:pPr>
    </w:p>
    <w:p w14:paraId="49236247" w14:textId="6D7E08CB" w:rsidR="00E14F94" w:rsidRDefault="00E14F94" w:rsidP="00E56A46">
      <w:pPr>
        <w:rPr>
          <w:lang w:bidi="x-none"/>
        </w:rPr>
      </w:pPr>
    </w:p>
    <w:p w14:paraId="17244D22" w14:textId="0BB42F51" w:rsidR="00E14F94" w:rsidRDefault="00E14F94" w:rsidP="00E56A46">
      <w:pPr>
        <w:rPr>
          <w:lang w:bidi="x-none"/>
        </w:rPr>
      </w:pPr>
    </w:p>
    <w:p w14:paraId="1A87F5F8" w14:textId="77777777" w:rsidR="005C0AB0" w:rsidRDefault="005C0AB0" w:rsidP="00E56A46">
      <w:pPr>
        <w:rPr>
          <w:lang w:bidi="x-none"/>
        </w:rPr>
      </w:pPr>
    </w:p>
    <w:p w14:paraId="019A399F" w14:textId="14A134E6" w:rsidR="00E14F94" w:rsidRDefault="00E14F94" w:rsidP="00E56A46">
      <w:pPr>
        <w:rPr>
          <w:lang w:bidi="x-none"/>
        </w:rPr>
      </w:pPr>
    </w:p>
    <w:p w14:paraId="07770E83" w14:textId="7D7463FB" w:rsidR="00E14F94" w:rsidRDefault="00E14F94" w:rsidP="00E56A46">
      <w:pPr>
        <w:rPr>
          <w:lang w:bidi="x-none"/>
        </w:rPr>
      </w:pPr>
    </w:p>
    <w:p w14:paraId="752C9911" w14:textId="4AF91397" w:rsidR="00E14F94" w:rsidRDefault="00E14F94" w:rsidP="00E56A46">
      <w:pPr>
        <w:rPr>
          <w:lang w:bidi="x-none"/>
        </w:rPr>
      </w:pPr>
    </w:p>
    <w:p w14:paraId="50716FC8" w14:textId="2ADA2306" w:rsidR="00E14F94" w:rsidRDefault="00E14F94" w:rsidP="00E56A46">
      <w:pPr>
        <w:rPr>
          <w:lang w:bidi="x-none"/>
        </w:rPr>
      </w:pPr>
    </w:p>
    <w:p w14:paraId="0D7E6F14" w14:textId="46781A32" w:rsidR="00E14F94" w:rsidRDefault="00E14F94" w:rsidP="00E56A46">
      <w:pPr>
        <w:rPr>
          <w:lang w:bidi="x-none"/>
        </w:rPr>
      </w:pPr>
    </w:p>
    <w:p w14:paraId="0891D865" w14:textId="5E274134" w:rsidR="00E14F94" w:rsidRDefault="00E14F94" w:rsidP="00E56A46">
      <w:pPr>
        <w:rPr>
          <w:lang w:bidi="x-none"/>
        </w:rPr>
      </w:pPr>
    </w:p>
    <w:p w14:paraId="22FD4FAB" w14:textId="6CF3DFC4" w:rsidR="00E14F94" w:rsidRDefault="00E14F94" w:rsidP="00E56A46">
      <w:pPr>
        <w:rPr>
          <w:lang w:bidi="x-none"/>
        </w:rPr>
      </w:pPr>
    </w:p>
    <w:p w14:paraId="62DC56A4" w14:textId="77777777" w:rsidR="005C0AB0" w:rsidRDefault="005C0AB0" w:rsidP="00E56A46">
      <w:pPr>
        <w:rPr>
          <w:lang w:bidi="x-none"/>
        </w:rPr>
      </w:pPr>
    </w:p>
    <w:p w14:paraId="18E2275D" w14:textId="370CE20B" w:rsidR="00E14F94" w:rsidRDefault="00E14F94" w:rsidP="00E56A46">
      <w:pPr>
        <w:rPr>
          <w:lang w:bidi="x-none"/>
        </w:rPr>
      </w:pPr>
    </w:p>
    <w:p w14:paraId="04488FE0" w14:textId="6EC4299D" w:rsidR="00E14F94" w:rsidRDefault="00E14F94" w:rsidP="00E56A46">
      <w:pPr>
        <w:rPr>
          <w:lang w:bidi="x-none"/>
        </w:rPr>
      </w:pPr>
    </w:p>
    <w:p w14:paraId="767D5070" w14:textId="4083C1D0" w:rsidR="00E14F94" w:rsidRDefault="00E14F94" w:rsidP="00E56A46">
      <w:pPr>
        <w:rPr>
          <w:lang w:bidi="x-none"/>
        </w:rPr>
      </w:pPr>
    </w:p>
    <w:p w14:paraId="19AF1C69" w14:textId="6DE1A56F" w:rsidR="00E14F94" w:rsidRDefault="00E14F94" w:rsidP="00E56A46">
      <w:pPr>
        <w:rPr>
          <w:lang w:bidi="x-none"/>
        </w:rPr>
      </w:pPr>
    </w:p>
    <w:p w14:paraId="0494837F" w14:textId="77777777" w:rsidR="00E14F94" w:rsidRPr="003D7C8B" w:rsidRDefault="00E14F94" w:rsidP="00E56A46">
      <w:pPr>
        <w:rPr>
          <w:lang w:bidi="x-none"/>
        </w:rPr>
      </w:pPr>
    </w:p>
    <w:p w14:paraId="5CAAF5D7" w14:textId="77777777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취소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25A61B90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41F6B1A5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707C30B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6765A8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27BD3A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E70775D" w14:textId="77777777" w:rsidR="00D73822" w:rsidRDefault="00D73822" w:rsidP="00D73822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5B9FE77A" w14:textId="77777777" w:rsidR="00D73822" w:rsidRDefault="00D73822" w:rsidP="00D73822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3009E3B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2001</w:t>
            </w:r>
          </w:p>
        </w:tc>
        <w:tc>
          <w:tcPr>
            <w:tcW w:w="7203" w:type="dxa"/>
            <w:vAlign w:val="center"/>
          </w:tcPr>
          <w:p w14:paraId="0671454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F181F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373176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2002</w:t>
            </w:r>
          </w:p>
        </w:tc>
        <w:tc>
          <w:tcPr>
            <w:tcW w:w="7203" w:type="dxa"/>
            <w:vAlign w:val="center"/>
          </w:tcPr>
          <w:p w14:paraId="115619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진행중</w:t>
            </w:r>
          </w:p>
        </w:tc>
      </w:tr>
      <w:tr w:rsidR="00E56A46" w14:paraId="0D98E45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7DC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2003</w:t>
            </w:r>
          </w:p>
        </w:tc>
        <w:tc>
          <w:tcPr>
            <w:tcW w:w="7203" w:type="dxa"/>
            <w:vAlign w:val="center"/>
          </w:tcPr>
          <w:p w14:paraId="3280AD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2F5BC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D7BFC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2004</w:t>
            </w:r>
          </w:p>
        </w:tc>
        <w:tc>
          <w:tcPr>
            <w:tcW w:w="7203" w:type="dxa"/>
            <w:vAlign w:val="center"/>
          </w:tcPr>
          <w:p w14:paraId="58A0E4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이미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4F5EBC9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F9FC7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2010</w:t>
            </w:r>
          </w:p>
        </w:tc>
        <w:tc>
          <w:tcPr>
            <w:tcW w:w="7203" w:type="dxa"/>
            <w:vAlign w:val="center"/>
          </w:tcPr>
          <w:p w14:paraId="5FC623F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>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이하</w:t>
            </w:r>
          </w:p>
        </w:tc>
      </w:tr>
      <w:tr w:rsidR="00E56A46" w14:paraId="749D7EB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7571A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2011</w:t>
            </w:r>
          </w:p>
        </w:tc>
        <w:tc>
          <w:tcPr>
            <w:tcW w:w="7203" w:type="dxa"/>
            <w:vAlign w:val="center"/>
          </w:tcPr>
          <w:p w14:paraId="3495DF1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2925CB0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13A27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2012</w:t>
            </w:r>
          </w:p>
        </w:tc>
        <w:tc>
          <w:tcPr>
            <w:tcW w:w="7203" w:type="dxa"/>
            <w:vAlign w:val="center"/>
          </w:tcPr>
          <w:p w14:paraId="614B84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2908770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E9D64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2013</w:t>
            </w:r>
          </w:p>
        </w:tc>
        <w:tc>
          <w:tcPr>
            <w:tcW w:w="7203" w:type="dxa"/>
            <w:vAlign w:val="center"/>
          </w:tcPr>
          <w:p w14:paraId="0ACE57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78CA7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CB161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2014</w:t>
            </w:r>
          </w:p>
        </w:tc>
        <w:tc>
          <w:tcPr>
            <w:tcW w:w="7203" w:type="dxa"/>
            <w:vAlign w:val="center"/>
          </w:tcPr>
          <w:p w14:paraId="3E1A7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385D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FC23E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2015</w:t>
            </w:r>
          </w:p>
        </w:tc>
        <w:tc>
          <w:tcPr>
            <w:tcW w:w="7203" w:type="dxa"/>
            <w:vAlign w:val="center"/>
          </w:tcPr>
          <w:p w14:paraId="28F9F4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</w:t>
            </w:r>
          </w:p>
        </w:tc>
      </w:tr>
      <w:tr w:rsidR="00E56A46" w14:paraId="303BE79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575937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2016</w:t>
            </w:r>
          </w:p>
        </w:tc>
        <w:tc>
          <w:tcPr>
            <w:tcW w:w="7203" w:type="dxa"/>
            <w:vAlign w:val="center"/>
          </w:tcPr>
          <w:p w14:paraId="4AA8290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기한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4DAE159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53035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2017</w:t>
            </w:r>
          </w:p>
        </w:tc>
        <w:tc>
          <w:tcPr>
            <w:tcW w:w="7203" w:type="dxa"/>
            <w:vAlign w:val="center"/>
          </w:tcPr>
          <w:p w14:paraId="258A82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72D8EA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7FC64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2018</w:t>
            </w:r>
          </w:p>
        </w:tc>
        <w:tc>
          <w:tcPr>
            <w:tcW w:w="7203" w:type="dxa"/>
            <w:vAlign w:val="center"/>
          </w:tcPr>
          <w:p w14:paraId="02E786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매입후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B5E871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9C733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2019</w:t>
            </w:r>
          </w:p>
        </w:tc>
        <w:tc>
          <w:tcPr>
            <w:tcW w:w="7203" w:type="dxa"/>
            <w:vAlign w:val="center"/>
          </w:tcPr>
          <w:p w14:paraId="6A1A3B3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6CA12E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72777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2020</w:t>
            </w:r>
          </w:p>
        </w:tc>
        <w:tc>
          <w:tcPr>
            <w:tcW w:w="7203" w:type="dxa"/>
            <w:vAlign w:val="center"/>
          </w:tcPr>
          <w:p w14:paraId="765D1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망상취소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허용시간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6508B3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E823B9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2021</w:t>
            </w:r>
          </w:p>
        </w:tc>
        <w:tc>
          <w:tcPr>
            <w:tcW w:w="7203" w:type="dxa"/>
            <w:vAlign w:val="center"/>
          </w:tcPr>
          <w:p w14:paraId="6536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매입전취소</w:t>
            </w:r>
          </w:p>
        </w:tc>
      </w:tr>
      <w:tr w:rsidR="00E56A46" w14:paraId="1F3532B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9D4081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2022</w:t>
            </w:r>
          </w:p>
        </w:tc>
        <w:tc>
          <w:tcPr>
            <w:tcW w:w="7203" w:type="dxa"/>
            <w:vAlign w:val="center"/>
          </w:tcPr>
          <w:p w14:paraId="76470FC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매입후취소</w:t>
            </w:r>
          </w:p>
        </w:tc>
      </w:tr>
      <w:tr w:rsidR="00E56A46" w14:paraId="105D2C3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6E66B4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2023</w:t>
            </w:r>
          </w:p>
        </w:tc>
        <w:tc>
          <w:tcPr>
            <w:tcW w:w="7203" w:type="dxa"/>
            <w:vAlign w:val="center"/>
          </w:tcPr>
          <w:p w14:paraId="60AE0E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22209AE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74FA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2024</w:t>
            </w:r>
          </w:p>
        </w:tc>
        <w:tc>
          <w:tcPr>
            <w:tcW w:w="7203" w:type="dxa"/>
            <w:vAlign w:val="center"/>
          </w:tcPr>
          <w:p w14:paraId="5FC4F61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98305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E2862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2025</w:t>
            </w:r>
          </w:p>
        </w:tc>
        <w:tc>
          <w:tcPr>
            <w:tcW w:w="7203" w:type="dxa"/>
            <w:vAlign w:val="center"/>
          </w:tcPr>
          <w:p w14:paraId="2840520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입력</w:t>
            </w:r>
          </w:p>
        </w:tc>
      </w:tr>
      <w:tr w:rsidR="00E56A46" w14:paraId="32DD57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84146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2026</w:t>
            </w:r>
          </w:p>
        </w:tc>
        <w:tc>
          <w:tcPr>
            <w:tcW w:w="7203" w:type="dxa"/>
            <w:vAlign w:val="center"/>
          </w:tcPr>
          <w:p w14:paraId="010EE11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입금액보다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큽니다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B0825D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07FA6F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2027</w:t>
            </w:r>
          </w:p>
        </w:tc>
        <w:tc>
          <w:tcPr>
            <w:tcW w:w="7203" w:type="dxa"/>
            <w:vAlign w:val="center"/>
          </w:tcPr>
          <w:p w14:paraId="6C34A7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또는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구매거절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</w:t>
            </w:r>
          </w:p>
        </w:tc>
      </w:tr>
      <w:tr w:rsidR="00E56A46" w14:paraId="4E7595A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8A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2028</w:t>
            </w:r>
          </w:p>
        </w:tc>
        <w:tc>
          <w:tcPr>
            <w:tcW w:w="7203" w:type="dxa"/>
            <w:vAlign w:val="center"/>
          </w:tcPr>
          <w:p w14:paraId="7D8ABCB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6F7A255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FFB59A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2029</w:t>
            </w:r>
          </w:p>
        </w:tc>
        <w:tc>
          <w:tcPr>
            <w:tcW w:w="7203" w:type="dxa"/>
            <w:vAlign w:val="center"/>
          </w:tcPr>
          <w:p w14:paraId="38AA11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결제수단</w:t>
            </w:r>
          </w:p>
        </w:tc>
      </w:tr>
      <w:tr w:rsidR="00E56A46" w14:paraId="1BF72C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BF841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2030</w:t>
            </w:r>
          </w:p>
        </w:tc>
        <w:tc>
          <w:tcPr>
            <w:tcW w:w="7203" w:type="dxa"/>
            <w:vAlign w:val="center"/>
          </w:tcPr>
          <w:p w14:paraId="3DF931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해당결제수단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731E096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46C839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2031</w:t>
            </w:r>
          </w:p>
        </w:tc>
        <w:tc>
          <w:tcPr>
            <w:tcW w:w="7203" w:type="dxa"/>
            <w:vAlign w:val="center"/>
          </w:tcPr>
          <w:p w14:paraId="0200C8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전체금액취소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573766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25C90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2032</w:t>
            </w:r>
          </w:p>
        </w:tc>
        <w:tc>
          <w:tcPr>
            <w:tcW w:w="7203" w:type="dxa"/>
            <w:vAlign w:val="center"/>
          </w:tcPr>
          <w:p w14:paraId="1416457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큼</w:t>
            </w:r>
          </w:p>
        </w:tc>
      </w:tr>
      <w:tr w:rsidR="00E56A46" w14:paraId="4C4C14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92A35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2033</w:t>
            </w:r>
          </w:p>
        </w:tc>
        <w:tc>
          <w:tcPr>
            <w:tcW w:w="7203" w:type="dxa"/>
            <w:vAlign w:val="center"/>
          </w:tcPr>
          <w:p w14:paraId="79910A7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불가능금액</w:t>
            </w:r>
            <w:r>
              <w:rPr>
                <w:rFonts w:hint="eastAsia"/>
                <w:lang w:bidi="x-none"/>
              </w:rPr>
              <w:t>,</w:t>
            </w:r>
            <w:r>
              <w:rPr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전체취소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이용바람</w:t>
            </w:r>
          </w:p>
        </w:tc>
      </w:tr>
      <w:tr w:rsidR="00E56A46" w14:paraId="6321FC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DC05F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2034</w:t>
            </w:r>
          </w:p>
        </w:tc>
        <w:tc>
          <w:tcPr>
            <w:tcW w:w="7203" w:type="dxa"/>
            <w:vAlign w:val="center"/>
          </w:tcPr>
          <w:p w14:paraId="7825F4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. </w:t>
            </w:r>
            <w:r>
              <w:rPr>
                <w:rFonts w:hint="eastAsia"/>
                <w:lang w:bidi="x-none"/>
              </w:rPr>
              <w:t>매입완료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  <w:tr w:rsidR="00E56A46" w14:paraId="57A252E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CFCD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2035</w:t>
            </w:r>
          </w:p>
        </w:tc>
        <w:tc>
          <w:tcPr>
            <w:tcW w:w="7203" w:type="dxa"/>
            <w:vAlign w:val="center"/>
          </w:tcPr>
          <w:p w14:paraId="241513B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채권방지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설정으로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취소불가</w:t>
            </w:r>
            <w:r>
              <w:rPr>
                <w:rFonts w:hint="eastAsia"/>
                <w:lang w:bidi="x-none"/>
              </w:rPr>
              <w:t>.</w:t>
            </w:r>
            <w:r>
              <w:rPr>
                <w:lang w:bidi="x-none"/>
              </w:rPr>
              <w:t xml:space="preserve"> PG</w:t>
            </w:r>
            <w:r>
              <w:rPr>
                <w:rFonts w:hint="eastAsia"/>
                <w:lang w:bidi="x-none"/>
              </w:rPr>
              <w:t>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문의바람</w:t>
            </w:r>
          </w:p>
        </w:tc>
      </w:tr>
      <w:tr w:rsidR="00E56A46" w14:paraId="69FB73F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5473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2036</w:t>
            </w:r>
          </w:p>
        </w:tc>
        <w:tc>
          <w:tcPr>
            <w:tcW w:w="7203" w:type="dxa"/>
            <w:vAlign w:val="center"/>
          </w:tcPr>
          <w:p w14:paraId="07E151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3DC6E2C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E9D9F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2037</w:t>
            </w:r>
          </w:p>
        </w:tc>
        <w:tc>
          <w:tcPr>
            <w:tcW w:w="7203" w:type="dxa"/>
            <w:vAlign w:val="center"/>
          </w:tcPr>
          <w:p w14:paraId="300B54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취소요청금액과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401C5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1F74A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2038</w:t>
            </w:r>
          </w:p>
        </w:tc>
        <w:tc>
          <w:tcPr>
            <w:tcW w:w="7203" w:type="dxa"/>
            <w:vAlign w:val="center"/>
          </w:tcPr>
          <w:p w14:paraId="56F313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일반취소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3F462A2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48D408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2039</w:t>
            </w:r>
          </w:p>
        </w:tc>
        <w:tc>
          <w:tcPr>
            <w:tcW w:w="7203" w:type="dxa"/>
            <w:vAlign w:val="center"/>
          </w:tcPr>
          <w:p w14:paraId="59F24B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일반거래로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1A72349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C527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2040</w:t>
            </w:r>
          </w:p>
        </w:tc>
        <w:tc>
          <w:tcPr>
            <w:tcW w:w="7203" w:type="dxa"/>
            <w:vAlign w:val="center"/>
          </w:tcPr>
          <w:p w14:paraId="16857F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07E2E0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57B6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2041</w:t>
            </w:r>
          </w:p>
        </w:tc>
        <w:tc>
          <w:tcPr>
            <w:tcW w:w="7203" w:type="dxa"/>
            <w:vAlign w:val="center"/>
          </w:tcPr>
          <w:p w14:paraId="01FAA6E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익월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0F8F315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5C42D7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2042</w:t>
            </w:r>
          </w:p>
        </w:tc>
        <w:tc>
          <w:tcPr>
            <w:tcW w:w="7203" w:type="dxa"/>
            <w:vAlign w:val="center"/>
          </w:tcPr>
          <w:p w14:paraId="7210F4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환불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</w:tbl>
    <w:p w14:paraId="0364D7DC" w14:textId="4B4F1FA2" w:rsidR="00E56A46" w:rsidRDefault="00E56A46" w:rsidP="00E56A46">
      <w:pPr>
        <w:rPr>
          <w:lang w:bidi="x-none"/>
        </w:rPr>
      </w:pPr>
    </w:p>
    <w:p w14:paraId="4EB9D30F" w14:textId="055982BE" w:rsidR="00E56A46" w:rsidRPr="0082376B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9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카드사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2108"/>
        <w:gridCol w:w="602"/>
        <w:gridCol w:w="2108"/>
        <w:gridCol w:w="2108"/>
      </w:tblGrid>
      <w:tr w:rsidR="00E56A46" w14:paraId="68DB224F" w14:textId="77777777" w:rsidTr="00731894">
        <w:trPr>
          <w:trHeight w:hRule="exact" w:val="34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9E2D2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C0887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40BDD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C07F5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7E1B4A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</w:tr>
      <w:tr w:rsidR="00E56A46" w14:paraId="7B9A42B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39C015C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01</w:t>
            </w:r>
          </w:p>
        </w:tc>
        <w:tc>
          <w:tcPr>
            <w:tcW w:w="1985" w:type="dxa"/>
            <w:vAlign w:val="center"/>
          </w:tcPr>
          <w:p w14:paraId="19104E6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비씨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19CC0D4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59E3EB7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27</w:t>
            </w:r>
          </w:p>
        </w:tc>
        <w:tc>
          <w:tcPr>
            <w:tcW w:w="1985" w:type="dxa"/>
            <w:vAlign w:val="center"/>
          </w:tcPr>
          <w:p w14:paraId="72D8A0B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해외다이너스</w:t>
            </w:r>
          </w:p>
        </w:tc>
      </w:tr>
      <w:tr w:rsidR="00E56A46" w14:paraId="58C6D43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7FEC6E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02</w:t>
            </w:r>
          </w:p>
        </w:tc>
        <w:tc>
          <w:tcPr>
            <w:tcW w:w="1985" w:type="dxa"/>
            <w:vAlign w:val="center"/>
          </w:tcPr>
          <w:p w14:paraId="3420F34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F215AC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DA3A34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28</w:t>
            </w:r>
          </w:p>
        </w:tc>
        <w:tc>
          <w:tcPr>
            <w:tcW w:w="1985" w:type="dxa"/>
            <w:vAlign w:val="center"/>
          </w:tcPr>
          <w:p w14:paraId="39BB12A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AMAX</w:t>
            </w:r>
          </w:p>
        </w:tc>
      </w:tr>
      <w:tr w:rsidR="00E56A46" w14:paraId="56C65919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5EC7925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03</w:t>
            </w:r>
          </w:p>
        </w:tc>
        <w:tc>
          <w:tcPr>
            <w:tcW w:w="1985" w:type="dxa"/>
            <w:vAlign w:val="center"/>
          </w:tcPr>
          <w:p w14:paraId="2945664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하나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71696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7E4F2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29</w:t>
            </w:r>
          </w:p>
        </w:tc>
        <w:tc>
          <w:tcPr>
            <w:tcW w:w="1985" w:type="dxa"/>
            <w:vAlign w:val="center"/>
          </w:tcPr>
          <w:p w14:paraId="153CC10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JCB</w:t>
            </w:r>
          </w:p>
        </w:tc>
      </w:tr>
      <w:tr w:rsidR="00E56A46" w14:paraId="668DAD8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125504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04</w:t>
            </w:r>
          </w:p>
        </w:tc>
        <w:tc>
          <w:tcPr>
            <w:tcW w:w="1985" w:type="dxa"/>
            <w:vAlign w:val="center"/>
          </w:tcPr>
          <w:p w14:paraId="6293C1B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삼성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97C447A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F5BEDD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</w:t>
            </w:r>
          </w:p>
        </w:tc>
        <w:tc>
          <w:tcPr>
            <w:tcW w:w="1985" w:type="dxa"/>
            <w:vAlign w:val="center"/>
          </w:tcPr>
          <w:p w14:paraId="54C00BB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</w:p>
        </w:tc>
      </w:tr>
      <w:tr w:rsidR="00E56A46" w14:paraId="6DF888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446727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06</w:t>
            </w:r>
          </w:p>
        </w:tc>
        <w:tc>
          <w:tcPr>
            <w:tcW w:w="1985" w:type="dxa"/>
            <w:vAlign w:val="center"/>
          </w:tcPr>
          <w:p w14:paraId="7DA27DC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신한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DBFEB6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6B673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32</w:t>
            </w:r>
          </w:p>
        </w:tc>
        <w:tc>
          <w:tcPr>
            <w:tcW w:w="1985" w:type="dxa"/>
            <w:vAlign w:val="center"/>
          </w:tcPr>
          <w:p w14:paraId="406E99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우체국</w:t>
            </w:r>
          </w:p>
        </w:tc>
      </w:tr>
      <w:tr w:rsidR="00E56A46" w14:paraId="04350D5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28A45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07</w:t>
            </w:r>
          </w:p>
        </w:tc>
        <w:tc>
          <w:tcPr>
            <w:tcW w:w="1985" w:type="dxa"/>
            <w:vAlign w:val="center"/>
          </w:tcPr>
          <w:p w14:paraId="3D9299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현대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C11286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948893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33</w:t>
            </w:r>
          </w:p>
        </w:tc>
        <w:tc>
          <w:tcPr>
            <w:tcW w:w="1985" w:type="dxa"/>
            <w:vAlign w:val="center"/>
          </w:tcPr>
          <w:p w14:paraId="6EC4852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MG</w:t>
            </w:r>
            <w:r>
              <w:rPr>
                <w:rFonts w:hint="eastAsia"/>
                <w:lang w:bidi="x-none"/>
              </w:rPr>
              <w:t>새마을체크</w:t>
            </w:r>
          </w:p>
        </w:tc>
      </w:tr>
      <w:tr w:rsidR="00E56A46" w14:paraId="26E49B5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24DE3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08</w:t>
            </w:r>
          </w:p>
        </w:tc>
        <w:tc>
          <w:tcPr>
            <w:tcW w:w="1985" w:type="dxa"/>
            <w:vAlign w:val="center"/>
          </w:tcPr>
          <w:p w14:paraId="0122583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롯데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D9F8084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B12117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34</w:t>
            </w:r>
          </w:p>
        </w:tc>
        <w:tc>
          <w:tcPr>
            <w:tcW w:w="1985" w:type="dxa"/>
            <w:vAlign w:val="center"/>
          </w:tcPr>
          <w:p w14:paraId="4F345D1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중국은행체크</w:t>
            </w:r>
          </w:p>
        </w:tc>
      </w:tr>
      <w:tr w:rsidR="00E56A46" w14:paraId="58BA8D3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B28B93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11</w:t>
            </w:r>
          </w:p>
        </w:tc>
        <w:tc>
          <w:tcPr>
            <w:tcW w:w="1985" w:type="dxa"/>
            <w:vAlign w:val="center"/>
          </w:tcPr>
          <w:p w14:paraId="5457486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시티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38273B0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E9CE49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38</w:t>
            </w:r>
          </w:p>
        </w:tc>
        <w:tc>
          <w:tcPr>
            <w:tcW w:w="1985" w:type="dxa"/>
            <w:vAlign w:val="center"/>
          </w:tcPr>
          <w:p w14:paraId="53FAD49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은련</w:t>
            </w:r>
          </w:p>
        </w:tc>
      </w:tr>
      <w:tr w:rsidR="00E56A46" w14:paraId="4D2DA59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7C8EB4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12</w:t>
            </w:r>
          </w:p>
        </w:tc>
        <w:tc>
          <w:tcPr>
            <w:tcW w:w="1985" w:type="dxa"/>
            <w:vAlign w:val="center"/>
          </w:tcPr>
          <w:p w14:paraId="41F5AF6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NH</w:t>
            </w:r>
            <w:r>
              <w:rPr>
                <w:rFonts w:hint="eastAsia"/>
                <w:lang w:bidi="x-none"/>
              </w:rPr>
              <w:t>농협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9578C6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EB2919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41</w:t>
            </w:r>
          </w:p>
        </w:tc>
        <w:tc>
          <w:tcPr>
            <w:tcW w:w="1985" w:type="dxa"/>
            <w:vAlign w:val="center"/>
          </w:tcPr>
          <w:p w14:paraId="2388ABA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신협</w:t>
            </w:r>
          </w:p>
        </w:tc>
      </w:tr>
      <w:tr w:rsidR="00E56A46" w14:paraId="7D7C49C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B368B1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13</w:t>
            </w:r>
          </w:p>
        </w:tc>
        <w:tc>
          <w:tcPr>
            <w:tcW w:w="1985" w:type="dxa"/>
            <w:vAlign w:val="center"/>
          </w:tcPr>
          <w:p w14:paraId="2682C72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수협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21ED5E6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4008AE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42</w:t>
            </w:r>
          </w:p>
        </w:tc>
        <w:tc>
          <w:tcPr>
            <w:tcW w:w="1985" w:type="dxa"/>
            <w:vAlign w:val="center"/>
          </w:tcPr>
          <w:p w14:paraId="53DDC28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저축은행</w:t>
            </w:r>
          </w:p>
        </w:tc>
      </w:tr>
      <w:tr w:rsidR="00E56A46" w14:paraId="2BC28DE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427FD0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15</w:t>
            </w:r>
          </w:p>
        </w:tc>
        <w:tc>
          <w:tcPr>
            <w:tcW w:w="1985" w:type="dxa"/>
            <w:vAlign w:val="center"/>
          </w:tcPr>
          <w:p w14:paraId="2D22372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4A9BB1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E7A38F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43</w:t>
            </w:r>
          </w:p>
        </w:tc>
        <w:tc>
          <w:tcPr>
            <w:tcW w:w="1985" w:type="dxa"/>
            <w:vAlign w:val="center"/>
          </w:tcPr>
          <w:p w14:paraId="41E93C7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KDB</w:t>
            </w:r>
            <w:r>
              <w:rPr>
                <w:rFonts w:hint="eastAsia"/>
                <w:lang w:bidi="x-none"/>
              </w:rPr>
              <w:t>산업</w:t>
            </w:r>
          </w:p>
        </w:tc>
      </w:tr>
      <w:tr w:rsidR="00E56A46" w14:paraId="7361E38D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1CAD8D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21</w:t>
            </w:r>
          </w:p>
        </w:tc>
        <w:tc>
          <w:tcPr>
            <w:tcW w:w="1985" w:type="dxa"/>
            <w:vAlign w:val="center"/>
          </w:tcPr>
          <w:p w14:paraId="3DEDAEF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광주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25DDAB2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59BDB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44</w:t>
            </w:r>
          </w:p>
        </w:tc>
        <w:tc>
          <w:tcPr>
            <w:tcW w:w="1985" w:type="dxa"/>
            <w:vAlign w:val="center"/>
          </w:tcPr>
          <w:p w14:paraId="074EC17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카카오뱅크</w:t>
            </w:r>
          </w:p>
        </w:tc>
      </w:tr>
      <w:tr w:rsidR="00E56A46" w14:paraId="47C75621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D637DD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22</w:t>
            </w:r>
          </w:p>
        </w:tc>
        <w:tc>
          <w:tcPr>
            <w:tcW w:w="1985" w:type="dxa"/>
            <w:vAlign w:val="center"/>
          </w:tcPr>
          <w:p w14:paraId="3CDEED2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F3DDC4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33825C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45</w:t>
            </w:r>
          </w:p>
        </w:tc>
        <w:tc>
          <w:tcPr>
            <w:tcW w:w="1985" w:type="dxa"/>
            <w:vAlign w:val="center"/>
          </w:tcPr>
          <w:p w14:paraId="6C0CF2B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케이뱅크</w:t>
            </w:r>
          </w:p>
        </w:tc>
      </w:tr>
      <w:tr w:rsidR="00E56A46" w14:paraId="0498E162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4540042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</w:t>
            </w:r>
            <w:r>
              <w:rPr>
                <w:lang w:bidi="x-none"/>
              </w:rPr>
              <w:t>3</w:t>
            </w:r>
          </w:p>
        </w:tc>
        <w:tc>
          <w:tcPr>
            <w:tcW w:w="1985" w:type="dxa"/>
            <w:vAlign w:val="center"/>
          </w:tcPr>
          <w:p w14:paraId="43EB658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8A258A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72F3D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46</w:t>
            </w:r>
          </w:p>
        </w:tc>
        <w:tc>
          <w:tcPr>
            <w:tcW w:w="1985" w:type="dxa"/>
            <w:vAlign w:val="center"/>
          </w:tcPr>
          <w:p w14:paraId="7A50B0B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카카오머니</w:t>
            </w:r>
          </w:p>
        </w:tc>
      </w:tr>
      <w:tr w:rsidR="00E56A46" w14:paraId="14DFBD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80B325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25</w:t>
            </w:r>
          </w:p>
        </w:tc>
        <w:tc>
          <w:tcPr>
            <w:tcW w:w="1985" w:type="dxa"/>
            <w:vAlign w:val="center"/>
          </w:tcPr>
          <w:p w14:paraId="6097D16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해외비자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B486E0D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4B2AD3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47</w:t>
            </w:r>
          </w:p>
        </w:tc>
        <w:tc>
          <w:tcPr>
            <w:tcW w:w="1985" w:type="dxa"/>
            <w:vAlign w:val="center"/>
          </w:tcPr>
          <w:p w14:paraId="35ABA4D8" w14:textId="5C4642B7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강원</w:t>
            </w:r>
          </w:p>
        </w:tc>
      </w:tr>
      <w:tr w:rsidR="00E56A46" w14:paraId="798B367E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6663E9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26</w:t>
            </w:r>
          </w:p>
        </w:tc>
        <w:tc>
          <w:tcPr>
            <w:tcW w:w="1985" w:type="dxa"/>
            <w:vAlign w:val="center"/>
          </w:tcPr>
          <w:p w14:paraId="7B7D521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해외마스터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C357F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E131C5E" w14:textId="0283E128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48</w:t>
            </w:r>
          </w:p>
        </w:tc>
        <w:tc>
          <w:tcPr>
            <w:tcW w:w="1985" w:type="dxa"/>
            <w:vAlign w:val="center"/>
          </w:tcPr>
          <w:p w14:paraId="0E33F002" w14:textId="27BBE8EB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UNIONPAY</w:t>
            </w:r>
          </w:p>
        </w:tc>
      </w:tr>
    </w:tbl>
    <w:p w14:paraId="0A67936F" w14:textId="39F4B5E8" w:rsidR="00E4288F" w:rsidRDefault="00E4288F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p w14:paraId="73D516F9" w14:textId="46CF99E8" w:rsidR="0014188A" w:rsidRDefault="0014188A" w:rsidP="0014188A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bookmarkStart w:id="3" w:name="_Hlk179880659"/>
      <w:r>
        <w:rPr>
          <w:rFonts w:hint="eastAsia"/>
          <w:lang w:eastAsia="ko-KR"/>
        </w:rPr>
        <w:t>10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신용카드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전표</w:t>
      </w:r>
      <w:r>
        <w:rPr>
          <w:rFonts w:hint="eastAsia"/>
          <w:lang w:eastAsia="ko-KR"/>
        </w:rPr>
        <w:t xml:space="preserve"> URL</w:t>
      </w:r>
    </w:p>
    <w:p w14:paraId="49C3F5C7" w14:textId="34F27F68" w:rsidR="0014188A" w:rsidRPr="0014188A" w:rsidRDefault="0014188A" w:rsidP="0014188A">
      <w:pPr>
        <w:pStyle w:val="1"/>
        <w:numPr>
          <w:ilvl w:val="0"/>
          <w:numId w:val="0"/>
        </w:numPr>
        <w:ind w:leftChars="360" w:left="1440" w:hangingChars="257" w:hanging="720"/>
        <w:rPr>
          <w:lang w:eastAsia="ko-KR"/>
        </w:rPr>
      </w:pPr>
      <w:r w:rsidRPr="00B00929">
        <w:rPr>
          <w:szCs w:val="28"/>
          <w:lang w:val="en-US"/>
        </w:rPr>
        <w:t>https://api.wayup.co.kr/receipt?tid=</w:t>
      </w:r>
      <w:r w:rsidRPr="00B00929">
        <w:rPr>
          <w:rFonts w:hint="eastAsia"/>
          <w:szCs w:val="28"/>
        </w:rPr>
        <w:t>{tid}</w:t>
      </w:r>
      <w:r w:rsidRPr="00B00929">
        <w:rPr>
          <w:szCs w:val="28"/>
          <w:lang w:val="en-US"/>
        </w:rPr>
        <w:t>&amp;appN</w:t>
      </w:r>
      <w:r w:rsidRPr="00B00929">
        <w:rPr>
          <w:rFonts w:hint="eastAsia"/>
          <w:szCs w:val="28"/>
        </w:rPr>
        <w:t>o</w:t>
      </w:r>
      <w:r w:rsidRPr="00B00929">
        <w:rPr>
          <w:szCs w:val="28"/>
          <w:lang w:val="en-US"/>
        </w:rPr>
        <w:t>=</w:t>
      </w:r>
      <w:r w:rsidRPr="00B00929">
        <w:rPr>
          <w:rFonts w:hint="eastAsia"/>
          <w:szCs w:val="28"/>
        </w:rPr>
        <w:t>{appNo}</w:t>
      </w:r>
    </w:p>
    <w:p w14:paraId="3BD7ADAA" w14:textId="77777777" w:rsidR="0014188A" w:rsidRPr="0014188A" w:rsidRDefault="0014188A" w:rsidP="0014188A">
      <w:pPr>
        <w:pStyle w:val="Indent"/>
        <w:rPr>
          <w:sz w:val="28"/>
          <w:szCs w:val="28"/>
          <w:lang w:val="en-GB"/>
        </w:rPr>
      </w:pPr>
    </w:p>
    <w:tbl>
      <w:tblPr>
        <w:tblStyle w:val="TableNormal"/>
        <w:tblW w:w="7938" w:type="dxa"/>
        <w:tblInd w:w="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5"/>
        <w:gridCol w:w="2835"/>
        <w:gridCol w:w="2268"/>
      </w:tblGrid>
      <w:tr w:rsidR="0014188A" w:rsidRPr="00BF41B6" w14:paraId="48294713" w14:textId="77777777" w:rsidTr="0014188A">
        <w:trPr>
          <w:trHeight w:val="20"/>
        </w:trPr>
        <w:tc>
          <w:tcPr>
            <w:tcW w:w="850" w:type="dxa"/>
            <w:shd w:val="clear" w:color="auto" w:fill="D9D9D9"/>
            <w:vAlign w:val="center"/>
          </w:tcPr>
          <w:p w14:paraId="682B0B41" w14:textId="77777777" w:rsidR="0014188A" w:rsidRPr="00BF41B6" w:rsidRDefault="0014188A" w:rsidP="00A7117A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65BAC55" w14:textId="77777777" w:rsidR="0014188A" w:rsidRPr="00BF41B6" w:rsidRDefault="0014188A" w:rsidP="00A7117A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5EF0C0D" w14:textId="77777777" w:rsidR="0014188A" w:rsidRPr="00BF41B6" w:rsidRDefault="0014188A" w:rsidP="00A7117A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EAE1A07" w14:textId="77777777" w:rsidR="0014188A" w:rsidRPr="00BF41B6" w:rsidRDefault="0014188A" w:rsidP="00A7117A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14188A" w:rsidRPr="00BF41B6" w14:paraId="070BB561" w14:textId="77777777" w:rsidTr="0014188A">
        <w:trPr>
          <w:trHeight w:val="20"/>
        </w:trPr>
        <w:tc>
          <w:tcPr>
            <w:tcW w:w="850" w:type="dxa"/>
            <w:vAlign w:val="center"/>
          </w:tcPr>
          <w:p w14:paraId="7F6D5BF5" w14:textId="77777777" w:rsidR="0014188A" w:rsidRPr="00BF41B6" w:rsidRDefault="0014188A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216DB1D4" w14:textId="77777777" w:rsidR="0014188A" w:rsidRPr="00BF41B6" w:rsidRDefault="0014188A" w:rsidP="00A7117A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2835" w:type="dxa"/>
            <w:vAlign w:val="center"/>
          </w:tcPr>
          <w:p w14:paraId="084BD42E" w14:textId="77777777" w:rsidR="0014188A" w:rsidRPr="00BF41B6" w:rsidRDefault="0014188A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2268" w:type="dxa"/>
            <w:vAlign w:val="center"/>
          </w:tcPr>
          <w:p w14:paraId="6017AB19" w14:textId="77777777" w:rsidR="0014188A" w:rsidRPr="00BF41B6" w:rsidRDefault="0014188A" w:rsidP="00A7117A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14188A" w:rsidRPr="00BF41B6" w14:paraId="1354EC6D" w14:textId="77777777" w:rsidTr="0014188A">
        <w:trPr>
          <w:trHeight w:val="20"/>
        </w:trPr>
        <w:tc>
          <w:tcPr>
            <w:tcW w:w="850" w:type="dxa"/>
            <w:vAlign w:val="center"/>
          </w:tcPr>
          <w:p w14:paraId="2642390B" w14:textId="77777777" w:rsidR="0014188A" w:rsidRPr="00BF41B6" w:rsidRDefault="0014188A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55932061" w14:textId="77777777" w:rsidR="0014188A" w:rsidRPr="00BF41B6" w:rsidRDefault="0014188A" w:rsidP="00A7117A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835" w:type="dxa"/>
            <w:vAlign w:val="center"/>
          </w:tcPr>
          <w:p w14:paraId="084E0AB9" w14:textId="77777777" w:rsidR="0014188A" w:rsidRPr="00BF41B6" w:rsidRDefault="0014188A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268" w:type="dxa"/>
            <w:vAlign w:val="center"/>
          </w:tcPr>
          <w:p w14:paraId="34FE1ABF" w14:textId="77777777" w:rsidR="0014188A" w:rsidRPr="00BF41B6" w:rsidRDefault="0014188A" w:rsidP="00A7117A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bookmarkEnd w:id="3"/>
    </w:tbl>
    <w:p w14:paraId="6EB3E288" w14:textId="77777777" w:rsidR="0014188A" w:rsidRPr="0014188A" w:rsidRDefault="0014188A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sectPr w:rsidR="0014188A" w:rsidRPr="0014188A" w:rsidSect="00380A02">
      <w:footerReference w:type="even" r:id="rId14"/>
      <w:footerReference w:type="default" r:id="rId15"/>
      <w:pgSz w:w="12240" w:h="15840" w:code="1"/>
      <w:pgMar w:top="1701" w:right="1440" w:bottom="1440" w:left="1440" w:header="720" w:footer="35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93FB6" w14:textId="77777777" w:rsidR="00A22612" w:rsidRDefault="00A22612">
      <w:r>
        <w:separator/>
      </w:r>
    </w:p>
  </w:endnote>
  <w:endnote w:type="continuationSeparator" w:id="0">
    <w:p w14:paraId="43DF141E" w14:textId="77777777" w:rsidR="00A22612" w:rsidRDefault="00A2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Medium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Black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BF8C" w14:textId="77777777" w:rsidR="005F7164" w:rsidRDefault="005F71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i</w:t>
    </w:r>
    <w:r>
      <w:rPr>
        <w:rStyle w:val="a8"/>
      </w:rPr>
      <w:fldChar w:fldCharType="end"/>
    </w:r>
  </w:p>
  <w:p w14:paraId="71140E56" w14:textId="77777777" w:rsidR="005F7164" w:rsidRDefault="005F7164">
    <w:pPr>
      <w:pStyle w:val="a6"/>
      <w:ind w:right="360"/>
    </w:pPr>
  </w:p>
  <w:p w14:paraId="7A401590" w14:textId="77777777" w:rsidR="005F7164" w:rsidRDefault="005F7164"/>
  <w:p w14:paraId="6DBA9455" w14:textId="77777777" w:rsidR="005F7164" w:rsidRDefault="005F7164"/>
  <w:p w14:paraId="3112ABEF" w14:textId="77777777" w:rsidR="005F7164" w:rsidRDefault="005F7164"/>
  <w:p w14:paraId="44B83EA4" w14:textId="77777777" w:rsidR="005F7164" w:rsidRDefault="005F71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D66ED" w14:textId="77777777" w:rsidR="005F7164" w:rsidRDefault="005F7164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09AD7" w14:textId="77777777" w:rsidR="00A22612" w:rsidRDefault="00A22612">
      <w:r>
        <w:separator/>
      </w:r>
    </w:p>
  </w:footnote>
  <w:footnote w:type="continuationSeparator" w:id="0">
    <w:p w14:paraId="6B13D68B" w14:textId="77777777" w:rsidR="00A22612" w:rsidRDefault="00A22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8FCAC" w14:textId="73EA2FFD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AB42" w14:textId="77777777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3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0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E2336C2"/>
    <w:multiLevelType w:val="multilevel"/>
    <w:tmpl w:val="C92C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78478A6"/>
    <w:multiLevelType w:val="multilevel"/>
    <w:tmpl w:val="98AA40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8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9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20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1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22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4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5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6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7" w15:restartNumberingAfterBreak="0">
    <w:nsid w:val="69472550"/>
    <w:multiLevelType w:val="hybridMultilevel"/>
    <w:tmpl w:val="5F5CE2A0"/>
    <w:lvl w:ilvl="0" w:tplc="CC6E42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num w:numId="1" w16cid:durableId="2059011523">
    <w:abstractNumId w:val="1"/>
  </w:num>
  <w:num w:numId="2" w16cid:durableId="1091901143">
    <w:abstractNumId w:val="2"/>
  </w:num>
  <w:num w:numId="3" w16cid:durableId="1305962661">
    <w:abstractNumId w:val="28"/>
  </w:num>
  <w:num w:numId="4" w16cid:durableId="2038653356">
    <w:abstractNumId w:val="21"/>
  </w:num>
  <w:num w:numId="5" w16cid:durableId="1815681282">
    <w:abstractNumId w:val="26"/>
  </w:num>
  <w:num w:numId="6" w16cid:durableId="1742293823">
    <w:abstractNumId w:val="16"/>
  </w:num>
  <w:num w:numId="7" w16cid:durableId="2129618278">
    <w:abstractNumId w:val="17"/>
  </w:num>
  <w:num w:numId="8" w16cid:durableId="1441532880">
    <w:abstractNumId w:val="18"/>
  </w:num>
  <w:num w:numId="9" w16cid:durableId="52703331">
    <w:abstractNumId w:val="20"/>
  </w:num>
  <w:num w:numId="10" w16cid:durableId="137577621">
    <w:abstractNumId w:val="10"/>
  </w:num>
  <w:num w:numId="11" w16cid:durableId="1290282417">
    <w:abstractNumId w:val="24"/>
  </w:num>
  <w:num w:numId="12" w16cid:durableId="373241325">
    <w:abstractNumId w:val="4"/>
  </w:num>
  <w:num w:numId="13" w16cid:durableId="492911240">
    <w:abstractNumId w:val="6"/>
  </w:num>
  <w:num w:numId="14" w16cid:durableId="1654482092">
    <w:abstractNumId w:val="5"/>
  </w:num>
  <w:num w:numId="15" w16cid:durableId="1416855436">
    <w:abstractNumId w:val="23"/>
  </w:num>
  <w:num w:numId="16" w16cid:durableId="1317878371">
    <w:abstractNumId w:val="3"/>
  </w:num>
  <w:num w:numId="17" w16cid:durableId="2104832850">
    <w:abstractNumId w:val="22"/>
  </w:num>
  <w:num w:numId="18" w16cid:durableId="2130008723">
    <w:abstractNumId w:val="12"/>
  </w:num>
  <w:num w:numId="19" w16cid:durableId="88430860">
    <w:abstractNumId w:val="19"/>
  </w:num>
  <w:num w:numId="20" w16cid:durableId="1181314747">
    <w:abstractNumId w:val="14"/>
  </w:num>
  <w:num w:numId="21" w16cid:durableId="508563204">
    <w:abstractNumId w:val="9"/>
  </w:num>
  <w:num w:numId="22" w16cid:durableId="729498141">
    <w:abstractNumId w:val="7"/>
  </w:num>
  <w:num w:numId="23" w16cid:durableId="1857771465">
    <w:abstractNumId w:val="15"/>
  </w:num>
  <w:num w:numId="24" w16cid:durableId="1445686361">
    <w:abstractNumId w:val="25"/>
  </w:num>
  <w:num w:numId="25" w16cid:durableId="281808153">
    <w:abstractNumId w:val="8"/>
  </w:num>
  <w:num w:numId="26" w16cid:durableId="962157869">
    <w:abstractNumId w:val="0"/>
  </w:num>
  <w:num w:numId="27" w16cid:durableId="1852337374">
    <w:abstractNumId w:val="11"/>
  </w:num>
  <w:num w:numId="28" w16cid:durableId="679505304">
    <w:abstractNumId w:val="13"/>
  </w:num>
  <w:num w:numId="29" w16cid:durableId="1639254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6DD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278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51F9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0A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0FE1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88A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39D"/>
    <w:rsid w:val="00151718"/>
    <w:rsid w:val="00151F90"/>
    <w:rsid w:val="00152103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925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566B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A6628"/>
    <w:rsid w:val="001B0377"/>
    <w:rsid w:val="001B0658"/>
    <w:rsid w:val="001B113C"/>
    <w:rsid w:val="001B218E"/>
    <w:rsid w:val="001B21AC"/>
    <w:rsid w:val="001B23F9"/>
    <w:rsid w:val="001B29DF"/>
    <w:rsid w:val="001B42B4"/>
    <w:rsid w:val="001B51C7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1A80"/>
    <w:rsid w:val="001D2571"/>
    <w:rsid w:val="001D34BF"/>
    <w:rsid w:val="001D35E6"/>
    <w:rsid w:val="001D367B"/>
    <w:rsid w:val="001D3A9C"/>
    <w:rsid w:val="001D3C03"/>
    <w:rsid w:val="001D4507"/>
    <w:rsid w:val="001D45FA"/>
    <w:rsid w:val="001D5B37"/>
    <w:rsid w:val="001D65A5"/>
    <w:rsid w:val="001E1645"/>
    <w:rsid w:val="001E30A0"/>
    <w:rsid w:val="001E3A3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469"/>
    <w:rsid w:val="00214A56"/>
    <w:rsid w:val="00214F39"/>
    <w:rsid w:val="002158AF"/>
    <w:rsid w:val="00215B02"/>
    <w:rsid w:val="00216D4F"/>
    <w:rsid w:val="00216D8E"/>
    <w:rsid w:val="00220A7F"/>
    <w:rsid w:val="002222A1"/>
    <w:rsid w:val="00222600"/>
    <w:rsid w:val="00222E39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1775"/>
    <w:rsid w:val="002720E5"/>
    <w:rsid w:val="00272101"/>
    <w:rsid w:val="00273514"/>
    <w:rsid w:val="002743CC"/>
    <w:rsid w:val="0027537E"/>
    <w:rsid w:val="002762DD"/>
    <w:rsid w:val="002768B1"/>
    <w:rsid w:val="002779E0"/>
    <w:rsid w:val="002807D1"/>
    <w:rsid w:val="002813ED"/>
    <w:rsid w:val="00281EDA"/>
    <w:rsid w:val="00283150"/>
    <w:rsid w:val="0028440B"/>
    <w:rsid w:val="00284A3A"/>
    <w:rsid w:val="0028520A"/>
    <w:rsid w:val="00286922"/>
    <w:rsid w:val="00286FC7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97B92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4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101B5"/>
    <w:rsid w:val="0031150F"/>
    <w:rsid w:val="00312030"/>
    <w:rsid w:val="0031251E"/>
    <w:rsid w:val="00313A3D"/>
    <w:rsid w:val="00313AA5"/>
    <w:rsid w:val="00314204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04ED"/>
    <w:rsid w:val="00361B7F"/>
    <w:rsid w:val="00361E03"/>
    <w:rsid w:val="00363145"/>
    <w:rsid w:val="00363186"/>
    <w:rsid w:val="0036332F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0FA8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A84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D7C8B"/>
    <w:rsid w:val="003E151B"/>
    <w:rsid w:val="003E2CD8"/>
    <w:rsid w:val="003E2E9D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2DD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1BD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502"/>
    <w:rsid w:val="004D3C92"/>
    <w:rsid w:val="004D41B6"/>
    <w:rsid w:val="004D48A5"/>
    <w:rsid w:val="004D4D42"/>
    <w:rsid w:val="004D52E8"/>
    <w:rsid w:val="004D58A0"/>
    <w:rsid w:val="004D58B8"/>
    <w:rsid w:val="004D5CC3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52F4"/>
    <w:rsid w:val="005559DE"/>
    <w:rsid w:val="005570A8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32A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81B"/>
    <w:rsid w:val="0058555D"/>
    <w:rsid w:val="00585DF3"/>
    <w:rsid w:val="00586149"/>
    <w:rsid w:val="0058642C"/>
    <w:rsid w:val="00587583"/>
    <w:rsid w:val="00587741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63B2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0AB0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83C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164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FC1"/>
    <w:rsid w:val="0066130F"/>
    <w:rsid w:val="00661814"/>
    <w:rsid w:val="00661CB4"/>
    <w:rsid w:val="00661F0A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3A49"/>
    <w:rsid w:val="006740BD"/>
    <w:rsid w:val="00674287"/>
    <w:rsid w:val="0067449F"/>
    <w:rsid w:val="006752FF"/>
    <w:rsid w:val="006758A6"/>
    <w:rsid w:val="006775F3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5A24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AAE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4ADC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653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94"/>
    <w:rsid w:val="007318F4"/>
    <w:rsid w:val="00731A53"/>
    <w:rsid w:val="0073222F"/>
    <w:rsid w:val="00732B64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2C8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3AC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530B"/>
    <w:rsid w:val="007962DC"/>
    <w:rsid w:val="0079651C"/>
    <w:rsid w:val="00796D64"/>
    <w:rsid w:val="0079786A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45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2AE0"/>
    <w:rsid w:val="008B33BC"/>
    <w:rsid w:val="008B3839"/>
    <w:rsid w:val="008B456B"/>
    <w:rsid w:val="008B4860"/>
    <w:rsid w:val="008B5335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1345"/>
    <w:rsid w:val="008E2812"/>
    <w:rsid w:val="008E4084"/>
    <w:rsid w:val="008E4458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27E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6E7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DD6"/>
    <w:rsid w:val="009D0EA2"/>
    <w:rsid w:val="009D0EF6"/>
    <w:rsid w:val="009D1595"/>
    <w:rsid w:val="009D15EA"/>
    <w:rsid w:val="009D1D23"/>
    <w:rsid w:val="009D29CF"/>
    <w:rsid w:val="009D2CF9"/>
    <w:rsid w:val="009D35AB"/>
    <w:rsid w:val="009D44EA"/>
    <w:rsid w:val="009D785F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5FC8"/>
    <w:rsid w:val="009E6748"/>
    <w:rsid w:val="009E6E9C"/>
    <w:rsid w:val="009F006D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A8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612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0C2"/>
    <w:rsid w:val="00A867BC"/>
    <w:rsid w:val="00A873A9"/>
    <w:rsid w:val="00A90C5E"/>
    <w:rsid w:val="00A90E7E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53A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929"/>
    <w:rsid w:val="00B00C71"/>
    <w:rsid w:val="00B014CB"/>
    <w:rsid w:val="00B019A1"/>
    <w:rsid w:val="00B01DBA"/>
    <w:rsid w:val="00B03103"/>
    <w:rsid w:val="00B03A36"/>
    <w:rsid w:val="00B04810"/>
    <w:rsid w:val="00B05949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196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2B7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160"/>
    <w:rsid w:val="00B9271A"/>
    <w:rsid w:val="00B93958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1B6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3C5"/>
    <w:rsid w:val="00C00627"/>
    <w:rsid w:val="00C00828"/>
    <w:rsid w:val="00C014BD"/>
    <w:rsid w:val="00C015C8"/>
    <w:rsid w:val="00C019D4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065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4D53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19BE"/>
    <w:rsid w:val="00CA1B00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256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FF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059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7A1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99A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822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96F24"/>
    <w:rsid w:val="00D97456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9A4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AE3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0B8"/>
    <w:rsid w:val="00DF5B1D"/>
    <w:rsid w:val="00DF6485"/>
    <w:rsid w:val="00DF71A1"/>
    <w:rsid w:val="00DF761B"/>
    <w:rsid w:val="00DF7AB5"/>
    <w:rsid w:val="00E001F5"/>
    <w:rsid w:val="00E01225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4F94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288F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56A46"/>
    <w:rsid w:val="00E6009E"/>
    <w:rsid w:val="00E6052D"/>
    <w:rsid w:val="00E605B9"/>
    <w:rsid w:val="00E60A6F"/>
    <w:rsid w:val="00E644D6"/>
    <w:rsid w:val="00E65567"/>
    <w:rsid w:val="00E65748"/>
    <w:rsid w:val="00E6593D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979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66DC"/>
    <w:rsid w:val="00ED23CC"/>
    <w:rsid w:val="00ED280E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12B2"/>
    <w:rsid w:val="00F424A1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266F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35D"/>
    <w:rsid w:val="00F737E4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1CB"/>
    <w:rsid w:val="00F905B9"/>
    <w:rsid w:val="00F90A7F"/>
    <w:rsid w:val="00F90BE6"/>
    <w:rsid w:val="00F91759"/>
    <w:rsid w:val="00F91F46"/>
    <w:rsid w:val="00F92911"/>
    <w:rsid w:val="00F92EB7"/>
    <w:rsid w:val="00F94CCE"/>
    <w:rsid w:val="00F9592F"/>
    <w:rsid w:val="00F95C39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677A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6EE5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3822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2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rPr>
      <w:rFonts w:ascii="Arial" w:eastAsiaTheme="minorEastAsia" w:hAnsi="Arial"/>
      <w:b/>
      <w:lang w:val="x-none" w:eastAsia="x-none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26"/>
      </w:numPr>
      <w:contextualSpacing/>
    </w:pPr>
  </w:style>
  <w:style w:type="character" w:customStyle="1" w:styleId="pl-s">
    <w:name w:val="pl-s"/>
    <w:rsid w:val="00F901CB"/>
  </w:style>
  <w:style w:type="character" w:styleId="af1">
    <w:name w:val="Unresolved Mention"/>
    <w:basedOn w:val="a1"/>
    <w:uiPriority w:val="99"/>
    <w:semiHidden/>
    <w:unhideWhenUsed/>
    <w:rsid w:val="00CA1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wayup.co.k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rent@exampl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uye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i.wayup.co.k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622E-0F0C-4F1E-A499-4A9F2F53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14</TotalTime>
  <Pages>16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10</cp:revision>
  <dcterms:created xsi:type="dcterms:W3CDTF">2024-10-15T01:20:00Z</dcterms:created>
  <dcterms:modified xsi:type="dcterms:W3CDTF">2025-05-13T00:47:00Z</dcterms:modified>
</cp:coreProperties>
</file>