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0A5402B8" w:rsidR="002B3805" w:rsidRDefault="00E01ECB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W</w:t>
      </w:r>
      <w:r>
        <w:rPr>
          <w:rFonts w:asciiTheme="minorHAnsi" w:eastAsiaTheme="minorHAnsi" w:hAnsiTheme="minorHAnsi"/>
          <w:b/>
          <w:sz w:val="72"/>
          <w:szCs w:val="72"/>
        </w:rPr>
        <w:t>ayup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AD47D4">
        <w:rPr>
          <w:rFonts w:asciiTheme="minorHAnsi" w:eastAsiaTheme="minorHAnsi" w:hAnsiTheme="minorHAnsi" w:hint="eastAsia"/>
          <w:b/>
          <w:sz w:val="72"/>
          <w:szCs w:val="72"/>
        </w:rPr>
        <w:t>인증결제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4A5CFA">
        <w:rPr>
          <w:rFonts w:asciiTheme="minorHAnsi" w:eastAsiaTheme="minorHAnsi" w:hAnsiTheme="minorHAnsi" w:hint="eastAsia"/>
          <w:b/>
          <w:sz w:val="72"/>
          <w:szCs w:val="72"/>
        </w:rPr>
        <w:t>연동 가이드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091DEF50" w14:textId="77777777" w:rsidR="0063599F" w:rsidRDefault="0063599F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4C8C3BD" w14:textId="77777777" w:rsidR="002B3805" w:rsidRPr="00661CB4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5A9B3087" w:rsidR="002B3805" w:rsidRDefault="002B3805" w:rsidP="002B3805">
      <w:pPr>
        <w:ind w:left="0" w:firstLine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202</w:t>
      </w:r>
      <w:r w:rsidR="00E01ECB"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.</w:t>
      </w:r>
      <w:r w:rsidR="002D60C9">
        <w:rPr>
          <w:rFonts w:asciiTheme="minorHAnsi" w:eastAsiaTheme="minorHAnsi" w:hAnsiTheme="minorHAnsi"/>
        </w:rPr>
        <w:t>0</w:t>
      </w:r>
      <w:r w:rsidR="00E01ECB">
        <w:rPr>
          <w:rFonts w:asciiTheme="minorHAnsi" w:eastAsiaTheme="minorHAnsi" w:hAnsiTheme="minorHAnsi"/>
        </w:rPr>
        <w:t>4</w:t>
      </w:r>
      <w:r>
        <w:rPr>
          <w:rFonts w:asciiTheme="minorHAnsi" w:eastAsiaTheme="minorHAnsi" w:hAnsiTheme="minorHAnsi" w:hint="eastAsia"/>
        </w:rPr>
        <w:t xml:space="preserve"> </w:t>
      </w:r>
      <w:r w:rsidR="00E01ECB">
        <w:rPr>
          <w:rFonts w:asciiTheme="minorHAnsi" w:eastAsiaTheme="minorHAnsi" w:hAnsiTheme="minorHAnsi"/>
        </w:rPr>
        <w:t>WAYUP</w:t>
      </w:r>
    </w:p>
    <w:p w14:paraId="645A6AB3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EF1739D" w14:textId="77777777" w:rsidR="002B3805" w:rsidRPr="00661CB4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AE8533D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46493B5F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412C1DDF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3A1461E1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67032E86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6AA31D27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03483E90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36462B7A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1098C1D9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7E9BA55C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47BEA6FD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73FEAD9A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7BA135E5" w14:textId="77777777" w:rsidR="00395A19" w:rsidRDefault="00395A19" w:rsidP="00F4359D">
      <w:pPr>
        <w:pStyle w:val="a6"/>
        <w:rPr>
          <w:rFonts w:asciiTheme="minorHAnsi" w:eastAsiaTheme="minorHAnsi" w:hAnsiTheme="minorHAnsi"/>
        </w:rPr>
      </w:pPr>
    </w:p>
    <w:p w14:paraId="7495E3BB" w14:textId="729D9B02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673C82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E01ECB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/>
        </w:rPr>
        <w:t xml:space="preserve"> 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7E5DB857" w14:textId="63A89954" w:rsidR="0063599F" w:rsidRPr="00661CB4" w:rsidRDefault="000F3B7E" w:rsidP="00395A1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E01ECB">
        <w:rPr>
          <w:rFonts w:asciiTheme="minorHAnsi" w:eastAsiaTheme="minorHAnsi" w:hAnsiTheme="minorHAnsi" w:hint="eastAsia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재산입니다. 모든 정보는 </w:t>
      </w:r>
      <w:r w:rsidR="00E01ECB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E01ECB">
        <w:rPr>
          <w:rFonts w:asciiTheme="minorHAnsi" w:eastAsiaTheme="minorHAnsi" w:hAnsiTheme="minorHAnsi"/>
        </w:rPr>
        <w:t>WAYUP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18A9828F" w14:textId="397B566D" w:rsidR="004A5CFA" w:rsidRDefault="004A5CF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>
        <w:rPr>
          <w:rFonts w:asciiTheme="minorHAnsi" w:eastAsiaTheme="minorHAnsi" w:hAnsiTheme="minorHAnsi"/>
          <w:sz w:val="28"/>
          <w:lang w:val="x-none" w:bidi="x-none"/>
        </w:rPr>
        <w:br w:type="page"/>
      </w:r>
    </w:p>
    <w:p w14:paraId="4BAF577B" w14:textId="77777777" w:rsidR="000F3B7E" w:rsidRPr="00661CB4" w:rsidRDefault="000F3B7E" w:rsidP="000F3B7E">
      <w:pPr>
        <w:ind w:left="0" w:firstLine="0"/>
        <w:jc w:val="both"/>
        <w:rPr>
          <w:rFonts w:asciiTheme="minorHAnsi" w:eastAsiaTheme="minorHAnsi" w:hAnsiTheme="minorHAnsi"/>
          <w:sz w:val="28"/>
          <w:lang w:val="x-none" w:bidi="x-none"/>
        </w:rPr>
      </w:pP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98754AD" w14:textId="67AAECA1" w:rsidR="00017F27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0</w:t>
            </w:r>
            <w:r w:rsidR="00017F27">
              <w:rPr>
                <w:rFonts w:ascii="맑은 고딕" w:eastAsia="맑은 고딕" w:hAnsi="맑은 고딕" w:hint="eastAsia"/>
              </w:rPr>
              <w:t>.</w:t>
            </w:r>
            <w:r>
              <w:rPr>
                <w:rFonts w:ascii="맑은 고딕" w:eastAsia="맑은 고딕" w:hAnsi="맑은 고딕" w:hint="eastAsia"/>
              </w:rPr>
              <w:t>1</w:t>
            </w:r>
          </w:p>
        </w:tc>
        <w:tc>
          <w:tcPr>
            <w:tcW w:w="5239" w:type="dxa"/>
            <w:shd w:val="clear" w:color="auto" w:fill="auto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  <w:shd w:val="clear" w:color="auto" w:fill="auto"/>
          </w:tcPr>
          <w:p w14:paraId="787351ED" w14:textId="6715EA1B" w:rsidR="00017F27" w:rsidRPr="00661CB4" w:rsidRDefault="00017F27" w:rsidP="003F62DD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</w:t>
            </w:r>
            <w:r w:rsidR="00673C82">
              <w:rPr>
                <w:rFonts w:ascii="맑은 고딕" w:eastAsia="맑은 고딕" w:hAnsi="맑은 고딕"/>
              </w:rPr>
              <w:t>2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2D60C9">
              <w:rPr>
                <w:rFonts w:ascii="맑은 고딕" w:eastAsia="맑은 고딕" w:hAnsi="맑은 고딕"/>
              </w:rPr>
              <w:t>0</w:t>
            </w:r>
            <w:r w:rsidR="00673C82">
              <w:rPr>
                <w:rFonts w:ascii="맑은 고딕" w:eastAsia="맑은 고딕" w:hAnsi="맑은 고딕"/>
              </w:rPr>
              <w:t>4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673C82">
              <w:rPr>
                <w:rFonts w:ascii="맑은 고딕" w:eastAsia="맑은 고딕" w:hAnsi="맑은 고딕"/>
              </w:rPr>
              <w:t>25</w:t>
            </w:r>
          </w:p>
        </w:tc>
      </w:tr>
      <w:tr w:rsidR="0063599F" w:rsidRPr="00661CB4" w14:paraId="309F1AC7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531B0F21" w14:textId="7B7DB8C5" w:rsidR="0063599F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0.1.5</w:t>
            </w:r>
          </w:p>
        </w:tc>
        <w:tc>
          <w:tcPr>
            <w:tcW w:w="5239" w:type="dxa"/>
            <w:shd w:val="clear" w:color="auto" w:fill="auto"/>
          </w:tcPr>
          <w:p w14:paraId="50205681" w14:textId="3F1B9F53" w:rsidR="0063599F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인증결과 ordNo 삭제</w:t>
            </w:r>
          </w:p>
        </w:tc>
        <w:tc>
          <w:tcPr>
            <w:tcW w:w="2268" w:type="dxa"/>
            <w:shd w:val="clear" w:color="auto" w:fill="auto"/>
          </w:tcPr>
          <w:p w14:paraId="03A373D3" w14:textId="3C8BCBD4" w:rsidR="0063599F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2024.05.29</w:t>
            </w:r>
          </w:p>
        </w:tc>
      </w:tr>
      <w:tr w:rsidR="00395A19" w:rsidRPr="00661CB4" w14:paraId="33C69BC2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2D315D0" w14:textId="34309E10" w:rsidR="00395A19" w:rsidRPr="00661CB4" w:rsidRDefault="00395A19" w:rsidP="00395A19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1.1</w:t>
            </w:r>
          </w:p>
        </w:tc>
        <w:tc>
          <w:tcPr>
            <w:tcW w:w="5239" w:type="dxa"/>
            <w:shd w:val="clear" w:color="auto" w:fill="auto"/>
          </w:tcPr>
          <w:p w14:paraId="482C935E" w14:textId="77777777" w:rsidR="00395A19" w:rsidRDefault="00395A19" w:rsidP="00395A19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승인코드추가</w:t>
            </w:r>
          </w:p>
          <w:p w14:paraId="56F8BE61" w14:textId="711E68E5" w:rsidR="00395A19" w:rsidRPr="00661CB4" w:rsidRDefault="00395A19" w:rsidP="00395A19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전표URL추가</w:t>
            </w:r>
          </w:p>
        </w:tc>
        <w:tc>
          <w:tcPr>
            <w:tcW w:w="2268" w:type="dxa"/>
            <w:shd w:val="clear" w:color="auto" w:fill="auto"/>
          </w:tcPr>
          <w:p w14:paraId="1FAC65B5" w14:textId="36AAFAAD" w:rsidR="00395A19" w:rsidRPr="00661CB4" w:rsidRDefault="00395A19" w:rsidP="00395A19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2024.10.15</w:t>
            </w:r>
          </w:p>
        </w:tc>
      </w:tr>
      <w:tr w:rsidR="005C776B" w:rsidRPr="00661CB4" w14:paraId="12C229BC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552347F" w14:textId="5D919A98" w:rsidR="005C776B" w:rsidRPr="00661CB4" w:rsidRDefault="005C776B" w:rsidP="005C776B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1.2</w:t>
            </w:r>
          </w:p>
        </w:tc>
        <w:tc>
          <w:tcPr>
            <w:tcW w:w="5239" w:type="dxa"/>
            <w:shd w:val="clear" w:color="auto" w:fill="auto"/>
          </w:tcPr>
          <w:p w14:paraId="1DB4CFDE" w14:textId="056644DF" w:rsidR="005C776B" w:rsidRPr="00661CB4" w:rsidRDefault="005C776B" w:rsidP="005C776B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상품명 길이 수정</w:t>
            </w:r>
          </w:p>
        </w:tc>
        <w:tc>
          <w:tcPr>
            <w:tcW w:w="2268" w:type="dxa"/>
            <w:shd w:val="clear" w:color="auto" w:fill="auto"/>
          </w:tcPr>
          <w:p w14:paraId="3C97486C" w14:textId="40E95CCE" w:rsidR="005C776B" w:rsidRPr="00661CB4" w:rsidRDefault="005C776B" w:rsidP="005C776B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2024.10.15</w:t>
            </w:r>
          </w:p>
        </w:tc>
      </w:tr>
      <w:tr w:rsidR="002A2DAF" w:rsidRPr="00661CB4" w14:paraId="7CEA920B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DC7C440" w14:textId="75669F50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1.3</w:t>
            </w:r>
          </w:p>
        </w:tc>
        <w:tc>
          <w:tcPr>
            <w:tcW w:w="5239" w:type="dxa"/>
            <w:shd w:val="clear" w:color="auto" w:fill="auto"/>
          </w:tcPr>
          <w:p w14:paraId="33C09282" w14:textId="79EAEC43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승인URL 변경</w:t>
            </w:r>
          </w:p>
        </w:tc>
        <w:tc>
          <w:tcPr>
            <w:tcW w:w="2268" w:type="dxa"/>
            <w:shd w:val="clear" w:color="auto" w:fill="auto"/>
          </w:tcPr>
          <w:p w14:paraId="7DC15519" w14:textId="4BAC7493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2025.05.13</w:t>
            </w:r>
          </w:p>
        </w:tc>
      </w:tr>
      <w:tr w:rsidR="002A2DAF" w:rsidRPr="00661CB4" w14:paraId="0E316B4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DF1BAD6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9993E9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7CC2844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A2DAF" w:rsidRPr="00661CB4" w14:paraId="366A09D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8ED73F0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68857C4D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63FE8610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A2DAF" w:rsidRPr="00661CB4" w14:paraId="1809D7C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D07C0B7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78F6E2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4A4241A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A2DAF" w:rsidRPr="00661CB4" w14:paraId="27AEA67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CA7E16E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F8027A1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527D3031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A2DAF" w:rsidRPr="00661CB4" w14:paraId="57A7F91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7233D9F8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A3E03A4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481E90DB" w14:textId="77777777" w:rsidR="002A2DAF" w:rsidRPr="00661CB4" w:rsidRDefault="002A2DAF" w:rsidP="002A2DA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350A7034" w14:textId="3EB00077" w:rsidR="0063599F" w:rsidRPr="00661CB4" w:rsidRDefault="0031251E" w:rsidP="0079786A">
      <w:pPr>
        <w:pStyle w:val="1"/>
        <w:numPr>
          <w:ilvl w:val="0"/>
          <w:numId w:val="4"/>
        </w:numPr>
        <w:rPr>
          <w:rFonts w:asciiTheme="minorHAnsi" w:eastAsiaTheme="minorHAnsi" w:hAnsiTheme="minorHAnsi"/>
          <w:lang w:eastAsia="ko-KR"/>
        </w:rPr>
      </w:pPr>
      <w:bookmarkStart w:id="0" w:name="_Toc33213695"/>
      <w:r w:rsidRPr="00661CB4">
        <w:rPr>
          <w:rFonts w:asciiTheme="minorHAnsi" w:eastAsiaTheme="minorHAnsi" w:hAnsiTheme="minorHAnsi" w:hint="eastAsia"/>
          <w:lang w:eastAsia="ko-KR"/>
        </w:rPr>
        <w:lastRenderedPageBreak/>
        <w:t>연동 개요</w:t>
      </w:r>
      <w:bookmarkEnd w:id="0"/>
    </w:p>
    <w:p w14:paraId="1F8EBF5A" w14:textId="77777777" w:rsidR="009150F7" w:rsidRPr="00661CB4" w:rsidRDefault="009150F7" w:rsidP="009150F7">
      <w:pPr>
        <w:pStyle w:val="Indent"/>
        <w:rPr>
          <w:rFonts w:asciiTheme="minorHAnsi" w:eastAsiaTheme="minorHAnsi" w:hAnsiTheme="minorHAnsi"/>
          <w:lang w:val="en-GB"/>
        </w:rPr>
      </w:pPr>
    </w:p>
    <w:p w14:paraId="6C7F46A4" w14:textId="0F90EB7F" w:rsidR="0063599F" w:rsidRPr="00661CB4" w:rsidRDefault="00406852" w:rsidP="00AA4227">
      <w:pPr>
        <w:pStyle w:val="ab"/>
        <w:rPr>
          <w:rFonts w:eastAsiaTheme="minorHAnsi"/>
        </w:rPr>
      </w:pPr>
      <w:bookmarkStart w:id="1" w:name="_Toc33213696"/>
      <w:r w:rsidRPr="00661CB4">
        <w:rPr>
          <w:rFonts w:eastAsiaTheme="minorHAnsi" w:hint="eastAsia"/>
        </w:rPr>
        <w:t>1</w:t>
      </w:r>
      <w:r w:rsidRPr="00661CB4">
        <w:rPr>
          <w:rFonts w:eastAsiaTheme="minorHAnsi"/>
        </w:rPr>
        <w:t xml:space="preserve">.1 </w:t>
      </w:r>
      <w:r w:rsidR="0031251E" w:rsidRPr="00661CB4">
        <w:rPr>
          <w:rFonts w:eastAsiaTheme="minorHAnsi" w:hint="eastAsia"/>
        </w:rPr>
        <w:t>개요.</w:t>
      </w:r>
      <w:bookmarkEnd w:id="1"/>
    </w:p>
    <w:p w14:paraId="13AC4CC2" w14:textId="13745707" w:rsidR="0031251E" w:rsidRPr="00661CB4" w:rsidRDefault="00022EE7" w:rsidP="0079786A">
      <w:pPr>
        <w:pStyle w:val="Indent2"/>
        <w:numPr>
          <w:ilvl w:val="0"/>
          <w:numId w:val="5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 xml:space="preserve">본 문서는 </w:t>
      </w:r>
      <w:r w:rsidR="00E01ECB">
        <w:rPr>
          <w:rFonts w:asciiTheme="minorHAnsi" w:eastAsiaTheme="minorHAnsi" w:hAnsiTheme="minorHAnsi"/>
          <w:lang w:bidi="x-none"/>
        </w:rPr>
        <w:t>WAYUP</w:t>
      </w:r>
      <w:r w:rsidRPr="00661CB4">
        <w:rPr>
          <w:rFonts w:asciiTheme="minorHAnsi" w:eastAsiaTheme="minorHAnsi" w:hAnsiTheme="minorHAnsi" w:hint="eastAsia"/>
          <w:lang w:bidi="x-none"/>
        </w:rPr>
        <w:t xml:space="preserve">의 지불결제 서비스를 이용하는 가맹점이 가맹점의 web 페이지에서 </w:t>
      </w:r>
      <w:r w:rsidR="00E01ECB">
        <w:rPr>
          <w:rFonts w:asciiTheme="minorHAnsi" w:eastAsiaTheme="minorHAnsi" w:hAnsiTheme="minorHAnsi"/>
          <w:lang w:bidi="x-none"/>
        </w:rPr>
        <w:t>WAYUP</w:t>
      </w:r>
      <w:r w:rsidRPr="00661CB4">
        <w:rPr>
          <w:rFonts w:asciiTheme="minorHAnsi" w:eastAsiaTheme="minorHAnsi" w:hAnsiTheme="minorHAnsi" w:hint="eastAsia"/>
          <w:lang w:bidi="x-none"/>
        </w:rPr>
        <w:t xml:space="preserve">와 결제 연동을 통해 </w:t>
      </w:r>
      <w:r w:rsidR="00E01ECB">
        <w:rPr>
          <w:rFonts w:asciiTheme="minorHAnsi" w:eastAsiaTheme="minorHAnsi" w:hAnsiTheme="minorHAnsi"/>
          <w:lang w:bidi="x-none"/>
        </w:rPr>
        <w:t>WAYUP</w:t>
      </w:r>
      <w:r w:rsidRPr="00661CB4">
        <w:rPr>
          <w:rFonts w:asciiTheme="minorHAnsi" w:eastAsiaTheme="minorHAnsi" w:hAnsiTheme="minorHAnsi" w:hint="eastAsia"/>
          <w:lang w:bidi="x-none"/>
        </w:rPr>
        <w:t xml:space="preserve">의 결제 서비스를 가맹점의 사용자에게 제공하는 방법을 제공합니다. </w:t>
      </w:r>
    </w:p>
    <w:p w14:paraId="74FD5B09" w14:textId="7425D4EA" w:rsidR="0031251E" w:rsidRPr="00661CB4" w:rsidRDefault="00022EE7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>.</w:t>
      </w:r>
    </w:p>
    <w:p w14:paraId="0A6D5E64" w14:textId="18038034" w:rsidR="0031251E" w:rsidRPr="00661CB4" w:rsidRDefault="0031251E" w:rsidP="0079786A">
      <w:pPr>
        <w:pStyle w:val="ab"/>
        <w:numPr>
          <w:ilvl w:val="1"/>
          <w:numId w:val="4"/>
        </w:numPr>
        <w:rPr>
          <w:rFonts w:eastAsiaTheme="minorHAnsi"/>
        </w:rPr>
      </w:pPr>
      <w:bookmarkStart w:id="2" w:name="_Toc33213697"/>
      <w:r w:rsidRPr="00661CB4">
        <w:rPr>
          <w:rFonts w:eastAsiaTheme="minorHAnsi" w:hint="eastAsia"/>
        </w:rPr>
        <w:t>특징.</w:t>
      </w:r>
      <w:bookmarkEnd w:id="2"/>
    </w:p>
    <w:p w14:paraId="4DBABCE0" w14:textId="0D28401B" w:rsidR="00022EE7" w:rsidRPr="00661CB4" w:rsidRDefault="00E01ECB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/>
          <w:lang w:bidi="x-none"/>
        </w:rPr>
        <w:t>WAYUP</w:t>
      </w:r>
      <w:r w:rsidR="00022EE7" w:rsidRPr="00661CB4">
        <w:rPr>
          <w:rFonts w:asciiTheme="minorHAnsi" w:eastAsiaTheme="minorHAnsi" w:hAnsiTheme="minorHAnsi" w:hint="eastAsia"/>
          <w:lang w:bidi="x-none"/>
        </w:rPr>
        <w:t xml:space="preserve">는 사용자의 PC등에  별도의  모듈  설치(Non-ActiveX)가  없이 사용 가능합니다. </w:t>
      </w:r>
    </w:p>
    <w:p w14:paraId="0585BE71" w14:textId="6F0F5AFF" w:rsidR="00022EE7" w:rsidRPr="00661CB4" w:rsidRDefault="002D60C9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/>
          <w:lang w:bidi="x-none"/>
        </w:rPr>
        <w:t>SHA</w:t>
      </w:r>
      <w:r w:rsidR="009349EE">
        <w:rPr>
          <w:rFonts w:asciiTheme="minorHAnsi" w:eastAsiaTheme="minorHAnsi" w:hAnsiTheme="minorHAnsi"/>
          <w:lang w:bidi="x-none"/>
        </w:rPr>
        <w:t>256</w:t>
      </w:r>
      <w:r w:rsidR="009349EE">
        <w:rPr>
          <w:rFonts w:asciiTheme="minorHAnsi" w:eastAsiaTheme="minorHAnsi" w:hAnsiTheme="minorHAnsi" w:hint="eastAsia"/>
          <w:lang w:bidi="x-none"/>
        </w:rPr>
        <w:t>을</w:t>
      </w:r>
      <w:r w:rsidR="00022EE7" w:rsidRPr="00661CB4">
        <w:rPr>
          <w:rFonts w:asciiTheme="minorHAnsi" w:eastAsiaTheme="minorHAnsi" w:hAnsiTheme="minorHAnsi" w:hint="eastAsia"/>
          <w:lang w:bidi="x-none"/>
        </w:rPr>
        <w:t xml:space="preserve"> 통한 위변조 방지와 HTTPS(SSL) 통신을  이용하여  보안이  한층  더  강화된 전자지불 시스템을 제공합니다. </w:t>
      </w:r>
    </w:p>
    <w:p w14:paraId="701F2C0F" w14:textId="72BD9B7A" w:rsidR="00022EE7" w:rsidRPr="00661CB4" w:rsidRDefault="00022EE7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>사용자의 PC 환경에 따라 자동으로  웹표준 결제창을 표시하며, ActiveX 등의 추가적인 설치 없이 Chrome, IE, Firefox, Safari 브라우저에서 사용 할 수 있습니다. (단, 카드사 등 금융기관에서 요구하는 경우에 사용자는 해당 모듈을 설치하여 결제를 이용해야 합니다.)</w:t>
      </w:r>
    </w:p>
    <w:p w14:paraId="5FE1BF7F" w14:textId="2312F3AB" w:rsidR="0031251E" w:rsidRDefault="0031251E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>시스템 언어에 관</w:t>
      </w:r>
      <w:r w:rsidR="00022EE7" w:rsidRPr="00661CB4">
        <w:rPr>
          <w:rFonts w:asciiTheme="minorHAnsi" w:eastAsiaTheme="minorHAnsi" w:hAnsiTheme="minorHAnsi" w:hint="eastAsia"/>
          <w:lang w:bidi="x-none"/>
        </w:rPr>
        <w:t>계없이 HTTPS 통신만을 사용하여 쉽게 연동하여 사용할 수 있습니다.</w:t>
      </w:r>
    </w:p>
    <w:p w14:paraId="7A63A803" w14:textId="3B22ED56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45F7CA18" w14:textId="77777777" w:rsidR="002D60C9" w:rsidRDefault="002D60C9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5C3161D1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6D8269F6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3F27F6CE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6A6602DA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7B342129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19E92A6B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00D7D844" w14:textId="77777777" w:rsidR="00E75E17" w:rsidRDefault="00E75E17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0462F2EA" w14:textId="71E9D249" w:rsidR="009150F7" w:rsidRPr="00661CB4" w:rsidRDefault="009150F7" w:rsidP="009150F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color w:val="000000"/>
          <w:lang w:bidi="x-none"/>
        </w:rPr>
      </w:pPr>
    </w:p>
    <w:p w14:paraId="369A6028" w14:textId="3BED9F30" w:rsidR="0031251E" w:rsidRPr="00661CB4" w:rsidRDefault="009150F7" w:rsidP="00E808B0">
      <w:pPr>
        <w:pStyle w:val="ab"/>
        <w:ind w:leftChars="100" w:left="200" w:firstLineChars="300" w:firstLine="600"/>
        <w:rPr>
          <w:rFonts w:eastAsiaTheme="minorHAnsi"/>
        </w:rPr>
      </w:pPr>
      <w:bookmarkStart w:id="3" w:name="_Toc33213698"/>
      <w:r w:rsidRPr="00661CB4">
        <w:rPr>
          <w:rFonts w:eastAsiaTheme="minorHAnsi" w:hint="eastAsia"/>
        </w:rPr>
        <w:lastRenderedPageBreak/>
        <w:t>1.3 서비스 구조와 결제 처리</w:t>
      </w:r>
      <w:r w:rsidR="00E808B0" w:rsidRPr="00661CB4">
        <w:rPr>
          <w:rFonts w:eastAsiaTheme="minorHAnsi" w:hint="eastAsia"/>
        </w:rPr>
        <w:t xml:space="preserve"> (신용카드)</w:t>
      </w:r>
      <w:bookmarkEnd w:id="3"/>
    </w:p>
    <w:p w14:paraId="5880C929" w14:textId="66E8E795" w:rsidR="00E808B0" w:rsidRPr="00661CB4" w:rsidRDefault="00E808B0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가맹점에서 </w:t>
      </w:r>
      <w:r w:rsidR="002D60C9">
        <w:rPr>
          <w:rFonts w:asciiTheme="minorHAnsi" w:eastAsiaTheme="minorHAnsi" w:hAnsiTheme="minorHAnsi"/>
        </w:rPr>
        <w:t>SHA</w:t>
      </w:r>
      <w:r w:rsidR="009349EE">
        <w:rPr>
          <w:rFonts w:asciiTheme="minorHAnsi" w:eastAsiaTheme="minorHAnsi" w:hAnsiTheme="minorHAnsi"/>
          <w:lang w:bidi="x-none"/>
        </w:rPr>
        <w:t>256</w:t>
      </w:r>
      <w:r w:rsidR="009349EE">
        <w:rPr>
          <w:rFonts w:asciiTheme="minorHAnsi" w:eastAsiaTheme="minorHAnsi" w:hAnsiTheme="minorHAnsi" w:hint="eastAsia"/>
          <w:lang w:bidi="x-none"/>
        </w:rPr>
        <w:t xml:space="preserve">을 </w:t>
      </w:r>
      <w:r w:rsidRPr="00661CB4">
        <w:rPr>
          <w:rFonts w:asciiTheme="minorHAnsi" w:eastAsiaTheme="minorHAnsi" w:hAnsiTheme="minorHAnsi" w:hint="eastAsia"/>
        </w:rPr>
        <w:t>이용하여 위변조 방지를 포함한 결제데이터를 생성합니다.</w:t>
      </w:r>
    </w:p>
    <w:p w14:paraId="5FB20442" w14:textId="3678BB2D" w:rsidR="00E808B0" w:rsidRPr="00661CB4" w:rsidRDefault="00E808B0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결제페이지에서 form 데이터를 </w:t>
      </w:r>
      <w:r w:rsidR="00E01ECB">
        <w:rPr>
          <w:rFonts w:asciiTheme="minorHAnsi" w:eastAsiaTheme="minorHAnsi" w:hAnsiTheme="minorHAnsi"/>
        </w:rPr>
        <w:t>WAYUP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="004731F3">
        <w:rPr>
          <w:rFonts w:asciiTheme="minorHAnsi" w:eastAsiaTheme="minorHAnsi" w:hAnsiTheme="minorHAnsi" w:hint="eastAsia"/>
        </w:rPr>
        <w:t>API</w:t>
      </w:r>
      <w:r w:rsidR="004731F3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로 HTTPS(SSL) Post 액션을 발생시켜 결제요청 데이터로 보냅니다.</w:t>
      </w:r>
    </w:p>
    <w:p w14:paraId="5E8C2CB7" w14:textId="470BFD8E" w:rsidR="00E808B0" w:rsidRPr="00661CB4" w:rsidRDefault="00E01ECB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WAYUP</w:t>
      </w:r>
      <w:r w:rsidR="00E808B0" w:rsidRPr="00661CB4">
        <w:rPr>
          <w:rFonts w:asciiTheme="minorHAnsi" w:eastAsiaTheme="minorHAnsi" w:hAnsiTheme="minorHAnsi" w:hint="eastAsia"/>
        </w:rPr>
        <w:t>는 결제요청을 받아 사용자의 디바이스에 따른 결제창을 표시하고 사용자가 결제(인증</w:t>
      </w:r>
      <w:r w:rsidR="00E3063B" w:rsidRPr="00661CB4">
        <w:rPr>
          <w:rFonts w:asciiTheme="minorHAnsi" w:eastAsiaTheme="minorHAnsi" w:hAnsiTheme="minorHAnsi" w:hint="eastAsia"/>
        </w:rPr>
        <w:t>/</w:t>
      </w:r>
      <w:r w:rsidR="00E808B0" w:rsidRPr="00661CB4">
        <w:rPr>
          <w:rFonts w:asciiTheme="minorHAnsi" w:eastAsiaTheme="minorHAnsi" w:hAnsiTheme="minorHAnsi" w:hint="eastAsia"/>
        </w:rPr>
        <w:t>승인)를 진행할 수 있도록 합니다.</w:t>
      </w:r>
    </w:p>
    <w:p w14:paraId="744AD4EF" w14:textId="35DB215A" w:rsidR="0005299C" w:rsidRPr="0005299C" w:rsidRDefault="00E808B0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승인이 완료되면 리턴된 승인결과를 가맹점에 표시합니다</w:t>
      </w:r>
    </w:p>
    <w:p w14:paraId="278EF60B" w14:textId="336A0A65" w:rsidR="0005299C" w:rsidRDefault="006965BD" w:rsidP="0005299C">
      <w:pPr>
        <w:pStyle w:val="Indent2"/>
        <w:spacing w:line="276" w:lineRule="auto"/>
        <w:ind w:left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w:pict w14:anchorId="329A56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8.25pt">
            <v:imagedata r:id="rId8" o:title="1234"/>
          </v:shape>
        </w:pict>
      </w:r>
    </w:p>
    <w:p w14:paraId="68DFD566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B7369C3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55AD3954" w14:textId="77777777" w:rsidR="0005299C" w:rsidRPr="0031751D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476D8292" w14:textId="77777777" w:rsidR="00B57523" w:rsidRDefault="00B5752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b/>
          <w:sz w:val="28"/>
          <w:lang w:val="en-GB"/>
        </w:rPr>
      </w:pPr>
      <w:bookmarkStart w:id="4" w:name="_Toc33213699"/>
      <w:r>
        <w:rPr>
          <w:rFonts w:asciiTheme="minorHAnsi" w:eastAsiaTheme="minorHAnsi" w:hAnsiTheme="minorHAnsi"/>
        </w:rPr>
        <w:br w:type="page"/>
      </w:r>
    </w:p>
    <w:p w14:paraId="2E0BC32E" w14:textId="25FBC97D" w:rsidR="00380A02" w:rsidRPr="00B57523" w:rsidRDefault="001E7C44" w:rsidP="00B57523">
      <w:pPr>
        <w:pStyle w:val="1"/>
        <w:numPr>
          <w:ilvl w:val="0"/>
          <w:numId w:val="3"/>
        </w:numPr>
        <w:rPr>
          <w:rFonts w:asciiTheme="minorHAnsi" w:eastAsiaTheme="minorHAnsi" w:hAnsiTheme="minorHAnsi"/>
          <w:lang w:eastAsia="ko-KR"/>
        </w:rPr>
      </w:pPr>
      <w:r w:rsidRPr="00661CB4">
        <w:rPr>
          <w:rFonts w:asciiTheme="minorHAnsi" w:eastAsiaTheme="minorHAnsi" w:hAnsiTheme="minorHAnsi" w:hint="eastAsia"/>
          <w:lang w:eastAsia="ko-KR"/>
        </w:rPr>
        <w:lastRenderedPageBreak/>
        <w:t>설치</w:t>
      </w:r>
      <w:bookmarkEnd w:id="4"/>
    </w:p>
    <w:p w14:paraId="0740808E" w14:textId="77777777" w:rsidR="00B57523" w:rsidRDefault="00B57523" w:rsidP="00F87823">
      <w:pPr>
        <w:pStyle w:val="ab"/>
        <w:ind w:left="0" w:firstLineChars="300" w:firstLine="600"/>
        <w:rPr>
          <w:rFonts w:eastAsiaTheme="minorHAnsi"/>
        </w:rPr>
      </w:pPr>
      <w:bookmarkStart w:id="5" w:name="_Toc33213700"/>
    </w:p>
    <w:p w14:paraId="3F10381F" w14:textId="3A0C5C5F" w:rsidR="0063599F" w:rsidRPr="00661CB4" w:rsidRDefault="0063599F" w:rsidP="00F87823">
      <w:pPr>
        <w:pStyle w:val="ab"/>
        <w:ind w:left="0" w:firstLineChars="300" w:firstLine="600"/>
        <w:rPr>
          <w:rFonts w:eastAsiaTheme="minorHAnsi"/>
        </w:rPr>
      </w:pPr>
      <w:r w:rsidRPr="00661CB4">
        <w:rPr>
          <w:rFonts w:eastAsiaTheme="minorHAnsi" w:hint="eastAsia"/>
        </w:rPr>
        <w:t xml:space="preserve">2.1 </w:t>
      </w:r>
      <w:r w:rsidR="00F87823" w:rsidRPr="00661CB4">
        <w:rPr>
          <w:rFonts w:eastAsiaTheme="minorHAnsi" w:hint="eastAsia"/>
        </w:rPr>
        <w:t>요구사항</w:t>
      </w:r>
      <w:bookmarkEnd w:id="5"/>
    </w:p>
    <w:p w14:paraId="35980971" w14:textId="432203CE" w:rsidR="00F87823" w:rsidRPr="00661CB4" w:rsidRDefault="00F87823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하드웨어 요구사항 : 특별한 하드웨어 요구사항은 없습니다. </w:t>
      </w:r>
    </w:p>
    <w:p w14:paraId="6C45D034" w14:textId="751D8031" w:rsidR="0063599F" w:rsidRPr="00661CB4" w:rsidRDefault="00F87823" w:rsidP="0079786A">
      <w:pPr>
        <w:pStyle w:val="a5"/>
        <w:numPr>
          <w:ilvl w:val="0"/>
          <w:numId w:val="8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Web server : </w:t>
      </w:r>
      <w:r w:rsidR="002D60C9">
        <w:rPr>
          <w:rFonts w:asciiTheme="minorHAnsi" w:eastAsiaTheme="minorHAnsi" w:hAnsiTheme="minorHAnsi"/>
        </w:rPr>
        <w:t>SHA</w:t>
      </w:r>
      <w:r w:rsidR="009349EE">
        <w:rPr>
          <w:rFonts w:asciiTheme="minorHAnsi" w:eastAsiaTheme="minorHAnsi" w:hAnsiTheme="minorHAnsi"/>
          <w:lang w:bidi="x-none"/>
        </w:rPr>
        <w:t xml:space="preserve">256 </w:t>
      </w:r>
      <w:r w:rsidR="009349EE" w:rsidRPr="009349EE">
        <w:rPr>
          <w:rFonts w:asciiTheme="minorHAnsi" w:eastAsiaTheme="minorHAnsi" w:hAnsiTheme="minorHAnsi" w:hint="eastAsia"/>
          <w:lang w:bidi="x-none"/>
        </w:rPr>
        <w:t>암호화</w:t>
      </w:r>
      <w:r w:rsidRPr="009349EE">
        <w:rPr>
          <w:rFonts w:asciiTheme="minorHAnsi" w:eastAsiaTheme="minorHAnsi" w:hAnsiTheme="minorHAnsi" w:hint="eastAsia"/>
        </w:rPr>
        <w:t>값의 생성</w:t>
      </w:r>
      <w:r w:rsidRPr="00661CB4">
        <w:rPr>
          <w:rFonts w:asciiTheme="minorHAnsi" w:eastAsiaTheme="minorHAnsi" w:hAnsiTheme="minorHAnsi" w:hint="eastAsia"/>
        </w:rPr>
        <w:t xml:space="preserve"> / httpClient(http Background) 통신이 가능한 웹서버</w:t>
      </w:r>
    </w:p>
    <w:p w14:paraId="45451BD8" w14:textId="6DFA797D" w:rsidR="00F87823" w:rsidRPr="00661CB4" w:rsidRDefault="00F87823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DBMS : </w:t>
      </w:r>
      <w:r w:rsidR="00E01ECB">
        <w:rPr>
          <w:rFonts w:asciiTheme="minorHAnsi" w:eastAsiaTheme="minorHAnsi" w:hAnsiTheme="minorHAnsi"/>
        </w:rPr>
        <w:t>WAYUP</w:t>
      </w:r>
      <w:r w:rsidR="0019385E" w:rsidRPr="00661CB4">
        <w:rPr>
          <w:rFonts w:asciiTheme="minorHAnsi" w:eastAsiaTheme="minorHAnsi" w:hAnsiTheme="minorHAnsi" w:hint="eastAsia"/>
        </w:rPr>
        <w:t>에서는 결제 결과 DATA를 제공해 드리며 DB처리는 가맹점에서 관리하셔야 합니다. 이러한 경우에는 별도의  DBMS가 필요합니다.</w:t>
      </w:r>
    </w:p>
    <w:p w14:paraId="698FDD75" w14:textId="77777777" w:rsidR="003E2E9D" w:rsidRDefault="003E2E9D" w:rsidP="00BA30D1">
      <w:pPr>
        <w:pStyle w:val="ab"/>
        <w:rPr>
          <w:rFonts w:eastAsiaTheme="minorHAnsi"/>
        </w:rPr>
      </w:pPr>
      <w:bookmarkStart w:id="6" w:name="_Toc33213701"/>
    </w:p>
    <w:p w14:paraId="569DAC32" w14:textId="38CE9DFE" w:rsidR="0063599F" w:rsidRPr="00661CB4" w:rsidRDefault="0063599F" w:rsidP="00BA30D1">
      <w:pPr>
        <w:pStyle w:val="ab"/>
        <w:rPr>
          <w:rFonts w:eastAsiaTheme="minorHAnsi"/>
        </w:rPr>
      </w:pPr>
      <w:r w:rsidRPr="00661CB4">
        <w:rPr>
          <w:rFonts w:eastAsiaTheme="minorHAnsi" w:hint="eastAsia"/>
        </w:rPr>
        <w:t xml:space="preserve">2.2 </w:t>
      </w:r>
      <w:r w:rsidR="00F87823" w:rsidRPr="00661CB4">
        <w:rPr>
          <w:rFonts w:eastAsiaTheme="minorHAnsi" w:hint="eastAsia"/>
        </w:rPr>
        <w:t>방화벽 설정</w:t>
      </w:r>
      <w:bookmarkEnd w:id="6"/>
    </w:p>
    <w:p w14:paraId="32526DA7" w14:textId="4BC813A0" w:rsidR="0019385E" w:rsidRPr="00661CB4" w:rsidRDefault="0019385E" w:rsidP="0019385E">
      <w:pPr>
        <w:spacing w:line="276" w:lineRule="auto"/>
        <w:ind w:left="400" w:firstLine="320"/>
        <w:rPr>
          <w:rFonts w:asciiTheme="minorHAnsi" w:eastAsiaTheme="minorHAnsi" w:hAnsiTheme="minorHAnsi"/>
          <w:lang w:val="x-none" w:bidi="x-none"/>
        </w:rPr>
      </w:pPr>
      <w:r w:rsidRPr="00661CB4">
        <w:rPr>
          <w:rFonts w:asciiTheme="minorHAnsi" w:eastAsiaTheme="minorHAnsi" w:hAnsiTheme="minorHAnsi" w:hint="eastAsia"/>
          <w:lang w:val="x-none" w:bidi="x-none"/>
        </w:rPr>
        <w:t>결제승인, 결제취소에 대한 통신이 가능하도록 방화벽 설정이 필요합니다.</w:t>
      </w:r>
    </w:p>
    <w:p w14:paraId="1F455FF5" w14:textId="77777777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결제승인</w:t>
      </w:r>
    </w:p>
    <w:p w14:paraId="437F0E00" w14:textId="32010D69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 xml:space="preserve">연결대상 : </w:t>
      </w:r>
      <w:r w:rsidR="00673C82" w:rsidRPr="00673C82">
        <w:rPr>
          <w:rFonts w:asciiTheme="minorHAnsi" w:eastAsiaTheme="minorHAnsi" w:hAnsiTheme="minorHAnsi"/>
          <w:lang w:val="x-none" w:bidi="x-none"/>
        </w:rPr>
        <w:t>https://api.wayup.co.kr</w:t>
      </w:r>
    </w:p>
    <w:p w14:paraId="7C48E13A" w14:textId="0CA0BAE7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 : HTTPS</w:t>
      </w:r>
    </w:p>
    <w:p w14:paraId="7E10AB21" w14:textId="260EE82E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6081FB29" w14:textId="05FC05EE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</w:t>
      </w:r>
      <w:r w:rsidR="00673C82">
        <w:rPr>
          <w:rFonts w:asciiTheme="minorHAnsi" w:eastAsiaTheme="minorHAnsi" w:hAnsiTheme="minorHAnsi" w:hint="eastAsia"/>
          <w:lang w:val="x-none" w:bidi="x-none"/>
        </w:rPr>
        <w:t>취소</w:t>
      </w:r>
    </w:p>
    <w:p w14:paraId="758D3C91" w14:textId="6D6C3F19" w:rsidR="0019385E" w:rsidRPr="00673C8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연결대상</w:t>
      </w:r>
      <w:r w:rsidR="002D60C9">
        <w:rPr>
          <w:rFonts w:asciiTheme="minorHAnsi" w:eastAsiaTheme="minorHAnsi" w:hAnsiTheme="minorHAnsi" w:hint="eastAsia"/>
          <w:lang w:val="x-none" w:bidi="x-none"/>
        </w:rPr>
        <w:t xml:space="preserve"> : </w:t>
      </w:r>
      <w:r w:rsidR="00673C82" w:rsidRPr="00673C82">
        <w:rPr>
          <w:rFonts w:asciiTheme="minorHAnsi" w:eastAsiaTheme="minorHAnsi" w:hAnsiTheme="minorHAnsi"/>
          <w:lang w:val="x-none" w:bidi="x-none"/>
        </w:rPr>
        <w:t>https://api.wayup.co.kr</w:t>
      </w:r>
    </w:p>
    <w:p w14:paraId="46597D5D" w14:textId="57D83E75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프로토콜: HTTPS</w:t>
      </w:r>
    </w:p>
    <w:p w14:paraId="29448652" w14:textId="731282E8" w:rsidR="0040685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7554F8BD" w14:textId="77777777" w:rsidR="00D06059" w:rsidRDefault="00D06059" w:rsidP="00F87823">
      <w:pPr>
        <w:pStyle w:val="ab"/>
        <w:ind w:leftChars="300" w:left="600" w:firstLine="0"/>
        <w:rPr>
          <w:rFonts w:eastAsiaTheme="minorHAnsi"/>
        </w:rPr>
      </w:pPr>
      <w:bookmarkStart w:id="7" w:name="_Toc33213702"/>
    </w:p>
    <w:p w14:paraId="12AFAA7C" w14:textId="34D548C2" w:rsidR="0063599F" w:rsidRPr="00661CB4" w:rsidRDefault="0063599F" w:rsidP="00F87823">
      <w:pPr>
        <w:pStyle w:val="ab"/>
        <w:ind w:leftChars="300" w:left="600" w:firstLine="0"/>
        <w:rPr>
          <w:rFonts w:eastAsiaTheme="minorHAnsi"/>
        </w:rPr>
      </w:pPr>
      <w:r w:rsidRPr="00661CB4">
        <w:rPr>
          <w:rFonts w:eastAsiaTheme="minorHAnsi" w:hint="eastAsia"/>
        </w:rPr>
        <w:t>2.3</w:t>
      </w:r>
      <w:r w:rsidR="00F87823" w:rsidRPr="00661CB4">
        <w:rPr>
          <w:rFonts w:eastAsiaTheme="minorHAnsi" w:hint="eastAsia"/>
        </w:rPr>
        <w:t xml:space="preserve"> 샘플소스</w:t>
      </w:r>
      <w:bookmarkEnd w:id="7"/>
    </w:p>
    <w:p w14:paraId="2A991083" w14:textId="19C3AB84" w:rsidR="0019385E" w:rsidRPr="00661CB4" w:rsidRDefault="0019385E" w:rsidP="0079786A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샘플소스는 가맹점의 환경에 맞도록 수정하여 사용할 수 있습니다.</w:t>
      </w:r>
    </w:p>
    <w:p w14:paraId="4D1B31F5" w14:textId="36BED08B" w:rsidR="0019385E" w:rsidRPr="00661CB4" w:rsidRDefault="00E01ECB" w:rsidP="0079786A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WAYUP</w:t>
      </w:r>
      <w:r w:rsidR="004731F3">
        <w:rPr>
          <w:rFonts w:asciiTheme="minorHAnsi" w:eastAsiaTheme="minorHAnsi" w:hAnsiTheme="minorHAnsi"/>
        </w:rPr>
        <w:t xml:space="preserve"> API</w:t>
      </w:r>
      <w:r w:rsidR="0019385E" w:rsidRPr="00661CB4">
        <w:rPr>
          <w:rFonts w:asciiTheme="minorHAnsi" w:eastAsiaTheme="minorHAnsi" w:hAnsiTheme="minorHAnsi" w:hint="eastAsia"/>
        </w:rPr>
        <w:t xml:space="preserve"> 는 표준 웹 통신만을 사용합니다.</w:t>
      </w:r>
    </w:p>
    <w:p w14:paraId="27584F9C" w14:textId="0BEB7384" w:rsidR="0019385E" w:rsidRPr="00661CB4" w:rsidRDefault="0019385E" w:rsidP="0079786A">
      <w:pPr>
        <w:pStyle w:val="a5"/>
        <w:numPr>
          <w:ilvl w:val="0"/>
          <w:numId w:val="13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결제요청시에는 페이지이동(Form POST Action), API 통신시에는 httpClient 통신을 이</w:t>
      </w:r>
      <w:r w:rsidR="009349EE">
        <w:rPr>
          <w:rFonts w:asciiTheme="minorHAnsi" w:eastAsiaTheme="minorHAnsi" w:hAnsiTheme="minorHAnsi" w:hint="eastAsia"/>
        </w:rPr>
        <w:t>용</w:t>
      </w:r>
    </w:p>
    <w:p w14:paraId="01F2D1B7" w14:textId="33CCCDFC" w:rsidR="0019385E" w:rsidRPr="00661CB4" w:rsidRDefault="0019385E" w:rsidP="0079786A">
      <w:pPr>
        <w:pStyle w:val="a5"/>
        <w:numPr>
          <w:ilvl w:val="0"/>
          <w:numId w:val="13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HTTPS API Request(httpClient 통신)= httpClient 등의 http Background 통신이 가능한 유틸을 통해서 웹페이지를 요청후 그 결과를 수신</w:t>
      </w:r>
    </w:p>
    <w:p w14:paraId="5B641C3D" w14:textId="0DEDE118" w:rsidR="0019385E" w:rsidRPr="00661CB4" w:rsidRDefault="00C97E68" w:rsidP="0079786A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샘플 소스 명세</w:t>
      </w:r>
    </w:p>
    <w:tbl>
      <w:tblPr>
        <w:tblStyle w:val="ae"/>
        <w:tblW w:w="0" w:type="auto"/>
        <w:tblInd w:w="1101" w:type="dxa"/>
        <w:tblLook w:val="04A0" w:firstRow="1" w:lastRow="0" w:firstColumn="1" w:lastColumn="0" w:noHBand="0" w:noVBand="1"/>
      </w:tblPr>
      <w:tblGrid>
        <w:gridCol w:w="1571"/>
        <w:gridCol w:w="2391"/>
        <w:gridCol w:w="4513"/>
      </w:tblGrid>
      <w:tr w:rsidR="004F1D60" w:rsidRPr="00661CB4" w14:paraId="5146DF97" w14:textId="77777777" w:rsidTr="004F1D60">
        <w:tc>
          <w:tcPr>
            <w:tcW w:w="1571" w:type="dxa"/>
            <w:vMerge w:val="restart"/>
          </w:tcPr>
          <w:p w14:paraId="5EBA8F54" w14:textId="7777777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  <w:p w14:paraId="39A5A0DA" w14:textId="361960CF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>주요 연동 파일</w:t>
            </w:r>
          </w:p>
        </w:tc>
        <w:tc>
          <w:tcPr>
            <w:tcW w:w="2391" w:type="dxa"/>
            <w:vAlign w:val="center"/>
          </w:tcPr>
          <w:p w14:paraId="22189633" w14:textId="29CCCAF5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paySample.jsp</w:t>
            </w:r>
          </w:p>
        </w:tc>
        <w:tc>
          <w:tcPr>
            <w:tcW w:w="4513" w:type="dxa"/>
          </w:tcPr>
          <w:p w14:paraId="2446F58D" w14:textId="7E3D59A3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>결제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9349EE">
              <w:rPr>
                <w:rFonts w:asciiTheme="minorHAnsi" w:eastAsiaTheme="minorHAnsi" w:hAnsiTheme="minorHAnsi" w:hint="eastAsia"/>
              </w:rPr>
              <w:t>테스트 파일</w:t>
            </w:r>
          </w:p>
        </w:tc>
      </w:tr>
      <w:tr w:rsidR="004F1D60" w:rsidRPr="00661CB4" w14:paraId="3DF2D78B" w14:textId="77777777" w:rsidTr="004F1D60">
        <w:tc>
          <w:tcPr>
            <w:tcW w:w="1571" w:type="dxa"/>
            <w:vMerge/>
          </w:tcPr>
          <w:p w14:paraId="26FC74A1" w14:textId="7777777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2391" w:type="dxa"/>
            <w:vAlign w:val="center"/>
          </w:tcPr>
          <w:p w14:paraId="3E1316FC" w14:textId="2E419B26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/>
              </w:rPr>
              <w:t>pay</w:t>
            </w:r>
            <w:r>
              <w:rPr>
                <w:rFonts w:asciiTheme="minorHAnsi" w:eastAsiaTheme="minorHAnsi" w:hAnsiTheme="minorHAnsi"/>
              </w:rPr>
              <w:t>ResultSample.jsp</w:t>
            </w:r>
          </w:p>
        </w:tc>
        <w:tc>
          <w:tcPr>
            <w:tcW w:w="4513" w:type="dxa"/>
          </w:tcPr>
          <w:p w14:paraId="7D659ADC" w14:textId="260A7AA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결제 테스트 </w:t>
            </w:r>
            <w:r w:rsidR="003F62DD">
              <w:rPr>
                <w:rFonts w:asciiTheme="minorHAnsi" w:eastAsiaTheme="minorHAnsi" w:hAnsiTheme="minorHAnsi" w:hint="eastAsia"/>
              </w:rPr>
              <w:t xml:space="preserve">승인 및 </w:t>
            </w:r>
            <w:r>
              <w:rPr>
                <w:rFonts w:asciiTheme="minorHAnsi" w:eastAsiaTheme="minorHAnsi" w:hAnsiTheme="minorHAnsi" w:hint="eastAsia"/>
              </w:rPr>
              <w:t>결과</w:t>
            </w:r>
            <w:r w:rsidRPr="009349EE">
              <w:rPr>
                <w:rFonts w:asciiTheme="minorHAnsi" w:eastAsiaTheme="minorHAnsi" w:hAnsiTheme="minorHAnsi" w:hint="eastAsia"/>
              </w:rPr>
              <w:t xml:space="preserve"> 파일</w:t>
            </w:r>
          </w:p>
        </w:tc>
      </w:tr>
      <w:tr w:rsidR="004F1D60" w:rsidRPr="00661CB4" w14:paraId="5B53FF83" w14:textId="77777777" w:rsidTr="004F1D60">
        <w:tc>
          <w:tcPr>
            <w:tcW w:w="1571" w:type="dxa"/>
            <w:vMerge/>
          </w:tcPr>
          <w:p w14:paraId="2843BF72" w14:textId="7777777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2391" w:type="dxa"/>
            <w:vAlign w:val="center"/>
          </w:tcPr>
          <w:p w14:paraId="4A144AFC" w14:textId="128F21F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  <w:r w:rsidRPr="009349EE">
              <w:rPr>
                <w:rFonts w:asciiTheme="minorHAnsi" w:eastAsiaTheme="minorHAnsi" w:hAnsiTheme="minorHAnsi"/>
              </w:rPr>
              <w:t>ancelSample.</w:t>
            </w:r>
            <w:r>
              <w:rPr>
                <w:rFonts w:asciiTheme="minorHAnsi" w:eastAsiaTheme="minorHAnsi" w:hAnsiTheme="minorHAnsi"/>
              </w:rPr>
              <w:t>jsp</w:t>
            </w:r>
          </w:p>
        </w:tc>
        <w:tc>
          <w:tcPr>
            <w:tcW w:w="4513" w:type="dxa"/>
          </w:tcPr>
          <w:p w14:paraId="078D85D5" w14:textId="53441FAB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>결제취소 테스트 파일</w:t>
            </w:r>
          </w:p>
        </w:tc>
      </w:tr>
      <w:tr w:rsidR="004F1D60" w:rsidRPr="00661CB4" w14:paraId="4F8C119C" w14:textId="77777777" w:rsidTr="004F1D60">
        <w:tc>
          <w:tcPr>
            <w:tcW w:w="1571" w:type="dxa"/>
            <w:vMerge/>
          </w:tcPr>
          <w:p w14:paraId="407E3B34" w14:textId="77777777" w:rsidR="004F1D60" w:rsidRPr="00661CB4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2391" w:type="dxa"/>
            <w:vAlign w:val="center"/>
          </w:tcPr>
          <w:p w14:paraId="45B201F9" w14:textId="04177E90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  <w:r w:rsidRPr="009349EE">
              <w:rPr>
                <w:rFonts w:asciiTheme="minorHAnsi" w:eastAsiaTheme="minorHAnsi" w:hAnsiTheme="minorHAnsi"/>
              </w:rPr>
              <w:t>ancel</w:t>
            </w:r>
            <w:r>
              <w:rPr>
                <w:rFonts w:asciiTheme="minorHAnsi" w:eastAsiaTheme="minorHAnsi" w:hAnsiTheme="minorHAnsi"/>
              </w:rPr>
              <w:t>Result</w:t>
            </w:r>
            <w:r w:rsidRPr="009349EE">
              <w:rPr>
                <w:rFonts w:asciiTheme="minorHAnsi" w:eastAsiaTheme="minorHAnsi" w:hAnsiTheme="minorHAnsi"/>
              </w:rPr>
              <w:t>Sample.</w:t>
            </w:r>
            <w:r>
              <w:rPr>
                <w:rFonts w:asciiTheme="minorHAnsi" w:eastAsiaTheme="minorHAnsi" w:hAnsiTheme="minorHAnsi"/>
              </w:rPr>
              <w:t>jsp</w:t>
            </w:r>
          </w:p>
        </w:tc>
        <w:tc>
          <w:tcPr>
            <w:tcW w:w="4513" w:type="dxa"/>
          </w:tcPr>
          <w:p w14:paraId="59027D41" w14:textId="4D9B4115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 xml:space="preserve">결제취소 </w:t>
            </w:r>
            <w:r>
              <w:rPr>
                <w:rFonts w:asciiTheme="minorHAnsi" w:eastAsiaTheme="minorHAnsi" w:hAnsiTheme="minorHAnsi" w:hint="eastAsia"/>
              </w:rPr>
              <w:t xml:space="preserve">테스트 </w:t>
            </w:r>
            <w:r w:rsidR="003F62DD">
              <w:rPr>
                <w:rFonts w:asciiTheme="minorHAnsi" w:eastAsiaTheme="minorHAnsi" w:hAnsiTheme="minorHAnsi" w:hint="eastAsia"/>
              </w:rPr>
              <w:t xml:space="preserve">취소 및 </w:t>
            </w:r>
            <w:r>
              <w:rPr>
                <w:rFonts w:asciiTheme="minorHAnsi" w:eastAsiaTheme="minorHAnsi" w:hAnsiTheme="minorHAnsi" w:hint="eastAsia"/>
              </w:rPr>
              <w:t>결과</w:t>
            </w:r>
            <w:r w:rsidRPr="009349EE">
              <w:rPr>
                <w:rFonts w:asciiTheme="minorHAnsi" w:eastAsiaTheme="minorHAnsi" w:hAnsiTheme="minorHAnsi" w:hint="eastAsia"/>
              </w:rPr>
              <w:t xml:space="preserve"> 파일</w:t>
            </w:r>
          </w:p>
        </w:tc>
      </w:tr>
    </w:tbl>
    <w:p w14:paraId="596CAFBF" w14:textId="699AC46D" w:rsidR="0063599F" w:rsidRPr="00661CB4" w:rsidRDefault="00F87823" w:rsidP="0079786A">
      <w:pPr>
        <w:pStyle w:val="ab"/>
        <w:numPr>
          <w:ilvl w:val="1"/>
          <w:numId w:val="3"/>
        </w:numPr>
        <w:rPr>
          <w:rFonts w:eastAsiaTheme="minorHAnsi"/>
        </w:rPr>
      </w:pPr>
      <w:bookmarkStart w:id="8" w:name="_Toc33213703"/>
      <w:r w:rsidRPr="00661CB4">
        <w:rPr>
          <w:rFonts w:eastAsiaTheme="minorHAnsi" w:hint="eastAsia"/>
        </w:rPr>
        <w:lastRenderedPageBreak/>
        <w:t>승인테스트</w:t>
      </w:r>
      <w:bookmarkEnd w:id="8"/>
    </w:p>
    <w:p w14:paraId="625B826D" w14:textId="00A1F373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웹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브라우저에서</w:t>
      </w:r>
      <w:r w:rsidRPr="00661CB4">
        <w:rPr>
          <w:rFonts w:asciiTheme="minorHAnsi" w:eastAsiaTheme="minorHAnsi" w:hAnsiTheme="minorHAnsi"/>
        </w:rPr>
        <w:t xml:space="preserve"> http://127.0.0.1/</w:t>
      </w:r>
      <w:bookmarkStart w:id="9" w:name="_Hlk198021469"/>
      <w:r w:rsidR="002A2DAF">
        <w:rPr>
          <w:rFonts w:asciiTheme="minorHAnsi" w:eastAsiaTheme="minorHAnsi" w:hAnsiTheme="minorHAnsi"/>
        </w:rPr>
        <w:t>paySample.jsp</w:t>
      </w:r>
      <w:r w:rsidRPr="00661CB4">
        <w:rPr>
          <w:rFonts w:asciiTheme="minorHAnsi" w:eastAsiaTheme="minorHAnsi" w:hAnsiTheme="minorHAnsi"/>
        </w:rPr>
        <w:t xml:space="preserve"> </w:t>
      </w:r>
      <w:bookmarkEnd w:id="9"/>
      <w:r w:rsidRPr="00661CB4">
        <w:rPr>
          <w:rFonts w:asciiTheme="minorHAnsi" w:eastAsiaTheme="minorHAnsi" w:hAnsiTheme="minorHAnsi" w:hint="eastAsia"/>
        </w:rPr>
        <w:t>페이지를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호출합니다</w:t>
      </w:r>
      <w:r w:rsidRPr="00661CB4">
        <w:rPr>
          <w:rFonts w:asciiTheme="minorHAnsi" w:eastAsiaTheme="minorHAnsi" w:hAnsiTheme="minorHAnsi"/>
        </w:rPr>
        <w:t>.</w:t>
      </w:r>
    </w:p>
    <w:p w14:paraId="4E1E76EF" w14:textId="70A84CBF" w:rsidR="00FF57F5" w:rsidRPr="00661CB4" w:rsidRDefault="00FF57F5" w:rsidP="00FF57F5">
      <w:pPr>
        <w:pStyle w:val="a5"/>
        <w:ind w:leftChars="0" w:left="15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(localhost에서 진행할 경우 브라우저에 따라 팝업창의 문제가 있을 수 있습니다.) </w:t>
      </w:r>
    </w:p>
    <w:p w14:paraId="1465F8EC" w14:textId="0B920610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승인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테스트를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위해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필수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값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및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기본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옵션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값을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매뉴얼을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참조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확인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요청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버튼을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누릅니다</w:t>
      </w:r>
      <w:r w:rsidRPr="00661CB4">
        <w:rPr>
          <w:rFonts w:asciiTheme="minorHAnsi" w:eastAsiaTheme="minorHAnsi" w:hAnsiTheme="minorHAnsi"/>
        </w:rPr>
        <w:t>.</w:t>
      </w:r>
    </w:p>
    <w:p w14:paraId="7208077D" w14:textId="2BE7CA2F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설치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과정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없이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지불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방법을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선택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필요한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정보를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기입하고</w:t>
      </w:r>
      <w:r w:rsidRPr="00661CB4">
        <w:rPr>
          <w:rFonts w:asciiTheme="minorHAnsi" w:eastAsiaTheme="minorHAnsi" w:hAnsiTheme="minorHAnsi"/>
        </w:rPr>
        <w:t xml:space="preserve">  “</w:t>
      </w:r>
      <w:r w:rsidRPr="00661CB4">
        <w:rPr>
          <w:rFonts w:asciiTheme="minorHAnsi" w:eastAsiaTheme="minorHAnsi" w:hAnsiTheme="minorHAnsi" w:hint="eastAsia"/>
        </w:rPr>
        <w:t>확인”을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눌러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진행합니다</w:t>
      </w:r>
      <w:r w:rsidRPr="00661CB4">
        <w:rPr>
          <w:rFonts w:asciiTheme="minorHAnsi" w:eastAsiaTheme="minorHAnsi" w:hAnsiTheme="minorHAnsi"/>
        </w:rPr>
        <w:t>.  (</w:t>
      </w:r>
      <w:r w:rsidRPr="00661CB4">
        <w:rPr>
          <w:rFonts w:asciiTheme="minorHAnsi" w:eastAsiaTheme="minorHAnsi" w:hAnsiTheme="minorHAnsi" w:hint="eastAsia"/>
        </w:rPr>
        <w:t>해당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사이트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팝업을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사용으로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하지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않을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초기화면으로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로딩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될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있습니다</w:t>
      </w:r>
      <w:r w:rsidRPr="00661CB4">
        <w:rPr>
          <w:rFonts w:asciiTheme="minorHAnsi" w:eastAsiaTheme="minorHAnsi" w:hAnsiTheme="minorHAnsi"/>
        </w:rPr>
        <w:t>. )</w:t>
      </w:r>
    </w:p>
    <w:p w14:paraId="3914366E" w14:textId="53140FA0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지불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과정중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필요에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따라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추가적인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모듈을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다운로드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하는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경우도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있습니다</w:t>
      </w:r>
      <w:r w:rsidRPr="00661CB4">
        <w:rPr>
          <w:rFonts w:asciiTheme="minorHAnsi" w:eastAsiaTheme="minorHAnsi" w:hAnsiTheme="minorHAnsi"/>
        </w:rPr>
        <w:t xml:space="preserve">.  </w:t>
      </w:r>
      <w:r w:rsidRPr="00661CB4">
        <w:rPr>
          <w:rFonts w:asciiTheme="minorHAnsi" w:eastAsiaTheme="minorHAnsi" w:hAnsiTheme="minorHAnsi" w:hint="eastAsia"/>
        </w:rPr>
        <w:t>정상적으로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지불결과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메시지가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나타나는지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확인하십시오</w:t>
      </w:r>
      <w:r w:rsidRPr="00661CB4">
        <w:rPr>
          <w:rFonts w:asciiTheme="minorHAnsi" w:eastAsiaTheme="minorHAnsi" w:hAnsiTheme="minorHAnsi"/>
        </w:rPr>
        <w:t>.</w:t>
      </w:r>
    </w:p>
    <w:p w14:paraId="1A3DB3DF" w14:textId="4EC6ACB1" w:rsidR="00FF57F5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  <w:b/>
          <w:color w:val="FF0000"/>
        </w:rPr>
      </w:pPr>
      <w:r w:rsidRPr="00661CB4">
        <w:rPr>
          <w:rFonts w:asciiTheme="minorHAnsi" w:eastAsiaTheme="minorHAnsi" w:hAnsiTheme="minorHAnsi" w:hint="eastAsia"/>
          <w:b/>
          <w:color w:val="FF0000"/>
        </w:rPr>
        <w:t>취소 테스트를 위해 거래번호(TID)를 기록해 두십시오.</w:t>
      </w:r>
    </w:p>
    <w:p w14:paraId="7DD815DB" w14:textId="77777777" w:rsidR="00D06059" w:rsidRPr="00D06059" w:rsidRDefault="00D06059" w:rsidP="00D06059">
      <w:pPr>
        <w:ind w:left="1120" w:firstLine="0"/>
        <w:rPr>
          <w:rFonts w:asciiTheme="minorHAnsi" w:eastAsiaTheme="minorHAnsi" w:hAnsiTheme="minorHAnsi"/>
          <w:b/>
          <w:color w:val="FF0000"/>
        </w:rPr>
      </w:pPr>
    </w:p>
    <w:p w14:paraId="1A32D97C" w14:textId="581CAC94" w:rsidR="00380A02" w:rsidRDefault="00380A02" w:rsidP="00380A02">
      <w:pPr>
        <w:pStyle w:val="a5"/>
        <w:ind w:leftChars="0" w:left="960" w:firstLine="0"/>
      </w:pPr>
    </w:p>
    <w:p w14:paraId="227C24A9" w14:textId="77777777" w:rsidR="0031751D" w:rsidRDefault="0031751D" w:rsidP="00380A02">
      <w:pPr>
        <w:pStyle w:val="a5"/>
        <w:ind w:leftChars="0" w:left="960" w:firstLine="0"/>
      </w:pPr>
    </w:p>
    <w:p w14:paraId="0F971A6D" w14:textId="77777777" w:rsidR="0031751D" w:rsidRDefault="0031751D" w:rsidP="00380A02">
      <w:pPr>
        <w:pStyle w:val="a5"/>
        <w:ind w:leftChars="0" w:left="960" w:firstLine="0"/>
      </w:pPr>
    </w:p>
    <w:p w14:paraId="32DD6F76" w14:textId="4E85312C" w:rsidR="003F62DD" w:rsidRDefault="003F62DD">
      <w:pPr>
        <w:overflowPunct/>
        <w:autoSpaceDE/>
        <w:autoSpaceDN/>
        <w:adjustRightInd/>
        <w:ind w:left="0" w:firstLine="0"/>
        <w:textAlignment w:val="auto"/>
      </w:pPr>
      <w:r>
        <w:br w:type="page"/>
      </w:r>
    </w:p>
    <w:p w14:paraId="2D30F0DB" w14:textId="3EE636AF" w:rsidR="0063599F" w:rsidRPr="00661CB4" w:rsidRDefault="0063599F" w:rsidP="00661CB4">
      <w:pPr>
        <w:pStyle w:val="1"/>
        <w:numPr>
          <w:ilvl w:val="0"/>
          <w:numId w:val="0"/>
        </w:numPr>
        <w:ind w:left="720"/>
        <w:rPr>
          <w:lang w:eastAsia="ko-KR"/>
        </w:rPr>
      </w:pPr>
      <w:bookmarkStart w:id="10" w:name="_Toc33213705"/>
      <w:r w:rsidRPr="00661CB4">
        <w:rPr>
          <w:rFonts w:hint="eastAsia"/>
          <w:lang w:eastAsia="ko-KR"/>
        </w:rPr>
        <w:lastRenderedPageBreak/>
        <w:t xml:space="preserve">3. </w:t>
      </w:r>
      <w:r w:rsidR="00475AAB" w:rsidRPr="00661CB4">
        <w:rPr>
          <w:rFonts w:hint="eastAsia"/>
        </w:rPr>
        <w:t>결제연동</w:t>
      </w:r>
      <w:bookmarkEnd w:id="10"/>
    </w:p>
    <w:p w14:paraId="2598F297" w14:textId="2D3AD891" w:rsidR="0063599F" w:rsidRPr="00661CB4" w:rsidRDefault="0063599F" w:rsidP="002B3805">
      <w:pPr>
        <w:pStyle w:val="ab"/>
      </w:pPr>
      <w:bookmarkStart w:id="11" w:name="_Toc33213706"/>
      <w:r w:rsidRPr="00661CB4">
        <w:rPr>
          <w:rFonts w:hint="eastAsia"/>
          <w:lang w:bidi="x-none"/>
        </w:rPr>
        <w:t xml:space="preserve">3.1 </w:t>
      </w:r>
      <w:r w:rsidR="00475AAB" w:rsidRPr="00661CB4">
        <w:rPr>
          <w:rFonts w:hint="eastAsia"/>
        </w:rPr>
        <w:t>결제 요청 페이지 작성</w:t>
      </w:r>
      <w:bookmarkEnd w:id="11"/>
    </w:p>
    <w:p w14:paraId="779F61C5" w14:textId="69CDEEFB" w:rsidR="0063599F" w:rsidRPr="00661CB4" w:rsidRDefault="00661CB4" w:rsidP="00661CB4">
      <w:pPr>
        <w:ind w:leftChars="50" w:left="100" w:firstLineChars="350" w:firstLine="700"/>
      </w:pPr>
      <w:r>
        <w:rPr>
          <w:rFonts w:hint="eastAsia"/>
        </w:rPr>
        <w:t>3.1.1</w:t>
      </w:r>
      <w:r w:rsidR="008E1345" w:rsidRPr="00661CB4">
        <w:rPr>
          <w:rFonts w:hint="eastAsia"/>
        </w:rPr>
        <w:t>결제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요청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데이터</w:t>
      </w:r>
    </w:p>
    <w:p w14:paraId="16C0394C" w14:textId="44C1DFEB" w:rsidR="008E1345" w:rsidRPr="00661CB4" w:rsidRDefault="008E1345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6762C916" w14:textId="2DC8A762" w:rsidR="008E1345" w:rsidRPr="00661CB4" w:rsidRDefault="008E1345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3D65E4F9" w14:textId="35EA06C8" w:rsidR="0063599F" w:rsidRPr="00661CB4" w:rsidRDefault="00D06059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A00A84">
        <w:rPr>
          <w:rFonts w:asciiTheme="minorHAnsi" w:eastAsiaTheme="minorHAnsi" w:hAnsiTheme="minorHAnsi" w:hint="eastAsia"/>
          <w:bCs/>
        </w:rPr>
        <w:t>m</w:t>
      </w:r>
      <w:r w:rsidRPr="00A00A84">
        <w:rPr>
          <w:rFonts w:asciiTheme="minorHAnsi" w:eastAsiaTheme="minorHAnsi" w:hAnsiTheme="minorHAnsi"/>
          <w:bCs/>
        </w:rPr>
        <w:t>erchantKey</w:t>
      </w:r>
      <w:r w:rsidRPr="00D06059">
        <w:rPr>
          <w:rFonts w:asciiTheme="minorHAnsi" w:eastAsiaTheme="minorHAnsi" w:hAnsiTheme="minorHAnsi" w:hint="eastAsia"/>
        </w:rPr>
        <w:t xml:space="preserve"> </w:t>
      </w:r>
      <w:r w:rsidR="008E1345" w:rsidRPr="00661CB4">
        <w:rPr>
          <w:rFonts w:asciiTheme="minorHAnsi" w:eastAsiaTheme="minorHAnsi" w:hAnsiTheme="minorHAnsi" w:hint="eastAsia"/>
        </w:rPr>
        <w:t>값 설정</w:t>
      </w:r>
    </w:p>
    <w:p w14:paraId="35B3E68F" w14:textId="5D16BD3D" w:rsidR="008E1345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D4858A5" wp14:editId="49633EE1">
                <wp:simplePos x="0" y="0"/>
                <wp:positionH relativeFrom="column">
                  <wp:posOffset>390525</wp:posOffset>
                </wp:positionH>
                <wp:positionV relativeFrom="paragraph">
                  <wp:posOffset>199390</wp:posOffset>
                </wp:positionV>
                <wp:extent cx="5139690" cy="1009650"/>
                <wp:effectExtent l="0" t="0" r="22860" b="19050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4996" w14:textId="1F3C32A2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  <w:bookmarkStart w:id="12" w:name="_Hlk198021482"/>
                            <w:r w:rsidR="002A2DAF">
                              <w:rPr>
                                <w:rFonts w:asciiTheme="minorHAnsi" w:eastAsiaTheme="minorHAnsi" w:hAnsiTheme="minorHAnsi" w:hint="eastAsia"/>
                              </w:rPr>
                              <w:t>(샘플예)</w:t>
                            </w:r>
                            <w:bookmarkEnd w:id="12"/>
                          </w:p>
                          <w:p w14:paraId="2C8B7ACE" w14:textId="659D17EF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 xml:space="preserve">String </w:t>
                            </w: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merchant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858A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0.75pt;margin-top:15.7pt;width:404.7pt;height:79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">
                <v:textbox>
                  <w:txbxContent>
                    <w:p w14:paraId="1EBA4996" w14:textId="1F3C32A2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  <w:bookmarkStart w:id="13" w:name="_Hlk198021482"/>
                      <w:r w:rsidR="002A2DAF">
                        <w:rPr>
                          <w:rFonts w:asciiTheme="minorHAnsi" w:eastAsiaTheme="minorHAnsi" w:hAnsiTheme="minorHAnsi" w:hint="eastAsia"/>
                        </w:rPr>
                        <w:t>(샘플예)</w:t>
                      </w:r>
                      <w:bookmarkEnd w:id="13"/>
                    </w:p>
                    <w:p w14:paraId="2C8B7ACE" w14:textId="659D17EF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 xml:space="preserve">String </w:t>
                      </w: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merchant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8E1345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8E1345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51A0C993" w14:textId="4A273485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8B3AEA8" w14:textId="0117F8FF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00404DBC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3DF2CB96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C04F280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BAA2F08" w14:textId="77777777" w:rsidR="00B27196" w:rsidRDefault="008E1345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가맹점 Key 발급방법</w:t>
      </w:r>
      <w:r w:rsidR="00BA60F3" w:rsidRPr="00661CB4">
        <w:rPr>
          <w:rFonts w:asciiTheme="minorHAnsi" w:eastAsiaTheme="minorHAnsi" w:hAnsiTheme="minorHAnsi" w:hint="eastAsia"/>
        </w:rPr>
        <w:t xml:space="preserve"> : </w:t>
      </w:r>
      <w:r w:rsidR="00BA60F3" w:rsidRPr="00661CB4">
        <w:rPr>
          <w:rFonts w:asciiTheme="minorHAnsi" w:eastAsiaTheme="minorHAnsi" w:hAnsiTheme="minorHAnsi"/>
        </w:rPr>
        <w:t>“</w:t>
      </w:r>
      <w:r w:rsidR="00BA60F3"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="00BA60F3" w:rsidRPr="00661CB4">
        <w:rPr>
          <w:rFonts w:asciiTheme="minorHAnsi" w:eastAsiaTheme="minorHAnsi" w:hAnsiTheme="minorHAnsi"/>
        </w:rPr>
        <w:t>”</w:t>
      </w:r>
      <w:r w:rsidR="00BA60F3"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131B531E" w14:textId="0A96AD0F" w:rsidR="00BA60F3" w:rsidRPr="00661CB4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4D0A0915" w14:textId="6ABED75E" w:rsidR="00BA60F3" w:rsidRPr="00661CB4" w:rsidRDefault="009349EE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="00BA60F3"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754C4850" w14:textId="4C71E73D" w:rsidR="00BA60F3" w:rsidRPr="00661CB4" w:rsidRDefault="009349EE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="00BA60F3"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="00BA60F3"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="00BA60F3"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="00BA60F3" w:rsidRPr="00661CB4">
        <w:rPr>
          <w:rFonts w:asciiTheme="minorHAnsi" w:eastAsiaTheme="minorHAnsi" w:hAnsiTheme="minorHAnsi"/>
          <w:sz w:val="18"/>
        </w:rPr>
        <w:t>사용됨)</w:t>
      </w:r>
    </w:p>
    <w:p w14:paraId="0A7F2A83" w14:textId="77777777" w:rsidR="00BA60F3" w:rsidRPr="00661CB4" w:rsidRDefault="00BA60F3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4B8EAA66" w14:textId="77777777" w:rsidR="00BA60F3" w:rsidRPr="00661CB4" w:rsidRDefault="00BA60F3" w:rsidP="00BA60F3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3C1AF381" w14:textId="5539EF6E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81245B7" wp14:editId="2866677B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50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C81D8" w14:textId="66DF5EEF" w:rsidR="005F7164" w:rsidRPr="00BA60F3" w:rsidRDefault="005F7164" w:rsidP="005119F0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 xml:space="preserve">&lt;div 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 xml:space="preserve">id=" </w:t>
                            </w:r>
                            <w:r w:rsidRPr="009349EE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sampleInput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"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&gt;</w:t>
                            </w:r>
                          </w:p>
                          <w:p w14:paraId="707E14A1" w14:textId="6C34088C" w:rsidR="005F7164" w:rsidRPr="00BA60F3" w:rsidRDefault="005F7164" w:rsidP="005119F0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name=”mid” value=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</w:t>
                            </w:r>
                            <w:r w:rsidRPr="009349EE"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 w:cs="Courier New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demotest0m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FEA6A89" w14:textId="77777777" w:rsidR="005F7164" w:rsidRPr="00BA60F3" w:rsidRDefault="005F7164" w:rsidP="005119F0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4F05E1F6" w14:textId="77777777" w:rsidR="005F7164" w:rsidRDefault="005F7164" w:rsidP="005119F0">
                            <w:pPr>
                              <w:spacing w:line="311" w:lineRule="exact"/>
                              <w:ind w:leftChars="300" w:left="13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2FBA6C31" w14:textId="7088DBB1" w:rsidR="005F7164" w:rsidRDefault="005F7164" w:rsidP="005119F0">
                            <w:pPr>
                              <w:spacing w:line="346" w:lineRule="exact"/>
                              <w:ind w:leftChars="165" w:left="105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&lt;/div&gt;</w:t>
                            </w:r>
                          </w:p>
                          <w:p w14:paraId="762DE11F" w14:textId="2D97C34F" w:rsidR="005F7164" w:rsidRPr="008E1345" w:rsidRDefault="005F7164" w:rsidP="00BA60F3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245B7" id="_x0000_s1027" type="#_x0000_t202" style="position:absolute;left:0;text-align:left;margin-left:58.05pt;margin-top:12.3pt;width:404.7pt;height:96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">
                <v:textbox>
                  <w:txbxContent>
                    <w:p w14:paraId="322C81D8" w14:textId="66DF5EEF" w:rsidR="005F7164" w:rsidRPr="00BA60F3" w:rsidRDefault="005F7164" w:rsidP="005119F0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w w:val="95"/>
                          <w:sz w:val="18"/>
                        </w:rPr>
                        <w:t xml:space="preserve">&lt;div 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 xml:space="preserve">id=" </w:t>
                      </w:r>
                      <w:r w:rsidRPr="009349EE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sampleInput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"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&gt;</w:t>
                      </w:r>
                    </w:p>
                    <w:p w14:paraId="707E14A1" w14:textId="6C34088C" w:rsidR="005F7164" w:rsidRPr="00BA60F3" w:rsidRDefault="005F7164" w:rsidP="005119F0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name=”mid” value=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</w:t>
                      </w:r>
                      <w:r w:rsidRPr="009349EE"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 w:cs="Courier New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demotest0m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”/&gt;</w:t>
                      </w:r>
                    </w:p>
                    <w:p w14:paraId="2FEA6A89" w14:textId="77777777" w:rsidR="005F7164" w:rsidRPr="00BA60F3" w:rsidRDefault="005F7164" w:rsidP="005119F0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4F05E1F6" w14:textId="77777777" w:rsidR="005F7164" w:rsidRDefault="005F7164" w:rsidP="005119F0">
                      <w:pPr>
                        <w:spacing w:line="311" w:lineRule="exact"/>
                        <w:ind w:leftChars="300" w:left="1320"/>
                        <w:rPr>
                          <w:sz w:val="18"/>
                        </w:rPr>
                      </w:pPr>
                      <w:r>
                        <w:rPr>
                          <w:w w:val="80"/>
                          <w:sz w:val="18"/>
                        </w:rPr>
                        <w:t>………..</w:t>
                      </w:r>
                    </w:p>
                    <w:p w14:paraId="2FBA6C31" w14:textId="7088DBB1" w:rsidR="005F7164" w:rsidRDefault="005F7164" w:rsidP="005119F0">
                      <w:pPr>
                        <w:spacing w:line="346" w:lineRule="exact"/>
                        <w:ind w:leftChars="165" w:left="105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&lt;/div&gt;</w:t>
                      </w:r>
                    </w:p>
                    <w:p w14:paraId="762DE11F" w14:textId="2D97C34F" w:rsidR="005F7164" w:rsidRPr="008E1345" w:rsidRDefault="005F7164" w:rsidP="00BA60F3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70FC69DC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E762080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4C9807A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152A814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4B06E659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62BFD16D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3D22E6B" w14:textId="7F54F463" w:rsidR="00BA60F3" w:rsidRDefault="00E01ECB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WAYUP</w:t>
      </w:r>
      <w:r w:rsidR="00BA60F3" w:rsidRPr="00661CB4">
        <w:rPr>
          <w:rFonts w:asciiTheme="minorHAnsi" w:eastAsiaTheme="minorHAnsi" w:hAnsiTheme="minorHAnsi" w:hint="eastAsia"/>
          <w:b/>
          <w:color w:val="FF0000"/>
        </w:rPr>
        <w:t>는 Form Post 로 결제 요청되며, &lt;form&gt; 태그에 action 속성 설정 / submit 등의 모든 동작은 Import 된 스크립트에 의해서 자동 처리됩니다</w:t>
      </w:r>
      <w:r w:rsidR="00BA60F3" w:rsidRPr="00661CB4">
        <w:rPr>
          <w:rFonts w:asciiTheme="minorHAnsi" w:eastAsiaTheme="minorHAnsi" w:hAnsiTheme="minorHAnsi" w:hint="eastAsia"/>
        </w:rPr>
        <w:t>.</w:t>
      </w:r>
    </w:p>
    <w:p w14:paraId="689957B2" w14:textId="77777777" w:rsidR="00BA60F3" w:rsidRPr="00661CB4" w:rsidRDefault="00BA60F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39133051" w14:textId="20ECE215" w:rsidR="00F901CB" w:rsidRPr="00F901CB" w:rsidRDefault="00BA60F3" w:rsidP="005F7164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F901CB">
        <w:rPr>
          <w:rFonts w:asciiTheme="minorHAnsi" w:eastAsiaTheme="minorHAnsi" w:hAnsiTheme="minorHAnsi" w:hint="eastAsia"/>
        </w:rPr>
        <w:lastRenderedPageBreak/>
        <w:t>결제</w:t>
      </w:r>
      <w:bookmarkStart w:id="14" w:name="_Hlk198021532"/>
      <w:r w:rsidRPr="00F901CB">
        <w:rPr>
          <w:rFonts w:asciiTheme="minorHAnsi" w:eastAsiaTheme="minorHAnsi" w:hAnsiTheme="minorHAnsi" w:hint="eastAsia"/>
        </w:rPr>
        <w:t xml:space="preserve"> </w:t>
      </w:r>
      <w:r w:rsidR="00C21ED2">
        <w:rPr>
          <w:rFonts w:asciiTheme="minorHAnsi" w:eastAsiaTheme="minorHAnsi" w:hAnsiTheme="minorHAnsi"/>
        </w:rPr>
        <w:t>“</w:t>
      </w:r>
      <w:r w:rsidR="00C21ED2">
        <w:rPr>
          <w:rFonts w:asciiTheme="minorHAnsi" w:eastAsiaTheme="minorHAnsi" w:hAnsiTheme="minorHAnsi" w:hint="eastAsia"/>
        </w:rPr>
        <w:t>인증</w:t>
      </w:r>
      <w:r w:rsidR="00C21ED2">
        <w:rPr>
          <w:rFonts w:asciiTheme="minorHAnsi" w:eastAsiaTheme="minorHAnsi" w:hAnsiTheme="minorHAnsi"/>
        </w:rPr>
        <w:t>”</w:t>
      </w:r>
      <w:r w:rsidR="00C21ED2">
        <w:rPr>
          <w:rFonts w:asciiTheme="minorHAnsi" w:eastAsiaTheme="minorHAnsi" w:hAnsiTheme="minorHAnsi" w:hint="eastAsia"/>
        </w:rPr>
        <w:t xml:space="preserve"> </w:t>
      </w:r>
      <w:bookmarkEnd w:id="14"/>
      <w:r w:rsidRPr="00F901CB">
        <w:rPr>
          <w:rFonts w:asciiTheme="minorHAnsi" w:eastAsiaTheme="minorHAnsi" w:hAnsiTheme="minorHAnsi" w:hint="eastAsia"/>
        </w:rPr>
        <w:t xml:space="preserve">요청데이터 필드는 아래와 같습니다. </w:t>
      </w:r>
      <w:r w:rsidR="00C21ED2" w:rsidRPr="001E2729">
        <w:rPr>
          <w:rFonts w:asciiTheme="minorHAnsi" w:eastAsiaTheme="minorHAnsi" w:hAnsiTheme="minorHAnsi" w:hint="eastAsia"/>
          <w:b/>
          <w:bCs/>
          <w:color w:val="EE0000"/>
          <w:sz w:val="22"/>
          <w:szCs w:val="22"/>
        </w:rPr>
        <w:t>(샘플:</w:t>
      </w:r>
      <w:r w:rsidR="00C21ED2" w:rsidRPr="001E2729">
        <w:rPr>
          <w:rFonts w:asciiTheme="minorHAnsi" w:eastAsiaTheme="minorHAnsi" w:hAnsiTheme="minorHAnsi"/>
          <w:b/>
          <w:bCs/>
          <w:color w:val="EE0000"/>
          <w:sz w:val="22"/>
          <w:szCs w:val="22"/>
        </w:rPr>
        <w:t xml:space="preserve"> paySample.jsp</w:t>
      </w:r>
      <w:r w:rsidR="00C21ED2" w:rsidRPr="001E2729">
        <w:rPr>
          <w:rFonts w:asciiTheme="minorHAnsi" w:eastAsiaTheme="minorHAnsi" w:hAnsiTheme="minorHAnsi" w:hint="eastAsia"/>
          <w:b/>
          <w:bCs/>
          <w:color w:val="EE0000"/>
          <w:sz w:val="22"/>
          <w:szCs w:val="22"/>
        </w:rPr>
        <w:t>)</w:t>
      </w:r>
    </w:p>
    <w:p w14:paraId="4F512883" w14:textId="4E6434DB" w:rsidR="006969A5" w:rsidRPr="00661CB4" w:rsidRDefault="00661CB4" w:rsidP="00661CB4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="006969A5" w:rsidRPr="00661CB4">
        <w:rPr>
          <w:rFonts w:asciiTheme="minorHAnsi" w:eastAsiaTheme="minorHAnsi" w:hAnsiTheme="minorHAnsi"/>
          <w:lang w:eastAsia="ko-KR"/>
        </w:rPr>
        <w:t>] 기본 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2127"/>
        <w:gridCol w:w="2976"/>
        <w:gridCol w:w="567"/>
        <w:gridCol w:w="851"/>
      </w:tblGrid>
      <w:tr w:rsidR="00F901CB" w:rsidRPr="00661CB4" w14:paraId="3FD99598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0ED29638" w14:textId="25E8D6F3" w:rsidR="00F901CB" w:rsidRPr="00F901CB" w:rsidRDefault="00F901CB" w:rsidP="00F901CB">
            <w:pPr>
              <w:rPr>
                <w:rFonts w:ascii="맑은 고딕" w:eastAsia="맑은 고딕" w:hAnsi="맑은 고딕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6969A5" w:rsidRPr="00661CB4" w14:paraId="0E5ACFC8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778C0DEA" w14:textId="77777777" w:rsidR="006969A5" w:rsidRPr="00D06059" w:rsidRDefault="006969A5" w:rsidP="00D06059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2FED287" w14:textId="77777777" w:rsidR="006969A5" w:rsidRPr="00D06059" w:rsidRDefault="006969A5" w:rsidP="00D06059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5802D8E0" w14:textId="3A3A2878" w:rsidR="006969A5" w:rsidRPr="00D06059" w:rsidRDefault="006969A5" w:rsidP="00C003C5">
            <w:pPr>
              <w:pStyle w:val="TableParagraph"/>
              <w:ind w:rightChars="270" w:right="54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예시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</w:rPr>
              <w:t>[Data</w:t>
            </w:r>
            <w:r w:rsidR="008E4458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C003C5">
              <w:rPr>
                <w:rFonts w:asciiTheme="minorHAnsi" w:eastAsiaTheme="minorHAnsi" w:hAnsiTheme="minorHAnsi" w:hint="eastAsia"/>
                <w:sz w:val="18"/>
                <w:szCs w:val="18"/>
              </w:rPr>
              <w:t>Type]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0046F8F3" w14:textId="77777777" w:rsidR="006969A5" w:rsidRPr="00D06059" w:rsidRDefault="006969A5" w:rsidP="00D06059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설명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5EB6E92F" w14:textId="77777777" w:rsidR="008E4458" w:rsidRDefault="006969A5" w:rsidP="00D06059">
            <w:pPr>
              <w:pStyle w:val="TableParagraph"/>
              <w:jc w:val="center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필수</w:t>
            </w:r>
          </w:p>
          <w:p w14:paraId="68098259" w14:textId="422D4B84" w:rsidR="006969A5" w:rsidRPr="00D06059" w:rsidRDefault="006969A5" w:rsidP="00D06059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여부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FDA8CDD" w14:textId="77777777" w:rsidR="006969A5" w:rsidRPr="00D06059" w:rsidRDefault="006969A5" w:rsidP="00D06059">
            <w:pPr>
              <w:pStyle w:val="TableParagraph"/>
              <w:ind w:left="143" w:right="125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6969A5" w:rsidRPr="00661CB4" w14:paraId="32391C4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CE1E8CC" w14:textId="29988863" w:rsidR="006969A5" w:rsidRPr="00D06059" w:rsidRDefault="00A72F2B" w:rsidP="008E4458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payMethod</w:t>
            </w:r>
          </w:p>
        </w:tc>
        <w:tc>
          <w:tcPr>
            <w:tcW w:w="1134" w:type="dxa"/>
            <w:vAlign w:val="center"/>
          </w:tcPr>
          <w:p w14:paraId="11ACBC58" w14:textId="43E762E3" w:rsidR="006969A5" w:rsidRPr="00D06059" w:rsidRDefault="00A72F2B" w:rsidP="008E4458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방법</w:t>
            </w:r>
          </w:p>
        </w:tc>
        <w:tc>
          <w:tcPr>
            <w:tcW w:w="2127" w:type="dxa"/>
            <w:vAlign w:val="center"/>
          </w:tcPr>
          <w:p w14:paraId="2AC23477" w14:textId="0FBB1ADE" w:rsidR="006969A5" w:rsidRPr="00D06059" w:rsidRDefault="006969A5" w:rsidP="00C003C5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[String]""</w:t>
            </w:r>
          </w:p>
        </w:tc>
        <w:tc>
          <w:tcPr>
            <w:tcW w:w="2976" w:type="dxa"/>
            <w:vAlign w:val="center"/>
          </w:tcPr>
          <w:p w14:paraId="30747660" w14:textId="77777777" w:rsidR="00C003C5" w:rsidRDefault="00A72F2B" w:rsidP="008E445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결제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방법</w:t>
            </w:r>
          </w:p>
          <w:p w14:paraId="7763916B" w14:textId="595F7053" w:rsidR="006969A5" w:rsidRPr="00D06059" w:rsidRDefault="00587741" w:rsidP="00C003C5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(card)</w:t>
            </w:r>
          </w:p>
        </w:tc>
        <w:tc>
          <w:tcPr>
            <w:tcW w:w="567" w:type="dxa"/>
            <w:vAlign w:val="center"/>
          </w:tcPr>
          <w:p w14:paraId="41CEAE0E" w14:textId="77777777" w:rsidR="006969A5" w:rsidRPr="00D06059" w:rsidRDefault="006969A5" w:rsidP="00D06059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30F8366A" w14:textId="72A9D6F0" w:rsidR="006969A5" w:rsidRPr="00D06059" w:rsidRDefault="00A72F2B" w:rsidP="00D06059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3D4C467E" w14:textId="77777777" w:rsidR="006969A5" w:rsidRPr="00D06059" w:rsidRDefault="006969A5" w:rsidP="00D06059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6969A5" w:rsidRPr="00661CB4" w14:paraId="38E4342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9C819A" w14:textId="4CC7037D" w:rsidR="006969A5" w:rsidRPr="00D06059" w:rsidRDefault="00EB1776" w:rsidP="008E4458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="006969A5" w:rsidRPr="00D06059">
              <w:rPr>
                <w:rFonts w:asciiTheme="minorHAnsi" w:eastAsia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14:paraId="3F07B331" w14:textId="77777777" w:rsidR="006969A5" w:rsidRPr="00D06059" w:rsidRDefault="006969A5" w:rsidP="008E4458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2127" w:type="dxa"/>
            <w:vAlign w:val="center"/>
          </w:tcPr>
          <w:p w14:paraId="2B5B0D16" w14:textId="1AD29207" w:rsidR="006969A5" w:rsidRPr="00D06059" w:rsidRDefault="006969A5" w:rsidP="008E4458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="00C003C5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demotest0m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2A67B1B7" w14:textId="6C6EFBDA" w:rsidR="006969A5" w:rsidRPr="00D06059" w:rsidRDefault="006969A5" w:rsidP="008E445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mid,* 10자리 고정</w:t>
            </w:r>
          </w:p>
        </w:tc>
        <w:tc>
          <w:tcPr>
            <w:tcW w:w="567" w:type="dxa"/>
            <w:vAlign w:val="center"/>
          </w:tcPr>
          <w:p w14:paraId="5855A391" w14:textId="430751DB" w:rsidR="006969A5" w:rsidRPr="00D06059" w:rsidRDefault="006969A5" w:rsidP="00D06059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870DE3F" w14:textId="77777777" w:rsidR="006969A5" w:rsidRPr="00D06059" w:rsidRDefault="006969A5" w:rsidP="00D06059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</w:t>
            </w:r>
          </w:p>
          <w:p w14:paraId="4D0AF84B" w14:textId="77777777" w:rsidR="006969A5" w:rsidRPr="00D06059" w:rsidRDefault="006969A5" w:rsidP="00D06059">
            <w:pPr>
              <w:pStyle w:val="TableParagraph"/>
              <w:ind w:left="176" w:right="170" w:hanging="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 xml:space="preserve">Byte </w:t>
            </w:r>
            <w:r w:rsidRPr="00D06059">
              <w:rPr>
                <w:rFonts w:asciiTheme="minorHAnsi" w:eastAsiaTheme="minorHAnsi" w:hAnsiTheme="minorHAnsi"/>
                <w:w w:val="80"/>
                <w:sz w:val="18"/>
                <w:szCs w:val="18"/>
              </w:rPr>
              <w:t>Fixed</w:t>
            </w:r>
          </w:p>
        </w:tc>
      </w:tr>
      <w:tr w:rsidR="00F901CB" w:rsidRPr="00661CB4" w14:paraId="0B5E8C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4767D7A" w14:textId="7FA8F783" w:rsidR="00F901CB" w:rsidRPr="00D06059" w:rsidRDefault="00F901CB" w:rsidP="00F901CB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trxCd</w:t>
            </w:r>
          </w:p>
        </w:tc>
        <w:tc>
          <w:tcPr>
            <w:tcW w:w="1134" w:type="dxa"/>
            <w:vAlign w:val="center"/>
          </w:tcPr>
          <w:p w14:paraId="10B87D4D" w14:textId="102C6796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에스크로</w:t>
            </w:r>
          </w:p>
        </w:tc>
        <w:tc>
          <w:tcPr>
            <w:tcW w:w="2127" w:type="dxa"/>
            <w:vAlign w:val="center"/>
          </w:tcPr>
          <w:p w14:paraId="10ABAD7F" w14:textId="128E96DF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“0”</w:t>
            </w:r>
          </w:p>
        </w:tc>
        <w:tc>
          <w:tcPr>
            <w:tcW w:w="2976" w:type="dxa"/>
            <w:vAlign w:val="center"/>
          </w:tcPr>
          <w:p w14:paraId="252B8F4B" w14:textId="3A099BF2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에스크로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 w:rsidR="005D0268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132505E4" w14:textId="180E2AA8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728732C4" w14:textId="77777777" w:rsidR="00F901CB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0E5FC6E9" w14:textId="47B381D6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1BD9745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C8EBF12" w14:textId="40C2429F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goodsNm</w:t>
            </w:r>
          </w:p>
        </w:tc>
        <w:tc>
          <w:tcPr>
            <w:tcW w:w="1134" w:type="dxa"/>
            <w:vAlign w:val="center"/>
          </w:tcPr>
          <w:p w14:paraId="5B44DAEC" w14:textId="73DCF9E6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상품명</w:t>
            </w:r>
          </w:p>
        </w:tc>
        <w:tc>
          <w:tcPr>
            <w:tcW w:w="2127" w:type="dxa"/>
            <w:vAlign w:val="center"/>
          </w:tcPr>
          <w:p w14:paraId="7B8F7136" w14:textId="4C128E6C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Pr="00D06059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컴퓨터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48F730E2" w14:textId="43EF1A43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상품 이름</w:t>
            </w:r>
          </w:p>
        </w:tc>
        <w:tc>
          <w:tcPr>
            <w:tcW w:w="567" w:type="dxa"/>
            <w:vAlign w:val="center"/>
          </w:tcPr>
          <w:p w14:paraId="4E1B2924" w14:textId="6AEF75B7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348FD6FA" w14:textId="08EEEFEA" w:rsidR="00F901CB" w:rsidRPr="00D06059" w:rsidRDefault="005C776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</w:t>
            </w:r>
          </w:p>
          <w:p w14:paraId="03061828" w14:textId="57E70381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Byte</w:t>
            </w:r>
          </w:p>
        </w:tc>
      </w:tr>
      <w:tr w:rsidR="00F901CB" w:rsidRPr="00661CB4" w14:paraId="17805DE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5B2A7DF" w14:textId="36CE1FAA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134" w:type="dxa"/>
            <w:vAlign w:val="center"/>
          </w:tcPr>
          <w:p w14:paraId="51DEE3B6" w14:textId="77777777" w:rsidR="00F901CB" w:rsidRPr="00D06059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주문번호</w:t>
            </w:r>
          </w:p>
        </w:tc>
        <w:tc>
          <w:tcPr>
            <w:tcW w:w="2127" w:type="dxa"/>
            <w:vAlign w:val="center"/>
          </w:tcPr>
          <w:p w14:paraId="2209CEC1" w14:textId="1B52AF6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“1335233672723”</w:t>
            </w:r>
          </w:p>
        </w:tc>
        <w:tc>
          <w:tcPr>
            <w:tcW w:w="2976" w:type="dxa"/>
            <w:vAlign w:val="center"/>
          </w:tcPr>
          <w:p w14:paraId="6D4D7A15" w14:textId="2419EDD9" w:rsidR="00F901CB" w:rsidRPr="00D06059" w:rsidRDefault="00F901CB" w:rsidP="00F901CB">
            <w:pPr>
              <w:pStyle w:val="TableParagraph"/>
              <w:ind w:left="103" w:right="14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주문번호 Unique한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0516BC4" w14:textId="77777777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5EA02D05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40</w:t>
            </w:r>
          </w:p>
          <w:p w14:paraId="41EC0B75" w14:textId="77777777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035FF9B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97FEC00" w14:textId="723B5C0C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goodsAmt</w:t>
            </w:r>
          </w:p>
        </w:tc>
        <w:tc>
          <w:tcPr>
            <w:tcW w:w="1134" w:type="dxa"/>
            <w:vAlign w:val="center"/>
          </w:tcPr>
          <w:p w14:paraId="5D677C91" w14:textId="02999010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결제금액</w:t>
            </w:r>
          </w:p>
        </w:tc>
        <w:tc>
          <w:tcPr>
            <w:tcW w:w="2127" w:type="dxa"/>
            <w:vAlign w:val="center"/>
          </w:tcPr>
          <w:p w14:paraId="5B7182BC" w14:textId="031DF27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6D0F212" w14:textId="46CF458B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</w:tc>
        <w:tc>
          <w:tcPr>
            <w:tcW w:w="567" w:type="dxa"/>
            <w:vAlign w:val="center"/>
          </w:tcPr>
          <w:p w14:paraId="05B7C1A7" w14:textId="7204F3BB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44494A67" w14:textId="530ECDDD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626A3A0" w14:textId="4AB83B97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42120EE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25B60F4" w14:textId="7922A1E0" w:rsidR="00F901CB" w:rsidRPr="00D06059" w:rsidRDefault="00F901CB" w:rsidP="00F901CB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ordNm</w:t>
            </w:r>
          </w:p>
        </w:tc>
        <w:tc>
          <w:tcPr>
            <w:tcW w:w="1134" w:type="dxa"/>
            <w:vAlign w:val="center"/>
          </w:tcPr>
          <w:p w14:paraId="1405247C" w14:textId="06B91060" w:rsidR="00F901CB" w:rsidRPr="00D06059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구매자명</w:t>
            </w:r>
          </w:p>
        </w:tc>
        <w:tc>
          <w:tcPr>
            <w:tcW w:w="2127" w:type="dxa"/>
            <w:vAlign w:val="center"/>
          </w:tcPr>
          <w:p w14:paraId="7ACB26D7" w14:textId="39C333FA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"홍길동"</w:t>
            </w:r>
          </w:p>
        </w:tc>
        <w:tc>
          <w:tcPr>
            <w:tcW w:w="2976" w:type="dxa"/>
            <w:vAlign w:val="center"/>
          </w:tcPr>
          <w:p w14:paraId="6C1A9C69" w14:textId="6A4722D5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한글/특수기호 입력가능</w:t>
            </w:r>
          </w:p>
        </w:tc>
        <w:tc>
          <w:tcPr>
            <w:tcW w:w="567" w:type="dxa"/>
            <w:vAlign w:val="center"/>
          </w:tcPr>
          <w:p w14:paraId="21831BAA" w14:textId="552FCF9D" w:rsidR="00F901CB" w:rsidRPr="00D06059" w:rsidRDefault="00F901CB" w:rsidP="00F901CB">
            <w:pPr>
              <w:pStyle w:val="TableParagraph"/>
              <w:ind w:left="87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0CA7E78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30</w:t>
            </w:r>
          </w:p>
          <w:p w14:paraId="67BFBF12" w14:textId="73626CE6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373A306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FD95DB" w14:textId="4DE30793" w:rsidR="00F901CB" w:rsidRPr="00D06059" w:rsidRDefault="00F901CB" w:rsidP="00F901CB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ordTel</w:t>
            </w:r>
          </w:p>
        </w:tc>
        <w:tc>
          <w:tcPr>
            <w:tcW w:w="1134" w:type="dxa"/>
            <w:vAlign w:val="center"/>
          </w:tcPr>
          <w:p w14:paraId="59CF9954" w14:textId="77777777" w:rsidR="00F901CB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구매자</w:t>
            </w:r>
          </w:p>
          <w:p w14:paraId="449739BF" w14:textId="0BC68456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Mobile</w:t>
            </w:r>
          </w:p>
        </w:tc>
        <w:tc>
          <w:tcPr>
            <w:tcW w:w="2127" w:type="dxa"/>
            <w:vAlign w:val="center"/>
          </w:tcPr>
          <w:p w14:paraId="7A64132F" w14:textId="45C2E2D2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”01020001234</w:t>
            </w:r>
          </w:p>
        </w:tc>
        <w:tc>
          <w:tcPr>
            <w:tcW w:w="2976" w:type="dxa"/>
            <w:vAlign w:val="center"/>
          </w:tcPr>
          <w:p w14:paraId="06A8C238" w14:textId="6CA51E30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숫자만 허용</w:t>
            </w:r>
          </w:p>
        </w:tc>
        <w:tc>
          <w:tcPr>
            <w:tcW w:w="567" w:type="dxa"/>
            <w:vAlign w:val="center"/>
          </w:tcPr>
          <w:p w14:paraId="1BC3F1DA" w14:textId="22C715A5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E31BCCF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7D3D6435" w14:textId="55255226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01CF85F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7E2FB34" w14:textId="57663540" w:rsidR="00F901CB" w:rsidRPr="00D06059" w:rsidRDefault="00F901CB" w:rsidP="00F901CB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ordEmail</w:t>
            </w:r>
          </w:p>
        </w:tc>
        <w:tc>
          <w:tcPr>
            <w:tcW w:w="1134" w:type="dxa"/>
            <w:vAlign w:val="center"/>
          </w:tcPr>
          <w:p w14:paraId="5A2C9C76" w14:textId="77777777" w:rsidR="00F901CB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구매자</w:t>
            </w:r>
          </w:p>
          <w:p w14:paraId="4A054FEF" w14:textId="057AFC45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Email</w:t>
            </w:r>
          </w:p>
        </w:tc>
        <w:tc>
          <w:tcPr>
            <w:tcW w:w="2127" w:type="dxa"/>
            <w:vAlign w:val="center"/>
          </w:tcPr>
          <w:p w14:paraId="31C17B15" w14:textId="44546FD5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[String] "</w:t>
            </w:r>
            <w:hyperlink r:id="rId9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buyer@example.com</w:t>
              </w:r>
            </w:hyperlink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340D10D0" w14:textId="69FACEDD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이메일 형식에 맞도록</w:t>
            </w:r>
          </w:p>
        </w:tc>
        <w:tc>
          <w:tcPr>
            <w:tcW w:w="567" w:type="dxa"/>
            <w:vAlign w:val="center"/>
          </w:tcPr>
          <w:p w14:paraId="72464BFD" w14:textId="32719BD2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6AC1E9D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60</w:t>
            </w:r>
          </w:p>
          <w:p w14:paraId="2EA818E3" w14:textId="541F3E7B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72DC961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8D68EF5" w14:textId="74CAE2AE" w:rsidR="00F901CB" w:rsidRPr="00D06059" w:rsidRDefault="00F901CB" w:rsidP="00F901CB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serIp</w:t>
            </w:r>
          </w:p>
        </w:tc>
        <w:tc>
          <w:tcPr>
            <w:tcW w:w="1134" w:type="dxa"/>
            <w:vAlign w:val="center"/>
          </w:tcPr>
          <w:p w14:paraId="3F0B6137" w14:textId="77777777" w:rsidR="00F901CB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구매자</w:t>
            </w:r>
          </w:p>
          <w:p w14:paraId="61867661" w14:textId="4CFDC8C1" w:rsidR="00F901CB" w:rsidRPr="00D06059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아이피</w:t>
            </w:r>
          </w:p>
        </w:tc>
        <w:tc>
          <w:tcPr>
            <w:tcW w:w="2127" w:type="dxa"/>
            <w:vAlign w:val="center"/>
          </w:tcPr>
          <w:p w14:paraId="698489FC" w14:textId="5312C105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69B9395C" w14:textId="5845465C" w:rsidR="00F901CB" w:rsidRPr="00D06059" w:rsidRDefault="00F901CB" w:rsidP="00F901CB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유저 접속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311F8C83" w14:textId="1A090039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314F37C7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16E88FAD" w14:textId="471B98BF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2915BF1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35653FC" w14:textId="5653B25C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Reserved</w:t>
            </w:r>
          </w:p>
        </w:tc>
        <w:tc>
          <w:tcPr>
            <w:tcW w:w="1134" w:type="dxa"/>
            <w:vAlign w:val="center"/>
          </w:tcPr>
          <w:p w14:paraId="41E0B267" w14:textId="02E97E0E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2127" w:type="dxa"/>
            <w:vAlign w:val="center"/>
          </w:tcPr>
          <w:p w14:paraId="6428FAAC" w14:textId="215E1EAC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hyperlink r:id="rId10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"</w:t>
              </w:r>
            </w:hyperlink>
          </w:p>
        </w:tc>
        <w:tc>
          <w:tcPr>
            <w:tcW w:w="2976" w:type="dxa"/>
            <w:vAlign w:val="center"/>
          </w:tcPr>
          <w:p w14:paraId="13258FD9" w14:textId="60C53C03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30C38DF" w14:textId="77777777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7D9F5B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500</w:t>
            </w:r>
          </w:p>
          <w:p w14:paraId="26EE8FF7" w14:textId="2352EA14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215B5BF4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144F1E2" w14:textId="688E3BB7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134" w:type="dxa"/>
            <w:vAlign w:val="center"/>
          </w:tcPr>
          <w:p w14:paraId="3D00350E" w14:textId="4B88A6F1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2127" w:type="dxa"/>
            <w:vAlign w:val="center"/>
          </w:tcPr>
          <w:p w14:paraId="4C003EA4" w14:textId="52EF7118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7CE3DCE1" w14:textId="77777777" w:rsidR="00F901CB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406FEA47" w14:textId="4C9D8F8F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207B7153" w14:textId="59803AFB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F5BDFE6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AB7343A" w14:textId="62A9719D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2C1058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1391BC1" w14:textId="11D2480B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134" w:type="dxa"/>
            <w:vAlign w:val="center"/>
          </w:tcPr>
          <w:p w14:paraId="46EAA284" w14:textId="64066BF0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2127" w:type="dxa"/>
            <w:vAlign w:val="center"/>
          </w:tcPr>
          <w:p w14:paraId="32696EE8" w14:textId="6B536EAF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1E6FCBDA" w14:textId="77777777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11D082AA" w14:textId="30D7840B" w:rsidR="00F901CB" w:rsidRPr="00D06059" w:rsidRDefault="00F901CB" w:rsidP="00F901CB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07317912" w14:textId="23C66610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72DAA5AE" w14:textId="2A1F280C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0FFE5BB1" w14:textId="4912FEA5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6070BD0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B4CB6EC" w14:textId="6BE7E796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134" w:type="dxa"/>
            <w:vAlign w:val="center"/>
          </w:tcPr>
          <w:p w14:paraId="091240D2" w14:textId="5EBBBEE5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봉사료</w:t>
            </w:r>
          </w:p>
        </w:tc>
        <w:tc>
          <w:tcPr>
            <w:tcW w:w="2127" w:type="dxa"/>
            <w:vAlign w:val="center"/>
          </w:tcPr>
          <w:p w14:paraId="1C4D7DE6" w14:textId="3880E3A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3AA48FB5" w14:textId="77777777" w:rsidR="00F901CB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3E3B094" w14:textId="5629EA0B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30F9F74E" w14:textId="0213FAC5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CBFEF3C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00914780" w14:textId="0A499C1A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62DF775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02FFEC4" w14:textId="2265A31E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channel</w:t>
            </w:r>
          </w:p>
        </w:tc>
        <w:tc>
          <w:tcPr>
            <w:tcW w:w="1134" w:type="dxa"/>
            <w:vAlign w:val="center"/>
          </w:tcPr>
          <w:p w14:paraId="3C4D82CA" w14:textId="6B8B1138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접속타입</w:t>
            </w:r>
          </w:p>
        </w:tc>
        <w:tc>
          <w:tcPr>
            <w:tcW w:w="2127" w:type="dxa"/>
            <w:vAlign w:val="center"/>
          </w:tcPr>
          <w:p w14:paraId="049F5435" w14:textId="44D302CE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“0001”</w:t>
            </w:r>
          </w:p>
        </w:tc>
        <w:tc>
          <w:tcPr>
            <w:tcW w:w="2976" w:type="dxa"/>
            <w:vAlign w:val="center"/>
          </w:tcPr>
          <w:p w14:paraId="6F6E1A0B" w14:textId="1033BA79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0001: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WEB, 0002:mobile, 0003:SMS, 0004: URL</w:t>
            </w:r>
          </w:p>
        </w:tc>
        <w:tc>
          <w:tcPr>
            <w:tcW w:w="567" w:type="dxa"/>
            <w:vAlign w:val="center"/>
          </w:tcPr>
          <w:p w14:paraId="6DE9F8F3" w14:textId="36710565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03C57A8B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44008447" w14:textId="040F9411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7FCDA5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E9903C" w14:textId="46C47E3F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period</w:t>
            </w:r>
          </w:p>
        </w:tc>
        <w:tc>
          <w:tcPr>
            <w:tcW w:w="1134" w:type="dxa"/>
            <w:vAlign w:val="center"/>
          </w:tcPr>
          <w:p w14:paraId="5A4F3A11" w14:textId="1D813588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제공기간</w:t>
            </w:r>
          </w:p>
        </w:tc>
        <w:tc>
          <w:tcPr>
            <w:tcW w:w="2127" w:type="dxa"/>
            <w:vAlign w:val="center"/>
          </w:tcPr>
          <w:p w14:paraId="2C738A13" w14:textId="0DCA8528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“”</w:t>
            </w:r>
          </w:p>
        </w:tc>
        <w:tc>
          <w:tcPr>
            <w:tcW w:w="2976" w:type="dxa"/>
            <w:vAlign w:val="center"/>
          </w:tcPr>
          <w:p w14:paraId="6784C3F5" w14:textId="067B85FA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default:별도제공기간없음</w:t>
            </w:r>
          </w:p>
        </w:tc>
        <w:tc>
          <w:tcPr>
            <w:tcW w:w="567" w:type="dxa"/>
            <w:vAlign w:val="center"/>
          </w:tcPr>
          <w:p w14:paraId="6B5E6BA9" w14:textId="121EE1C2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9BC2990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21</w:t>
            </w:r>
          </w:p>
          <w:p w14:paraId="2055348C" w14:textId="7BD56BA7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1F91C1B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08FB74" w14:textId="29497CD6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134" w:type="dxa"/>
            <w:vAlign w:val="center"/>
          </w:tcPr>
          <w:p w14:paraId="5EA3711F" w14:textId="1D06D019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2127" w:type="dxa"/>
            <w:vAlign w:val="center"/>
          </w:tcPr>
          <w:p w14:paraId="3F37A640" w14:textId="6FAEA7E7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“20210327121212”</w:t>
            </w:r>
          </w:p>
        </w:tc>
        <w:tc>
          <w:tcPr>
            <w:tcW w:w="2976" w:type="dxa"/>
            <w:vAlign w:val="center"/>
          </w:tcPr>
          <w:p w14:paraId="54F1C5FB" w14:textId="2EFE2415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567" w:type="dxa"/>
            <w:vAlign w:val="center"/>
          </w:tcPr>
          <w:p w14:paraId="5A451B21" w14:textId="6975BDB8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A32EEE7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14</w:t>
            </w:r>
          </w:p>
          <w:p w14:paraId="282E9EE0" w14:textId="2801C374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6AF2C5D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749FC12" w14:textId="0ECAB5A6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encData</w:t>
            </w:r>
          </w:p>
        </w:tc>
        <w:tc>
          <w:tcPr>
            <w:tcW w:w="1134" w:type="dxa"/>
            <w:vAlign w:val="center"/>
          </w:tcPr>
          <w:p w14:paraId="6C5845A2" w14:textId="26A34B87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해시String</w:t>
            </w:r>
          </w:p>
        </w:tc>
        <w:tc>
          <w:tcPr>
            <w:tcW w:w="2127" w:type="dxa"/>
            <w:vAlign w:val="center"/>
          </w:tcPr>
          <w:p w14:paraId="117444E0" w14:textId="1E02A52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] “”</w:t>
            </w:r>
          </w:p>
        </w:tc>
        <w:tc>
          <w:tcPr>
            <w:tcW w:w="2976" w:type="dxa"/>
            <w:vAlign w:val="center"/>
          </w:tcPr>
          <w:p w14:paraId="348303F1" w14:textId="3FBE0EF9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567" w:type="dxa"/>
            <w:vAlign w:val="center"/>
          </w:tcPr>
          <w:p w14:paraId="213B01BB" w14:textId="6793FA10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es</w:t>
            </w:r>
          </w:p>
        </w:tc>
        <w:tc>
          <w:tcPr>
            <w:tcW w:w="851" w:type="dxa"/>
            <w:vAlign w:val="center"/>
          </w:tcPr>
          <w:p w14:paraId="6FBE19DA" w14:textId="10F66460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</w:tr>
      <w:tr w:rsidR="00F901CB" w:rsidRPr="00661CB4" w14:paraId="3E637AA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7393293" w14:textId="7DF6E993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otiUrl</w:t>
            </w:r>
          </w:p>
        </w:tc>
        <w:tc>
          <w:tcPr>
            <w:tcW w:w="1134" w:type="dxa"/>
            <w:vAlign w:val="center"/>
          </w:tcPr>
          <w:p w14:paraId="3855F30A" w14:textId="33F16F3A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2127" w:type="dxa"/>
            <w:vAlign w:val="center"/>
          </w:tcPr>
          <w:p w14:paraId="5459A4F7" w14:textId="7A644372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2976" w:type="dxa"/>
            <w:vAlign w:val="center"/>
          </w:tcPr>
          <w:p w14:paraId="0E1A8BDF" w14:textId="077999E9" w:rsidR="00F901CB" w:rsidRPr="00D06059" w:rsidRDefault="00F901CB" w:rsidP="00F901CB">
            <w:pPr>
              <w:pStyle w:val="TableParagraph"/>
              <w:ind w:left="103" w:right="51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ack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으로 결제완료 데이터를 받을 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567" w:type="dxa"/>
            <w:vAlign w:val="center"/>
          </w:tcPr>
          <w:p w14:paraId="2B74B252" w14:textId="58627C61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36E9B221" w14:textId="3E23DFFC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F901CB" w:rsidRPr="00661CB4" w14:paraId="1BB3E6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75CAACE" w14:textId="18E6C34A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134" w:type="dxa"/>
            <w:vAlign w:val="center"/>
          </w:tcPr>
          <w:p w14:paraId="79117C65" w14:textId="18D6C1F0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2127" w:type="dxa"/>
            <w:vAlign w:val="center"/>
          </w:tcPr>
          <w:p w14:paraId="2EDE2D8C" w14:textId="052F8F5C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1C861B45" w14:textId="2DE761A1" w:rsidR="00F901CB" w:rsidRPr="00D06059" w:rsidRDefault="00F901CB" w:rsidP="00F901CB">
            <w:pPr>
              <w:pStyle w:val="TableParagraph"/>
              <w:ind w:left="103" w:right="51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567" w:type="dxa"/>
            <w:vAlign w:val="center"/>
          </w:tcPr>
          <w:p w14:paraId="5FD0DD83" w14:textId="646160B5" w:rsidR="00F901CB" w:rsidRPr="00D06059" w:rsidRDefault="00F901CB" w:rsidP="00F901CB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51816CB" w14:textId="5B45A2D9" w:rsidR="00F901CB" w:rsidRDefault="00F901CB" w:rsidP="00F901CB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6</w:t>
            </w:r>
          </w:p>
          <w:p w14:paraId="6ACED450" w14:textId="298B458C" w:rsidR="00F901CB" w:rsidRPr="00D06059" w:rsidRDefault="005F7164" w:rsidP="00F901CB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</w:t>
            </w:r>
            <w:r w:rsidR="00F901CB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yte</w:t>
            </w:r>
          </w:p>
        </w:tc>
      </w:tr>
    </w:tbl>
    <w:p w14:paraId="4AFCAC3D" w14:textId="6075F816" w:rsidR="006969A5" w:rsidRPr="00661CB4" w:rsidRDefault="006969A5" w:rsidP="0060764F">
      <w:pPr>
        <w:ind w:left="0" w:firstLine="0"/>
        <w:rPr>
          <w:rFonts w:asciiTheme="minorHAnsi" w:eastAsiaTheme="minorHAnsi" w:hAnsiTheme="minorHAnsi"/>
          <w:sz w:val="18"/>
        </w:rPr>
        <w:sectPr w:rsidR="006969A5" w:rsidRPr="00661CB4" w:rsidSect="00380A02">
          <w:headerReference w:type="default" r:id="rId11"/>
          <w:type w:val="continuous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0C5062C3" w14:textId="0609A9C6" w:rsidR="006969A5" w:rsidRDefault="006969A5" w:rsidP="0060764F">
      <w:pPr>
        <w:pStyle w:val="af"/>
        <w:spacing w:before="4"/>
        <w:rPr>
          <w:rFonts w:asciiTheme="minorHAnsi" w:eastAsiaTheme="minorHAnsi" w:hAnsiTheme="minorHAnsi"/>
          <w:sz w:val="11"/>
          <w:lang w:eastAsia="ko-KR"/>
        </w:rPr>
      </w:pPr>
    </w:p>
    <w:p w14:paraId="562E5D03" w14:textId="57C80A98" w:rsidR="00731894" w:rsidRDefault="00731894" w:rsidP="0060764F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5AF0D62E" w14:textId="77777777" w:rsidR="001E2729" w:rsidRDefault="001E2729" w:rsidP="001E2729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  <w:r>
        <w:rPr>
          <w:rFonts w:asciiTheme="minorHAnsi" w:eastAsiaTheme="minorHAnsi" w:hAnsiTheme="minorHAnsi" w:hint="eastAsia"/>
          <w:b/>
          <w:bCs/>
          <w:color w:val="FF0000"/>
          <w:sz w:val="22"/>
          <w:szCs w:val="22"/>
          <w:lang w:eastAsia="ko-KR"/>
        </w:rPr>
        <w:t xml:space="preserve">returnUrl : </w:t>
      </w:r>
      <w:bookmarkStart w:id="15" w:name="_Hlk198021703"/>
      <w:r>
        <w:rPr>
          <w:rFonts w:asciiTheme="minorHAnsi" w:eastAsiaTheme="minorHAnsi" w:hAnsiTheme="minorHAnsi" w:hint="eastAsia"/>
          <w:b/>
          <w:bCs/>
          <w:color w:val="FF0000"/>
          <w:sz w:val="22"/>
          <w:szCs w:val="22"/>
          <w:lang w:eastAsia="ko-KR"/>
        </w:rPr>
        <w:t xml:space="preserve">샘플기준 </w:t>
      </w:r>
      <w:r w:rsidRPr="00FE6DF4"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  <w:t>payResultSample.jsp</w:t>
      </w:r>
      <w:r>
        <w:rPr>
          <w:rFonts w:asciiTheme="minorHAnsi" w:eastAsiaTheme="minorHAnsi" w:hAnsiTheme="minorHAnsi" w:hint="eastAsia"/>
          <w:b/>
          <w:bCs/>
          <w:color w:val="FF0000"/>
          <w:sz w:val="22"/>
          <w:szCs w:val="22"/>
          <w:lang w:eastAsia="ko-KR"/>
        </w:rPr>
        <w:t xml:space="preserve"> </w:t>
      </w:r>
      <w:bookmarkEnd w:id="15"/>
      <w:r>
        <w:rPr>
          <w:rFonts w:asciiTheme="minorHAnsi" w:eastAsiaTheme="minorHAnsi" w:hAnsiTheme="minorHAnsi" w:hint="eastAsia"/>
          <w:b/>
          <w:bCs/>
          <w:color w:val="FF0000"/>
          <w:sz w:val="22"/>
          <w:szCs w:val="22"/>
          <w:lang w:eastAsia="ko-KR"/>
        </w:rPr>
        <w:t xml:space="preserve">이 실제 결제 </w:t>
      </w:r>
      <w:r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  <w:t>“</w:t>
      </w:r>
      <w:r>
        <w:rPr>
          <w:rFonts w:asciiTheme="minorHAnsi" w:eastAsiaTheme="minorHAnsi" w:hAnsiTheme="minorHAnsi" w:hint="eastAsia"/>
          <w:b/>
          <w:bCs/>
          <w:color w:val="FF0000"/>
          <w:sz w:val="22"/>
          <w:szCs w:val="22"/>
          <w:lang w:eastAsia="ko-KR"/>
        </w:rPr>
        <w:t>승인</w:t>
      </w:r>
      <w:r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  <w:t>”</w:t>
      </w:r>
      <w:r>
        <w:rPr>
          <w:rFonts w:asciiTheme="minorHAnsi" w:eastAsiaTheme="minorHAnsi" w:hAnsiTheme="minorHAnsi" w:hint="eastAsia"/>
          <w:b/>
          <w:bCs/>
          <w:color w:val="FF0000"/>
          <w:sz w:val="22"/>
          <w:szCs w:val="22"/>
          <w:lang w:eastAsia="ko-KR"/>
        </w:rPr>
        <w:t xml:space="preserve"> 처리되는 프로그램입니다.</w:t>
      </w:r>
    </w:p>
    <w:p w14:paraId="304B4C5A" w14:textId="53BCD815" w:rsidR="00587741" w:rsidRPr="001E2729" w:rsidRDefault="00587741" w:rsidP="0060764F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0EBA9119" w14:textId="24745378" w:rsidR="00587741" w:rsidRDefault="00587741" w:rsidP="0060764F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1DB2DA6B" w14:textId="3C55B825" w:rsidR="00B322B7" w:rsidRDefault="00B322B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 w:cs="Noto Sans CJK JP Black"/>
          <w:b/>
          <w:bCs/>
          <w:color w:val="FF0000"/>
          <w:sz w:val="22"/>
          <w:szCs w:val="22"/>
        </w:rPr>
      </w:pPr>
      <w:r>
        <w:rPr>
          <w:rFonts w:asciiTheme="minorHAnsi" w:eastAsiaTheme="minorHAnsi" w:hAnsiTheme="minorHAnsi"/>
          <w:b/>
          <w:bCs/>
          <w:color w:val="FF0000"/>
          <w:sz w:val="22"/>
          <w:szCs w:val="22"/>
        </w:rPr>
        <w:br w:type="page"/>
      </w:r>
    </w:p>
    <w:p w14:paraId="2C70E860" w14:textId="77777777" w:rsidR="00B322B7" w:rsidRPr="00661CB4" w:rsidRDefault="00B322B7" w:rsidP="00B322B7">
      <w:pPr>
        <w:ind w:leftChars="210" w:left="1140"/>
      </w:pPr>
      <w:r w:rsidRPr="00661CB4">
        <w:rPr>
          <w:rFonts w:hint="eastAsia"/>
        </w:rPr>
        <w:lastRenderedPageBreak/>
        <w:t>3.1.2</w:t>
      </w:r>
      <w:r w:rsidRPr="00661CB4">
        <w:rPr>
          <w:rFonts w:hint="eastAsia"/>
        </w:rPr>
        <w:tab/>
      </w:r>
      <w:r w:rsidRPr="00661CB4">
        <w:rPr>
          <w:rFonts w:hint="eastAsia"/>
        </w:rPr>
        <w:t>인증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</w:p>
    <w:p w14:paraId="028F8744" w14:textId="77777777" w:rsidR="00B322B7" w:rsidRDefault="00B322B7" w:rsidP="00B322B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•결제창을 통해 인증이 완료되면 결과를 가맹점으로 전달 합니다. 인증 결과 데이터 필드는 아래와 같습니다.</w:t>
      </w:r>
    </w:p>
    <w:p w14:paraId="5744EDC1" w14:textId="77777777" w:rsidR="00B322B7" w:rsidRPr="003A6230" w:rsidRDefault="00B322B7" w:rsidP="00B322B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709"/>
        <w:gridCol w:w="3402"/>
        <w:gridCol w:w="1701"/>
      </w:tblGrid>
      <w:tr w:rsidR="00B322B7" w14:paraId="6F24A6F4" w14:textId="77777777" w:rsidTr="003604ED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0A61EBD9" w14:textId="77777777" w:rsidR="00B322B7" w:rsidRPr="00BF41B6" w:rsidRDefault="00B322B7" w:rsidP="003604ED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9A18912" w14:textId="77777777" w:rsidR="00B322B7" w:rsidRPr="00BF41B6" w:rsidRDefault="00B322B7" w:rsidP="003604ED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75145BF1" w14:textId="77777777" w:rsidR="00B322B7" w:rsidRPr="00BF41B6" w:rsidRDefault="00B322B7" w:rsidP="003604ED">
            <w:pPr>
              <w:pStyle w:val="TableParagraph"/>
              <w:spacing w:line="312" w:lineRule="exact"/>
              <w:ind w:rightChars="58" w:right="116" w:firstLine="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Data Type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91815AD" w14:textId="77777777" w:rsidR="00B322B7" w:rsidRPr="00BF41B6" w:rsidRDefault="00B322B7" w:rsidP="003604ED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C0461B2" w14:textId="77777777" w:rsidR="00B322B7" w:rsidRPr="00BF41B6" w:rsidRDefault="00B322B7" w:rsidP="003604ED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B322B7" w14:paraId="210C41B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C25CECE" w14:textId="77777777" w:rsidR="00B322B7" w:rsidRPr="00BF41B6" w:rsidRDefault="00B322B7" w:rsidP="003604ED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resultCode</w:t>
            </w:r>
          </w:p>
        </w:tc>
        <w:tc>
          <w:tcPr>
            <w:tcW w:w="1843" w:type="dxa"/>
            <w:vAlign w:val="center"/>
          </w:tcPr>
          <w:p w14:paraId="017BB1E5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709" w:type="dxa"/>
            <w:vAlign w:val="center"/>
          </w:tcPr>
          <w:p w14:paraId="016457D1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01899432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[0000 : 정상, 기타 : 실패]</w:t>
            </w:r>
          </w:p>
        </w:tc>
        <w:tc>
          <w:tcPr>
            <w:tcW w:w="1701" w:type="dxa"/>
            <w:vAlign w:val="center"/>
          </w:tcPr>
          <w:p w14:paraId="1606E1AC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B322B7" w14:paraId="2C417ED1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E421AF8" w14:textId="77777777" w:rsidR="00B322B7" w:rsidRPr="00BF41B6" w:rsidRDefault="00B322B7" w:rsidP="003604ED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79119A6B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709" w:type="dxa"/>
            <w:vAlign w:val="center"/>
          </w:tcPr>
          <w:p w14:paraId="335E04AA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38E5C919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26087AA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B322B7" w14:paraId="696C377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7AAEDA4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236BA4FD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709" w:type="dxa"/>
            <w:vAlign w:val="center"/>
          </w:tcPr>
          <w:p w14:paraId="73A553C6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288BD947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181B467F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B322B7" w14:paraId="0C60E54D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779905C7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447FA7EB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709" w:type="dxa"/>
            <w:vAlign w:val="center"/>
          </w:tcPr>
          <w:p w14:paraId="7059A953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3AC1D5E1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3936F4FA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B322B7" w14:paraId="60435D16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7C498393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843" w:type="dxa"/>
            <w:vAlign w:val="center"/>
          </w:tcPr>
          <w:p w14:paraId="2B499EFB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709" w:type="dxa"/>
            <w:vAlign w:val="center"/>
          </w:tcPr>
          <w:p w14:paraId="4264D155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30BF9507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40C4FDA4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B322B7" w14:paraId="3C6B3671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1356ED09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08D03629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아이디</w:t>
            </w:r>
          </w:p>
        </w:tc>
        <w:tc>
          <w:tcPr>
            <w:tcW w:w="709" w:type="dxa"/>
            <w:vAlign w:val="center"/>
          </w:tcPr>
          <w:p w14:paraId="36BA65BD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27DDC8E5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아이피</w:t>
            </w:r>
          </w:p>
        </w:tc>
        <w:tc>
          <w:tcPr>
            <w:tcW w:w="1701" w:type="dxa"/>
            <w:vAlign w:val="center"/>
          </w:tcPr>
          <w:p w14:paraId="0270CCBE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B322B7" w14:paraId="6C41184E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62D9CBD" w14:textId="77777777" w:rsidR="00B322B7" w:rsidRPr="00BF41B6" w:rsidRDefault="00B322B7" w:rsidP="003604ED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goodsAmt</w:t>
            </w:r>
          </w:p>
        </w:tc>
        <w:tc>
          <w:tcPr>
            <w:tcW w:w="1843" w:type="dxa"/>
            <w:vAlign w:val="center"/>
          </w:tcPr>
          <w:p w14:paraId="0EE2C46C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709" w:type="dxa"/>
            <w:vAlign w:val="center"/>
          </w:tcPr>
          <w:p w14:paraId="2C961AD5" w14:textId="77777777" w:rsidR="00B322B7" w:rsidRPr="00BF41B6" w:rsidRDefault="00B322B7" w:rsidP="003604ED">
            <w:pPr>
              <w:pStyle w:val="TableParagraph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15902EAE" w14:textId="77777777" w:rsidR="00B322B7" w:rsidRPr="00BF41B6" w:rsidRDefault="00B322B7" w:rsidP="003604ED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금액</w:t>
            </w:r>
          </w:p>
        </w:tc>
        <w:tc>
          <w:tcPr>
            <w:tcW w:w="1701" w:type="dxa"/>
            <w:vAlign w:val="center"/>
          </w:tcPr>
          <w:p w14:paraId="575B7FC2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B322B7" w14:paraId="5AB0186D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184E5895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mbsReserved</w:t>
            </w:r>
          </w:p>
        </w:tc>
        <w:tc>
          <w:tcPr>
            <w:tcW w:w="1843" w:type="dxa"/>
            <w:vAlign w:val="center"/>
          </w:tcPr>
          <w:p w14:paraId="10A90381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상점 예약필드</w:t>
            </w:r>
          </w:p>
        </w:tc>
        <w:tc>
          <w:tcPr>
            <w:tcW w:w="709" w:type="dxa"/>
            <w:vAlign w:val="center"/>
          </w:tcPr>
          <w:p w14:paraId="3EF82842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512D2EE3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</w:p>
        </w:tc>
        <w:tc>
          <w:tcPr>
            <w:tcW w:w="1701" w:type="dxa"/>
            <w:vAlign w:val="center"/>
          </w:tcPr>
          <w:p w14:paraId="4D6C9C2C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255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 Byte</w:t>
            </w:r>
          </w:p>
        </w:tc>
      </w:tr>
      <w:tr w:rsidR="00B322B7" w14:paraId="240A56BB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0A602A3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signData</w:t>
            </w:r>
          </w:p>
        </w:tc>
        <w:tc>
          <w:tcPr>
            <w:tcW w:w="1843" w:type="dxa"/>
            <w:vAlign w:val="center"/>
          </w:tcPr>
          <w:p w14:paraId="6BBFF669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암호화데이터</w:t>
            </w:r>
          </w:p>
        </w:tc>
        <w:tc>
          <w:tcPr>
            <w:tcW w:w="709" w:type="dxa"/>
            <w:vAlign w:val="center"/>
          </w:tcPr>
          <w:p w14:paraId="3E5D1A1F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14BFFA65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정보 암호화 데이터</w:t>
            </w:r>
          </w:p>
        </w:tc>
        <w:tc>
          <w:tcPr>
            <w:tcW w:w="1701" w:type="dxa"/>
            <w:vAlign w:val="center"/>
          </w:tcPr>
          <w:p w14:paraId="23F5B415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</w:tbl>
    <w:p w14:paraId="3BAE1A40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2131ECAF" w14:textId="55D0EEE1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B690EFF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1351AA7A" w14:textId="0E3125DF" w:rsidR="00B322B7" w:rsidRPr="00661CB4" w:rsidRDefault="00B322B7" w:rsidP="00B322B7">
      <w:pPr>
        <w:ind w:leftChars="210" w:left="1140"/>
      </w:pPr>
      <w:r w:rsidRPr="00661CB4">
        <w:rPr>
          <w:rFonts w:hint="eastAsia"/>
        </w:rPr>
        <w:t>3.1.</w:t>
      </w:r>
      <w:r>
        <w:t>3</w:t>
      </w:r>
      <w:r w:rsidRPr="00661CB4">
        <w:rPr>
          <w:rFonts w:hint="eastAsia"/>
        </w:rPr>
        <w:tab/>
      </w:r>
      <w:r>
        <w:rPr>
          <w:rFonts w:hint="eastAsia"/>
        </w:rPr>
        <w:t>승인</w:t>
      </w:r>
      <w:r>
        <w:rPr>
          <w:rFonts w:hint="eastAsia"/>
        </w:rPr>
        <w:t xml:space="preserve"> </w:t>
      </w:r>
      <w:r>
        <w:rPr>
          <w:rFonts w:hint="eastAsia"/>
        </w:rPr>
        <w:t>요청</w:t>
      </w:r>
      <w:r w:rsidR="001E2729">
        <w:rPr>
          <w:rFonts w:asciiTheme="minorHAnsi" w:eastAsiaTheme="minorHAnsi" w:hAnsiTheme="minorHAnsi" w:hint="eastAsia"/>
          <w:b/>
          <w:bCs/>
          <w:color w:val="FF0000"/>
          <w:sz w:val="22"/>
          <w:szCs w:val="22"/>
        </w:rPr>
        <w:t xml:space="preserve">(샘플기준 </w:t>
      </w:r>
      <w:r w:rsidR="001E2729" w:rsidRPr="00FE6DF4">
        <w:rPr>
          <w:rFonts w:asciiTheme="minorHAnsi" w:eastAsiaTheme="minorHAnsi" w:hAnsiTheme="minorHAnsi" w:cs="Noto Sans CJK JP Black"/>
          <w:b/>
          <w:bCs/>
          <w:color w:val="FF0000"/>
          <w:sz w:val="22"/>
          <w:szCs w:val="22"/>
        </w:rPr>
        <w:t>payResultSample.jsp</w:t>
      </w:r>
      <w:r w:rsidR="001E2729">
        <w:rPr>
          <w:rFonts w:asciiTheme="minorHAnsi" w:eastAsiaTheme="minorHAnsi" w:hAnsiTheme="minorHAnsi" w:cs="Noto Sans CJK JP Black" w:hint="eastAsia"/>
          <w:b/>
          <w:bCs/>
          <w:color w:val="FF0000"/>
          <w:sz w:val="22"/>
          <w:szCs w:val="22"/>
        </w:rPr>
        <w:t>)</w:t>
      </w:r>
    </w:p>
    <w:p w14:paraId="3F05C6F0" w14:textId="77777777" w:rsidR="00B322B7" w:rsidRDefault="00B322B7" w:rsidP="00B322B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•결제창을 통해 </w:t>
      </w:r>
      <w:r>
        <w:rPr>
          <w:rFonts w:asciiTheme="minorHAnsi" w:eastAsiaTheme="minorHAnsi" w:hAnsiTheme="minorHAnsi" w:hint="eastAsia"/>
        </w:rPr>
        <w:t xml:space="preserve">받은 </w:t>
      </w:r>
      <w:r w:rsidRPr="00661CB4">
        <w:rPr>
          <w:rFonts w:asciiTheme="minorHAnsi" w:eastAsiaTheme="minorHAnsi" w:hAnsiTheme="minorHAnsi" w:hint="eastAsia"/>
        </w:rPr>
        <w:t>인증 결과</w:t>
      </w:r>
      <w:r>
        <w:rPr>
          <w:rFonts w:asciiTheme="minorHAnsi" w:eastAsiaTheme="minorHAnsi" w:hAnsiTheme="minorHAnsi" w:hint="eastAsia"/>
        </w:rPr>
        <w:t>로 승인 요청을 보냅니다.</w:t>
      </w:r>
      <w:r w:rsidRPr="00661CB4">
        <w:rPr>
          <w:rFonts w:asciiTheme="minorHAnsi" w:eastAsiaTheme="minorHAnsi" w:hAnsiTheme="minorHAnsi" w:hint="eastAsia"/>
        </w:rPr>
        <w:t xml:space="preserve">  </w:t>
      </w:r>
      <w:r>
        <w:rPr>
          <w:rFonts w:asciiTheme="minorHAnsi" w:eastAsiaTheme="minorHAnsi" w:hAnsiTheme="minorHAnsi" w:hint="eastAsia"/>
        </w:rPr>
        <w:t>승인 요청</w:t>
      </w:r>
      <w:r w:rsidRPr="00661CB4">
        <w:rPr>
          <w:rFonts w:asciiTheme="minorHAnsi" w:eastAsiaTheme="minorHAnsi" w:hAnsiTheme="minorHAnsi" w:hint="eastAsia"/>
        </w:rPr>
        <w:t xml:space="preserve"> 데이터 필드는 아래와 같습니다.</w:t>
      </w:r>
    </w:p>
    <w:p w14:paraId="5BADBD01" w14:textId="77777777" w:rsidR="00B322B7" w:rsidRPr="003A6230" w:rsidRDefault="00B322B7" w:rsidP="00B322B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>
        <w:rPr>
          <w:rFonts w:asciiTheme="minorHAnsi" w:eastAsiaTheme="minorHAnsi" w:hAnsiTheme="minorHAnsi" w:hint="eastAsia"/>
          <w:lang w:eastAsia="ko-KR"/>
        </w:rPr>
        <w:t>승인</w:t>
      </w:r>
      <w:r w:rsidRPr="00661CB4">
        <w:rPr>
          <w:rFonts w:asciiTheme="minorHAnsi" w:eastAsiaTheme="minorHAnsi" w:hAnsiTheme="minorHAnsi"/>
          <w:lang w:eastAsia="ko-KR"/>
        </w:rPr>
        <w:t xml:space="preserve"> </w:t>
      </w:r>
      <w:r>
        <w:rPr>
          <w:rFonts w:asciiTheme="minorHAnsi" w:eastAsiaTheme="minorHAnsi" w:hAnsiTheme="minorHAnsi" w:hint="eastAsia"/>
          <w:lang w:eastAsia="ko-KR"/>
        </w:rPr>
        <w:t>요청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709"/>
        <w:gridCol w:w="3402"/>
        <w:gridCol w:w="1701"/>
      </w:tblGrid>
      <w:tr w:rsidR="00F901CB" w14:paraId="520B07C5" w14:textId="77777777" w:rsidTr="005F7164">
        <w:trPr>
          <w:trHeight w:val="20"/>
        </w:trPr>
        <w:tc>
          <w:tcPr>
            <w:tcW w:w="9356" w:type="dxa"/>
            <w:gridSpan w:val="5"/>
            <w:shd w:val="clear" w:color="auto" w:fill="D9D9D9"/>
            <w:vAlign w:val="center"/>
          </w:tcPr>
          <w:p w14:paraId="2F346BA2" w14:textId="650A7804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URL : https://</w:t>
            </w:r>
            <w:r w:rsidR="00E22CEB">
              <w:rPr>
                <w:rFonts w:ascii="맑은 고딕" w:eastAsia="맑은 고딕" w:hAnsi="맑은 고딕" w:hint="eastAsia"/>
                <w:lang w:eastAsia="ko-KR"/>
              </w:rPr>
              <w:t>api.</w:t>
            </w:r>
            <w:r w:rsidR="00B57523">
              <w:rPr>
                <w:rFonts w:ascii="맑은 고딕" w:eastAsia="맑은 고딕" w:hAnsi="맑은 고딕"/>
                <w:lang w:eastAsia="ko-KR"/>
              </w:rPr>
              <w:t>wayup</w:t>
            </w:r>
            <w:r w:rsidR="00E22CEB">
              <w:rPr>
                <w:rFonts w:ascii="맑은 고딕" w:eastAsia="맑은 고딕" w:hAnsi="맑은 고딕" w:hint="eastAsia"/>
                <w:lang w:eastAsia="ko-KR"/>
              </w:rPr>
              <w:t>.co.kr</w:t>
            </w:r>
            <w:r>
              <w:rPr>
                <w:rFonts w:ascii="맑은 고딕" w:eastAsia="맑은 고딕" w:hAnsi="맑은 고딕" w:hint="eastAsia"/>
                <w:lang w:eastAsia="ko-KR"/>
              </w:rPr>
              <w:t>/pay.do</w:t>
            </w:r>
          </w:p>
          <w:p w14:paraId="39CB9474" w14:textId="0A7E6D51" w:rsidR="00F901CB" w:rsidRPr="00BF41B6" w:rsidRDefault="00F901CB" w:rsidP="00F901CB">
            <w:pPr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B322B7" w14:paraId="22731BC3" w14:textId="77777777" w:rsidTr="003604ED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3338A4B5" w14:textId="77777777" w:rsidR="00B322B7" w:rsidRPr="00BF41B6" w:rsidRDefault="00B322B7" w:rsidP="003604ED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F138953" w14:textId="77777777" w:rsidR="00B322B7" w:rsidRPr="00BF41B6" w:rsidRDefault="00B322B7" w:rsidP="003604ED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B87F943" w14:textId="77777777" w:rsidR="00B322B7" w:rsidRPr="00BF41B6" w:rsidRDefault="00B322B7" w:rsidP="003604ED">
            <w:pPr>
              <w:pStyle w:val="TableParagraph"/>
              <w:spacing w:line="312" w:lineRule="exact"/>
              <w:ind w:rightChars="58" w:right="116" w:firstLine="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Data Type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A725D73" w14:textId="77777777" w:rsidR="00B322B7" w:rsidRPr="00BF41B6" w:rsidRDefault="00B322B7" w:rsidP="003604ED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077E403" w14:textId="77777777" w:rsidR="00B322B7" w:rsidRPr="00BF41B6" w:rsidRDefault="00B322B7" w:rsidP="003604ED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B322B7" w14:paraId="2AE0D4D5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4FCC50F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60209349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709" w:type="dxa"/>
            <w:vAlign w:val="center"/>
          </w:tcPr>
          <w:p w14:paraId="5CBF3242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2DF7E68B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1A5430CC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B322B7" w14:paraId="39500E32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0E51B73D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843" w:type="dxa"/>
            <w:vAlign w:val="center"/>
          </w:tcPr>
          <w:p w14:paraId="6FEF5A0D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709" w:type="dxa"/>
            <w:vAlign w:val="center"/>
          </w:tcPr>
          <w:p w14:paraId="4C5E9C15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6496B91A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054814BB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B322B7" w14:paraId="483D3A1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4F3D59D9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7FACB0D2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아이디</w:t>
            </w:r>
          </w:p>
        </w:tc>
        <w:tc>
          <w:tcPr>
            <w:tcW w:w="709" w:type="dxa"/>
            <w:vAlign w:val="center"/>
          </w:tcPr>
          <w:p w14:paraId="1F086413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1FF3E314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아이피</w:t>
            </w:r>
          </w:p>
        </w:tc>
        <w:tc>
          <w:tcPr>
            <w:tcW w:w="1701" w:type="dxa"/>
            <w:vAlign w:val="center"/>
          </w:tcPr>
          <w:p w14:paraId="6A5B3641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B322B7" w14:paraId="7CD25A5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FEAACCB" w14:textId="77777777" w:rsidR="00B322B7" w:rsidRPr="00BF41B6" w:rsidRDefault="00B322B7" w:rsidP="003604ED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goodsAmt</w:t>
            </w:r>
          </w:p>
        </w:tc>
        <w:tc>
          <w:tcPr>
            <w:tcW w:w="1843" w:type="dxa"/>
            <w:vAlign w:val="center"/>
          </w:tcPr>
          <w:p w14:paraId="18F3CE2D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709" w:type="dxa"/>
            <w:vAlign w:val="center"/>
          </w:tcPr>
          <w:p w14:paraId="5C395383" w14:textId="77777777" w:rsidR="00B322B7" w:rsidRPr="00BF41B6" w:rsidRDefault="00B322B7" w:rsidP="003604ED">
            <w:pPr>
              <w:pStyle w:val="TableParagraph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1E45A727" w14:textId="77777777" w:rsidR="00B322B7" w:rsidRPr="00BF41B6" w:rsidRDefault="00B322B7" w:rsidP="003604ED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금액</w:t>
            </w:r>
          </w:p>
        </w:tc>
        <w:tc>
          <w:tcPr>
            <w:tcW w:w="1701" w:type="dxa"/>
            <w:vAlign w:val="center"/>
          </w:tcPr>
          <w:p w14:paraId="712A3F7C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B322B7" w14:paraId="089E203D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2CE11486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51DD2CD3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인코딩 방식</w:t>
            </w:r>
          </w:p>
        </w:tc>
        <w:tc>
          <w:tcPr>
            <w:tcW w:w="709" w:type="dxa"/>
            <w:vAlign w:val="center"/>
          </w:tcPr>
          <w:p w14:paraId="2D0D73D2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7820F89B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</w:p>
        </w:tc>
        <w:tc>
          <w:tcPr>
            <w:tcW w:w="1701" w:type="dxa"/>
            <w:vAlign w:val="center"/>
          </w:tcPr>
          <w:p w14:paraId="23EE50CA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  <w:tr w:rsidR="00EA2185" w14:paraId="588BDB03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0B87D389" w14:textId="3037C67A" w:rsidR="00EA2185" w:rsidRPr="000842E5" w:rsidRDefault="00EA2185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ncData</w:t>
            </w:r>
          </w:p>
        </w:tc>
        <w:tc>
          <w:tcPr>
            <w:tcW w:w="1843" w:type="dxa"/>
            <w:vAlign w:val="center"/>
          </w:tcPr>
          <w:p w14:paraId="74CAE098" w14:textId="4376EF9E" w:rsidR="00EA2185" w:rsidRDefault="00EA2185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H</w:t>
            </w:r>
            <w:r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  <w:t xml:space="preserve">ash </w:t>
            </w: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데이터</w:t>
            </w:r>
          </w:p>
        </w:tc>
        <w:tc>
          <w:tcPr>
            <w:tcW w:w="709" w:type="dxa"/>
            <w:vAlign w:val="center"/>
          </w:tcPr>
          <w:p w14:paraId="26171F68" w14:textId="53E34366" w:rsidR="00EA2185" w:rsidRPr="00BF41B6" w:rsidRDefault="00EA2185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tring</w:t>
            </w:r>
          </w:p>
        </w:tc>
        <w:tc>
          <w:tcPr>
            <w:tcW w:w="3402" w:type="dxa"/>
            <w:vAlign w:val="center"/>
          </w:tcPr>
          <w:p w14:paraId="601C99BE" w14:textId="3449B871" w:rsidR="00EA2185" w:rsidRPr="00BF41B6" w:rsidRDefault="00EA2185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1701" w:type="dxa"/>
            <w:vAlign w:val="center"/>
          </w:tcPr>
          <w:p w14:paraId="4442FA5F" w14:textId="77777777" w:rsidR="00EA2185" w:rsidRPr="00BF41B6" w:rsidRDefault="00EA2185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  <w:tr w:rsidR="00B322B7" w14:paraId="560AD612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547893F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signData</w:t>
            </w:r>
          </w:p>
        </w:tc>
        <w:tc>
          <w:tcPr>
            <w:tcW w:w="1843" w:type="dxa"/>
            <w:vAlign w:val="center"/>
          </w:tcPr>
          <w:p w14:paraId="1468FB80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암호화데이터</w:t>
            </w:r>
          </w:p>
        </w:tc>
        <w:tc>
          <w:tcPr>
            <w:tcW w:w="709" w:type="dxa"/>
            <w:vAlign w:val="center"/>
          </w:tcPr>
          <w:p w14:paraId="1A85072A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7C70896E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정보 암호화 데이터</w:t>
            </w:r>
          </w:p>
        </w:tc>
        <w:tc>
          <w:tcPr>
            <w:tcW w:w="1701" w:type="dxa"/>
            <w:vAlign w:val="center"/>
          </w:tcPr>
          <w:p w14:paraId="0455437D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</w:tbl>
    <w:p w14:paraId="78C34B33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5791CE7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D94C286" w14:textId="094C88C3" w:rsidR="006D75C5" w:rsidRPr="00661CB4" w:rsidRDefault="00B322B7" w:rsidP="00661CB4">
      <w:pPr>
        <w:ind w:leftChars="210" w:left="1140"/>
      </w:pPr>
      <w:r>
        <w:rPr>
          <w:rFonts w:hint="eastAsia"/>
        </w:rPr>
        <w:t>3.1.4</w:t>
      </w:r>
      <w:r w:rsidR="006D75C5" w:rsidRPr="00661CB4">
        <w:rPr>
          <w:rFonts w:hint="eastAsia"/>
        </w:rPr>
        <w:tab/>
      </w:r>
      <w:r w:rsidR="006D75C5" w:rsidRPr="00661CB4">
        <w:rPr>
          <w:rFonts w:hint="eastAsia"/>
        </w:rPr>
        <w:t>승인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결과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수신</w:t>
      </w:r>
      <w:r w:rsidR="006D75C5" w:rsidRPr="00661CB4">
        <w:rPr>
          <w:rFonts w:hint="eastAsia"/>
        </w:rPr>
        <w:t xml:space="preserve"> (</w:t>
      </w:r>
      <w:r w:rsidR="006D75C5" w:rsidRPr="00661CB4">
        <w:rPr>
          <w:rFonts w:hint="eastAsia"/>
        </w:rPr>
        <w:t>결제완료</w:t>
      </w:r>
      <w:r w:rsidR="006D75C5" w:rsidRPr="00661CB4">
        <w:rPr>
          <w:rFonts w:hint="eastAsia"/>
        </w:rPr>
        <w:t>)</w:t>
      </w:r>
    </w:p>
    <w:p w14:paraId="4EF77BC6" w14:textId="763D244A" w:rsidR="006D75C5" w:rsidRDefault="006D75C5" w:rsidP="006D75C5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•승인이 완료되면 결과를 가맹점으로 전달 합니다. </w:t>
      </w:r>
      <w:r w:rsidR="00B322B7"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 w:hint="eastAsia"/>
        </w:rPr>
        <w:t xml:space="preserve"> 결과 데이터 필드는 아래와 같습니다.</w:t>
      </w:r>
    </w:p>
    <w:p w14:paraId="42C773FD" w14:textId="2CC57F37" w:rsidR="003A6230" w:rsidRPr="003A6230" w:rsidRDefault="003A6230" w:rsidP="003A6230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E283C">
        <w:rPr>
          <w:rFonts w:asciiTheme="minorHAnsi" w:eastAsiaTheme="minorHAnsi" w:hAnsiTheme="minorHAnsi" w:hint="eastAsia"/>
          <w:lang w:eastAsia="ko-KR"/>
        </w:rPr>
        <w:t xml:space="preserve">결제 승인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864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402"/>
        <w:gridCol w:w="1701"/>
      </w:tblGrid>
      <w:tr w:rsidR="00AE7C3B" w14:paraId="2D389712" w14:textId="77777777" w:rsidTr="00AE7C3B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7B77454A" w14:textId="77777777" w:rsidR="00AE7C3B" w:rsidRPr="00BF41B6" w:rsidRDefault="00AE7C3B" w:rsidP="00587741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9AA13A2" w14:textId="77777777" w:rsidR="00AE7C3B" w:rsidRPr="00BF41B6" w:rsidRDefault="00AE7C3B" w:rsidP="00587741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95F17BC" w14:textId="77777777" w:rsidR="00AE7C3B" w:rsidRPr="00BF41B6" w:rsidRDefault="00AE7C3B" w:rsidP="00587741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01E809C" w14:textId="77777777" w:rsidR="00AE7C3B" w:rsidRPr="00BF41B6" w:rsidRDefault="00AE7C3B" w:rsidP="00587741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AE7C3B" w14:paraId="07412CD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F08626F" w14:textId="58BCA7E3" w:rsidR="00AE7C3B" w:rsidRPr="00BF41B6" w:rsidRDefault="00AE7C3B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FB51CD5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3402" w:type="dxa"/>
            <w:vAlign w:val="center"/>
          </w:tcPr>
          <w:p w14:paraId="2E30C61F" w14:textId="76BB29CE" w:rsidR="00AE7C3B" w:rsidRPr="00BF41B6" w:rsidRDefault="00A622CC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0000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, 3001</w:t>
            </w: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 xml:space="preserve"> : 정상, 기타 : 실패</w:t>
            </w:r>
          </w:p>
        </w:tc>
        <w:tc>
          <w:tcPr>
            <w:tcW w:w="1701" w:type="dxa"/>
            <w:vAlign w:val="center"/>
          </w:tcPr>
          <w:p w14:paraId="202D5C78" w14:textId="7F0A188A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AE7C3B" w14:paraId="21BD31B0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A61948F" w14:textId="77777777" w:rsidR="00AE7C3B" w:rsidRPr="00BF41B6" w:rsidRDefault="00AE7C3B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3C8D2018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3402" w:type="dxa"/>
            <w:vAlign w:val="center"/>
          </w:tcPr>
          <w:p w14:paraId="7C8708D7" w14:textId="77777777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36B2D7E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AE7C3B" w14:paraId="7A8156ED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7227EA87" w14:textId="58E5CE24" w:rsidR="00AE7C3B" w:rsidRPr="00BF41B6" w:rsidRDefault="00AE7C3B" w:rsidP="00BF41B6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005D22BA" w14:textId="6A5C366A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3402" w:type="dxa"/>
            <w:vAlign w:val="center"/>
          </w:tcPr>
          <w:p w14:paraId="64E698EA" w14:textId="05F7AFEF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7D85364E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AE7C3B" w14:paraId="2010FF4D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EF0C765" w14:textId="22C71D79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061E4CEE" w14:textId="7F596431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3402" w:type="dxa"/>
            <w:vAlign w:val="center"/>
          </w:tcPr>
          <w:p w14:paraId="08AFE6C9" w14:textId="308C08BD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5F356FDB" w14:textId="0AA004E5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AE7C3B" w14:paraId="5425C20F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71EDF2D" w14:textId="7135DF89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06648FA7" w14:textId="0E181BF9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3402" w:type="dxa"/>
            <w:vAlign w:val="center"/>
          </w:tcPr>
          <w:p w14:paraId="03D92267" w14:textId="6B33E649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C098450" w14:textId="41167847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AE7C3B" w14:paraId="0B9D070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4EC04EF" w14:textId="008BDDAA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4D862615" w14:textId="059256CA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3402" w:type="dxa"/>
            <w:vAlign w:val="center"/>
          </w:tcPr>
          <w:p w14:paraId="10D71587" w14:textId="08D66611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2661A8FF" w14:textId="738A7E9C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AE7C3B" w14:paraId="1FA38810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B8CA82B" w14:textId="4D428C03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3E1C7255" w14:textId="299AE519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3402" w:type="dxa"/>
            <w:vAlign w:val="center"/>
          </w:tcPr>
          <w:p w14:paraId="100C9D7B" w14:textId="1E0D5AE4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4F022072" w14:textId="2BFDFF33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40 Byte</w:t>
            </w:r>
          </w:p>
        </w:tc>
      </w:tr>
      <w:tr w:rsidR="00AE7C3B" w14:paraId="3188A3A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82DC6C4" w14:textId="7BD21E1F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goodsName</w:t>
            </w:r>
          </w:p>
        </w:tc>
        <w:tc>
          <w:tcPr>
            <w:tcW w:w="1843" w:type="dxa"/>
            <w:vAlign w:val="center"/>
          </w:tcPr>
          <w:p w14:paraId="4F2F2432" w14:textId="46DA901C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3402" w:type="dxa"/>
            <w:vAlign w:val="center"/>
          </w:tcPr>
          <w:p w14:paraId="4B6E9BAA" w14:textId="663C6D66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1701" w:type="dxa"/>
            <w:vAlign w:val="center"/>
          </w:tcPr>
          <w:p w14:paraId="6D56AF1B" w14:textId="2AFAFD32" w:rsidR="00AE7C3B" w:rsidRPr="00BF41B6" w:rsidRDefault="005C776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50</w:t>
            </w:r>
            <w:r w:rsidR="00AE7C3B"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AE7C3B" w14:paraId="5AD1F694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792A0DA" w14:textId="01B241E3" w:rsidR="00AE7C3B" w:rsidRPr="00BF41B6" w:rsidRDefault="00AE7C3B" w:rsidP="00BF41B6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5F319825" w14:textId="5814956C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3402" w:type="dxa"/>
            <w:vAlign w:val="center"/>
          </w:tcPr>
          <w:p w14:paraId="720EA0BE" w14:textId="777150F4" w:rsidR="00AE7C3B" w:rsidRPr="00BF41B6" w:rsidRDefault="00AE7C3B" w:rsidP="00BF41B6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363999E7" w14:textId="789344D5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AE7C3B" w14:paraId="4B6D9E61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3ED666E" w14:textId="6EA6639B" w:rsidR="00AE7C3B" w:rsidRPr="00BF41B6" w:rsidRDefault="00AE7C3B" w:rsidP="00BF41B6">
            <w:pPr>
              <w:pStyle w:val="TableParagraph"/>
              <w:ind w:left="63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ordNm</w:t>
            </w:r>
          </w:p>
        </w:tc>
        <w:tc>
          <w:tcPr>
            <w:tcW w:w="1843" w:type="dxa"/>
            <w:vAlign w:val="center"/>
          </w:tcPr>
          <w:p w14:paraId="057F5B90" w14:textId="6D555843" w:rsidR="00AE7C3B" w:rsidRPr="00BF41B6" w:rsidRDefault="00AE7C3B" w:rsidP="00BF41B6">
            <w:pPr>
              <w:pStyle w:val="TableParagraph"/>
              <w:ind w:leftChars="100" w:left="200" w:rightChars="113" w:right="22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3402" w:type="dxa"/>
            <w:vAlign w:val="center"/>
          </w:tcPr>
          <w:p w14:paraId="6ACEE04D" w14:textId="21D67002" w:rsidR="00AE7C3B" w:rsidRPr="00BF41B6" w:rsidRDefault="00AE7C3B" w:rsidP="00BF41B6">
            <w:pPr>
              <w:pStyle w:val="TableParagraph"/>
              <w:spacing w:line="312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1701" w:type="dxa"/>
            <w:vAlign w:val="center"/>
          </w:tcPr>
          <w:p w14:paraId="1D7FD07A" w14:textId="4E968FAA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AE7C3B" w14:paraId="7831957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761C2B5" w14:textId="402CE16D" w:rsidR="00AE7C3B" w:rsidRPr="00BF41B6" w:rsidRDefault="00AE7C3B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fnNm</w:t>
            </w:r>
          </w:p>
        </w:tc>
        <w:tc>
          <w:tcPr>
            <w:tcW w:w="1843" w:type="dxa"/>
            <w:vAlign w:val="center"/>
          </w:tcPr>
          <w:p w14:paraId="0C7780EF" w14:textId="2DEC4D26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3402" w:type="dxa"/>
            <w:vAlign w:val="center"/>
          </w:tcPr>
          <w:p w14:paraId="335327C2" w14:textId="5408C9DF" w:rsidR="00AE7C3B" w:rsidRPr="00BF41B6" w:rsidRDefault="00AE7C3B" w:rsidP="00B322B7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1701" w:type="dxa"/>
            <w:vAlign w:val="center"/>
          </w:tcPr>
          <w:p w14:paraId="182901AA" w14:textId="38B3190A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20 Byte</w:t>
            </w:r>
          </w:p>
        </w:tc>
      </w:tr>
      <w:tr w:rsidR="00AE7C3B" w14:paraId="684EDF4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1401E12" w14:textId="7EA92353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33CE6D95" w14:textId="261A9C92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취소여부</w:t>
            </w:r>
          </w:p>
        </w:tc>
        <w:tc>
          <w:tcPr>
            <w:tcW w:w="3402" w:type="dxa"/>
            <w:vAlign w:val="center"/>
          </w:tcPr>
          <w:p w14:paraId="17227F09" w14:textId="0425F01E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21703285" w14:textId="5371DB05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AE7C3B" w14:paraId="709473D2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EEFD1C9" w14:textId="6A8A7617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appCardCd</w:t>
            </w:r>
          </w:p>
        </w:tc>
        <w:tc>
          <w:tcPr>
            <w:tcW w:w="1843" w:type="dxa"/>
            <w:vAlign w:val="center"/>
          </w:tcPr>
          <w:p w14:paraId="114FF226" w14:textId="717447DE" w:rsidR="00AE7C3B" w:rsidRPr="00BF41B6" w:rsidRDefault="00AE7C3B" w:rsidP="00B322B7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3402" w:type="dxa"/>
            <w:vAlign w:val="center"/>
          </w:tcPr>
          <w:p w14:paraId="5A8348AD" w14:textId="28ED0ADD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1701" w:type="dxa"/>
            <w:vAlign w:val="center"/>
          </w:tcPr>
          <w:p w14:paraId="7987FA26" w14:textId="0822544B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AE7C3B" w14:paraId="0E971700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7824855A" w14:textId="24E81EE1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acqCardCd</w:t>
            </w:r>
          </w:p>
        </w:tc>
        <w:tc>
          <w:tcPr>
            <w:tcW w:w="1843" w:type="dxa"/>
            <w:vAlign w:val="center"/>
          </w:tcPr>
          <w:p w14:paraId="2C1CBB3E" w14:textId="65FC9054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3402" w:type="dxa"/>
            <w:vAlign w:val="center"/>
          </w:tcPr>
          <w:p w14:paraId="1697C56E" w14:textId="28C69987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1701" w:type="dxa"/>
            <w:vAlign w:val="center"/>
          </w:tcPr>
          <w:p w14:paraId="577DC262" w14:textId="6117DAEC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AE7C3B" w14:paraId="6FD82C8E" w14:textId="77777777" w:rsidTr="00AE7C3B">
        <w:trPr>
          <w:trHeight w:val="365"/>
        </w:trPr>
        <w:tc>
          <w:tcPr>
            <w:tcW w:w="1701" w:type="dxa"/>
            <w:vAlign w:val="center"/>
          </w:tcPr>
          <w:p w14:paraId="5D0E1758" w14:textId="68E3C989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</w:t>
            </w:r>
          </w:p>
        </w:tc>
        <w:tc>
          <w:tcPr>
            <w:tcW w:w="1843" w:type="dxa"/>
            <w:vAlign w:val="center"/>
          </w:tcPr>
          <w:p w14:paraId="00A27EF6" w14:textId="69E22995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3402" w:type="dxa"/>
            <w:vAlign w:val="center"/>
          </w:tcPr>
          <w:p w14:paraId="5131E23E" w14:textId="77D682F5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1701" w:type="dxa"/>
            <w:vAlign w:val="center"/>
          </w:tcPr>
          <w:p w14:paraId="01C14DF4" w14:textId="7B6AE8A9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 Byte</w:t>
            </w:r>
          </w:p>
        </w:tc>
      </w:tr>
      <w:tr w:rsidR="00AE7C3B" w14:paraId="478DDE83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80C6AB1" w14:textId="1512C8E6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usePointAmt</w:t>
            </w:r>
          </w:p>
        </w:tc>
        <w:tc>
          <w:tcPr>
            <w:tcW w:w="1843" w:type="dxa"/>
            <w:vAlign w:val="center"/>
          </w:tcPr>
          <w:p w14:paraId="4F65C704" w14:textId="20C25FFF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3402" w:type="dxa"/>
            <w:vAlign w:val="center"/>
          </w:tcPr>
          <w:p w14:paraId="6211F2B8" w14:textId="7B0446E1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1701" w:type="dxa"/>
            <w:vAlign w:val="center"/>
          </w:tcPr>
          <w:p w14:paraId="65995CE6" w14:textId="7C8D5854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12 Byte</w:t>
            </w:r>
          </w:p>
        </w:tc>
      </w:tr>
      <w:tr w:rsidR="00AE7C3B" w14:paraId="400B0856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5DC3B40" w14:textId="6048984C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</w:t>
            </w:r>
          </w:p>
        </w:tc>
        <w:tc>
          <w:tcPr>
            <w:tcW w:w="1843" w:type="dxa"/>
            <w:vAlign w:val="center"/>
          </w:tcPr>
          <w:p w14:paraId="5CD9DB98" w14:textId="267EFF73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3402" w:type="dxa"/>
            <w:vAlign w:val="center"/>
          </w:tcPr>
          <w:p w14:paraId="62FEA87E" w14:textId="6004759D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0:신용,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1: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체크</w:t>
            </w:r>
          </w:p>
        </w:tc>
        <w:tc>
          <w:tcPr>
            <w:tcW w:w="1701" w:type="dxa"/>
            <w:vAlign w:val="center"/>
          </w:tcPr>
          <w:p w14:paraId="5E92C7E2" w14:textId="53370476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AE7C3B" w14:paraId="52C59ED1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17E3FF9" w14:textId="5B6B67A9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authType</w:t>
            </w:r>
          </w:p>
        </w:tc>
        <w:tc>
          <w:tcPr>
            <w:tcW w:w="1843" w:type="dxa"/>
            <w:vAlign w:val="center"/>
          </w:tcPr>
          <w:p w14:paraId="43692B91" w14:textId="0EE13D62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인증타입</w:t>
            </w:r>
          </w:p>
        </w:tc>
        <w:tc>
          <w:tcPr>
            <w:tcW w:w="3402" w:type="dxa"/>
            <w:vAlign w:val="center"/>
          </w:tcPr>
          <w:p w14:paraId="40F43560" w14:textId="470F16FF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01:Keyin, 02: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ISP,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03: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VISA</w:t>
            </w:r>
          </w:p>
        </w:tc>
        <w:tc>
          <w:tcPr>
            <w:tcW w:w="1701" w:type="dxa"/>
            <w:vAlign w:val="center"/>
          </w:tcPr>
          <w:p w14:paraId="73B07000" w14:textId="635A6A16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 B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te</w:t>
            </w:r>
          </w:p>
        </w:tc>
      </w:tr>
      <w:tr w:rsidR="00AE7C3B" w14:paraId="61BD6763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BB6B27F" w14:textId="58E43021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1AEA71E7" w14:textId="44A0873F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402" w:type="dxa"/>
            <w:vAlign w:val="center"/>
          </w:tcPr>
          <w:p w14:paraId="0B221437" w14:textId="3D49F7ED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356E40EC" w14:textId="68E483E5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AE7C3B" w14:paraId="125AE41D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A343002" w14:textId="2D616B5F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7F229DE8" w14:textId="012052C4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402" w:type="dxa"/>
            <w:vAlign w:val="center"/>
          </w:tcPr>
          <w:p w14:paraId="13495B02" w14:textId="24EA7E24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00352862" w14:textId="7ACB8291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AE7C3B" w14:paraId="085AD3E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3EDDBF7" w14:textId="4593B275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bsReserved</w:t>
            </w:r>
          </w:p>
        </w:tc>
        <w:tc>
          <w:tcPr>
            <w:tcW w:w="1843" w:type="dxa"/>
            <w:vAlign w:val="center"/>
          </w:tcPr>
          <w:p w14:paraId="171C7A1E" w14:textId="2F2112A2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3402" w:type="dxa"/>
            <w:vAlign w:val="center"/>
          </w:tcPr>
          <w:p w14:paraId="2E739137" w14:textId="19B9B20A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상점예약필드</w:t>
            </w:r>
          </w:p>
        </w:tc>
        <w:tc>
          <w:tcPr>
            <w:tcW w:w="1701" w:type="dxa"/>
            <w:vAlign w:val="center"/>
          </w:tcPr>
          <w:p w14:paraId="2296A594" w14:textId="49AD93AB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5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00 Bytes</w:t>
            </w:r>
          </w:p>
        </w:tc>
      </w:tr>
      <w:tr w:rsidR="00AE7C3B" w14:paraId="5A122759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1F7FA35A" w14:textId="11CD461C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7EAA7F25" w14:textId="69968BAF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402" w:type="dxa"/>
            <w:vAlign w:val="center"/>
          </w:tcPr>
          <w:p w14:paraId="45A36795" w14:textId="698CDE07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1701" w:type="dxa"/>
            <w:vAlign w:val="center"/>
          </w:tcPr>
          <w:p w14:paraId="28C9A02A" w14:textId="7A0DCE31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23283CC5" w14:textId="77777777" w:rsidR="00F9592F" w:rsidRDefault="00F9592F" w:rsidP="003A6230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</w:p>
    <w:p w14:paraId="23A0400B" w14:textId="468E7ABB" w:rsidR="006D75C5" w:rsidRPr="00661CB4" w:rsidRDefault="006D75C5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승인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>후 결제결과(responseBody)를 받아 내부처리(DB 저장 등) 하시기 바랍니다.</w:t>
      </w:r>
    </w:p>
    <w:p w14:paraId="55C5B891" w14:textId="2743658D" w:rsidR="006D75C5" w:rsidRPr="00661CB4" w:rsidRDefault="006D75C5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39272AE7" w14:textId="6B8F59ED" w:rsidR="008154EA" w:rsidRPr="00CA023C" w:rsidRDefault="006D75C5" w:rsidP="005F7164">
      <w:pPr>
        <w:pStyle w:val="a5"/>
        <w:numPr>
          <w:ilvl w:val="0"/>
          <w:numId w:val="17"/>
        </w:numPr>
        <w:tabs>
          <w:tab w:val="left" w:pos="2645"/>
        </w:tabs>
        <w:ind w:leftChars="0"/>
        <w:sectPr w:rsidR="008154EA" w:rsidRPr="00CA023C" w:rsidSect="00380A02">
          <w:headerReference w:type="default" r:id="rId12"/>
          <w:footerReference w:type="default" r:id="rId13"/>
          <w:type w:val="continuous"/>
          <w:pgSz w:w="12240" w:h="15840" w:code="1"/>
          <w:pgMar w:top="1701" w:right="1440" w:bottom="1440" w:left="1440" w:header="480" w:footer="683" w:gutter="0"/>
          <w:pgNumType w:start="24"/>
          <w:cols w:space="720"/>
          <w:docGrid w:linePitch="272"/>
        </w:sectPr>
      </w:pPr>
      <w:r w:rsidRPr="00F9592F">
        <w:rPr>
          <w:rFonts w:asciiTheme="minorHAnsi" w:eastAsiaTheme="minorHAnsi" w:hAnsiTheme="minorHAnsi" w:hint="eastAsia"/>
        </w:rPr>
        <w:t>승인에 실패하였을 경우 실패시 전달되는 데이터만 전송됩니다.</w:t>
      </w:r>
      <w:r w:rsidR="0060764F" w:rsidRPr="00F9592F">
        <w:rPr>
          <w:rFonts w:asciiTheme="minorHAnsi" w:eastAsiaTheme="minorHAnsi" w:hAnsiTheme="minorHAnsi"/>
        </w:rPr>
        <w:t xml:space="preserve"> </w:t>
      </w:r>
    </w:p>
    <w:p w14:paraId="5539C989" w14:textId="2F4FE329" w:rsidR="00B81817" w:rsidRPr="00661CB4" w:rsidRDefault="00B81817" w:rsidP="00B81817">
      <w:pPr>
        <w:pStyle w:val="ab"/>
      </w:pPr>
      <w:r w:rsidRPr="00661CB4">
        <w:rPr>
          <w:rFonts w:hint="eastAsia"/>
          <w:lang w:bidi="x-none"/>
        </w:rPr>
        <w:lastRenderedPageBreak/>
        <w:t>3.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Pr="00661CB4">
        <w:rPr>
          <w:rFonts w:hint="eastAsia"/>
        </w:rPr>
        <w:t xml:space="preserve">결제 </w:t>
      </w:r>
      <w:r>
        <w:rPr>
          <w:rFonts w:hint="eastAsia"/>
        </w:rPr>
        <w:t xml:space="preserve">취소 </w:t>
      </w:r>
      <w:r w:rsidRPr="00661CB4">
        <w:rPr>
          <w:rFonts w:hint="eastAsia"/>
        </w:rPr>
        <w:t>요청 페이지 작성</w:t>
      </w:r>
    </w:p>
    <w:p w14:paraId="24F5694F" w14:textId="666074A1" w:rsidR="00B81817" w:rsidRPr="00661CB4" w:rsidRDefault="00B81817" w:rsidP="00B81817">
      <w:pPr>
        <w:ind w:leftChars="50" w:left="100" w:firstLineChars="350" w:firstLine="700"/>
      </w:pPr>
      <w:r>
        <w:rPr>
          <w:rFonts w:hint="eastAsia"/>
        </w:rPr>
        <w:t>3.</w:t>
      </w:r>
      <w:r>
        <w:t>2</w:t>
      </w:r>
      <w:r>
        <w:rPr>
          <w:rFonts w:hint="eastAsia"/>
        </w:rPr>
        <w:t>.1</w:t>
      </w:r>
      <w:r w:rsidRPr="00661CB4">
        <w:rPr>
          <w:rFonts w:hint="eastAsia"/>
        </w:rPr>
        <w:t>결제</w:t>
      </w:r>
      <w:r w:rsidRPr="00661CB4">
        <w:rPr>
          <w:rFonts w:hint="eastAsia"/>
        </w:rPr>
        <w:t xml:space="preserve"> </w:t>
      </w:r>
      <w:r>
        <w:rPr>
          <w:rFonts w:hint="eastAsia"/>
        </w:rPr>
        <w:t>취소</w:t>
      </w:r>
      <w:r>
        <w:rPr>
          <w:rFonts w:hint="eastAsia"/>
        </w:rPr>
        <w:t xml:space="preserve"> </w:t>
      </w:r>
      <w:r w:rsidRPr="00661CB4">
        <w:rPr>
          <w:rFonts w:hint="eastAsia"/>
        </w:rPr>
        <w:t>요청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데이터</w:t>
      </w:r>
    </w:p>
    <w:p w14:paraId="75D5BBAF" w14:textId="77777777" w:rsidR="00B81817" w:rsidRPr="00661CB4" w:rsidRDefault="00B81817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238E2D6D" w14:textId="77777777" w:rsidR="00B81817" w:rsidRPr="00661CB4" w:rsidRDefault="00B81817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20716406" w14:textId="39270AA1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merchand</w:t>
      </w:r>
      <w:r w:rsidR="00B81817" w:rsidRPr="00661CB4">
        <w:rPr>
          <w:rFonts w:asciiTheme="minorHAnsi" w:eastAsiaTheme="minorHAnsi" w:hAnsiTheme="minorHAnsi" w:hint="eastAsia"/>
        </w:rPr>
        <w:t>key 값 설정</w:t>
      </w:r>
    </w:p>
    <w:p w14:paraId="39170136" w14:textId="45079135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7E914D9" wp14:editId="3E14C6E5">
                <wp:simplePos x="0" y="0"/>
                <wp:positionH relativeFrom="column">
                  <wp:posOffset>390525</wp:posOffset>
                </wp:positionH>
                <wp:positionV relativeFrom="paragraph">
                  <wp:posOffset>193040</wp:posOffset>
                </wp:positionV>
                <wp:extent cx="5139690" cy="990600"/>
                <wp:effectExtent l="0" t="0" r="22860" b="19050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7587" w14:textId="77777777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3D858519" w14:textId="088D1F13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String merchantKey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14D9" id="_x0000_s1028" type="#_x0000_t202" style="position:absolute;left:0;text-align:left;margin-left:30.75pt;margin-top:15.2pt;width:404.7pt;height:78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">
                <v:textbox>
                  <w:txbxContent>
                    <w:p w14:paraId="0E8C7587" w14:textId="77777777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3D858519" w14:textId="088D1F13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>String merchantKey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B81817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B81817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429655F3" w14:textId="2B9D1A52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1C6C233F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7B90E4CD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00A6802B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580A4CB4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932D811" w14:textId="77777777" w:rsidR="00B27196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 Key 발급방법 : </w:t>
      </w:r>
      <w:r w:rsidRPr="00661CB4">
        <w:rPr>
          <w:rFonts w:asciiTheme="minorHAnsi" w:eastAsiaTheme="minorHAnsi" w:hAnsiTheme="minorHAnsi"/>
        </w:rPr>
        <w:t>“</w:t>
      </w:r>
      <w:r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Pr="00661CB4">
        <w:rPr>
          <w:rFonts w:asciiTheme="minorHAnsi" w:eastAsiaTheme="minorHAnsi" w:hAnsiTheme="minorHAnsi"/>
        </w:rPr>
        <w:t>”</w:t>
      </w:r>
      <w:r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0E8F901F" w14:textId="36F65EEB" w:rsidR="00B81817" w:rsidRPr="00B27196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3498A5F8" w14:textId="77777777" w:rsidR="00B81817" w:rsidRPr="00661CB4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5F23DC9E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Pr="00661CB4">
        <w:rPr>
          <w:rFonts w:asciiTheme="minorHAnsi" w:eastAsiaTheme="minorHAnsi" w:hAnsiTheme="minorHAnsi"/>
          <w:sz w:val="18"/>
        </w:rPr>
        <w:t>사용됨)</w:t>
      </w:r>
    </w:p>
    <w:p w14:paraId="7DD38075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35F415F8" w14:textId="77777777" w:rsidR="00B81817" w:rsidRPr="00661CB4" w:rsidRDefault="00B81817" w:rsidP="00B81817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6FFBA288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DF85F89" wp14:editId="2C75D22D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06DD1" w14:textId="77777777" w:rsidR="005F7164" w:rsidRPr="00A00A84" w:rsidRDefault="005F7164" w:rsidP="00B81817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&lt;div id=" sampleInput"&gt;</w:t>
                            </w:r>
                          </w:p>
                          <w:p w14:paraId="25618B99" w14:textId="3F32CC41" w:rsidR="005F7164" w:rsidRPr="00A00A84" w:rsidRDefault="005F7164" w:rsidP="00B81817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 xml:space="preserve">&lt;input </w:t>
                            </w:r>
                            <w:r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type=”hidden” name=”mid” value=”demotest0m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A35278D" w14:textId="77777777" w:rsidR="005F7164" w:rsidRPr="00A00A84" w:rsidRDefault="005F7164" w:rsidP="00B81817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543B2430" w14:textId="77777777" w:rsidR="005F7164" w:rsidRPr="00A00A84" w:rsidRDefault="005F7164" w:rsidP="00B81817">
                            <w:pPr>
                              <w:spacing w:line="311" w:lineRule="exact"/>
                              <w:ind w:leftChars="300" w:left="132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7BE828B7" w14:textId="77777777" w:rsidR="005F7164" w:rsidRPr="00A00A84" w:rsidRDefault="005F7164" w:rsidP="00B81817">
                            <w:pPr>
                              <w:spacing w:line="346" w:lineRule="exact"/>
                              <w:ind w:leftChars="165" w:left="105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  <w:t>&lt;/div&gt;</w:t>
                            </w:r>
                          </w:p>
                          <w:p w14:paraId="146EE82C" w14:textId="77777777" w:rsidR="005F7164" w:rsidRPr="008E1345" w:rsidRDefault="005F7164" w:rsidP="00B81817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5F89" id="_x0000_s1029" type="#_x0000_t202" style="position:absolute;left:0;text-align:left;margin-left:58.05pt;margin-top:12.3pt;width:404.7pt;height:96.7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">
                <v:textbox>
                  <w:txbxContent>
                    <w:p w14:paraId="03606DD1" w14:textId="77777777" w:rsidR="005F7164" w:rsidRPr="00A00A84" w:rsidRDefault="005F7164" w:rsidP="00B81817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&lt;div id=" sampleInput"&gt;</w:t>
                      </w:r>
                    </w:p>
                    <w:p w14:paraId="25618B99" w14:textId="3F32CC41" w:rsidR="005F7164" w:rsidRPr="00A00A84" w:rsidRDefault="005F7164" w:rsidP="00B81817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 xml:space="preserve">&lt;input </w:t>
                      </w:r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type=”hidden” name=”mid” value=”demotest0m</w:t>
                      </w: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”/&gt;</w:t>
                      </w:r>
                    </w:p>
                    <w:p w14:paraId="2A35278D" w14:textId="77777777" w:rsidR="005F7164" w:rsidRPr="00A00A84" w:rsidRDefault="005F7164" w:rsidP="00B81817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543B2430" w14:textId="77777777" w:rsidR="005F7164" w:rsidRPr="00A00A84" w:rsidRDefault="005F7164" w:rsidP="00B81817">
                      <w:pPr>
                        <w:spacing w:line="311" w:lineRule="exact"/>
                        <w:ind w:leftChars="300" w:left="132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80"/>
                          <w:sz w:val="18"/>
                        </w:rPr>
                        <w:t>………..</w:t>
                      </w:r>
                    </w:p>
                    <w:p w14:paraId="7BE828B7" w14:textId="77777777" w:rsidR="005F7164" w:rsidRPr="00A00A84" w:rsidRDefault="005F7164" w:rsidP="00B81817">
                      <w:pPr>
                        <w:spacing w:line="346" w:lineRule="exact"/>
                        <w:ind w:leftChars="165" w:left="105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sz w:val="18"/>
                        </w:rPr>
                        <w:t>&lt;/div&gt;</w:t>
                      </w:r>
                    </w:p>
                    <w:p w14:paraId="146EE82C" w14:textId="77777777" w:rsidR="005F7164" w:rsidRPr="008E1345" w:rsidRDefault="005F7164" w:rsidP="00B81817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23973AA3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BB1432C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A6AE585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1F406F1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9BB2D69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CC9D12A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69FEB1" w14:textId="54A8EB55" w:rsidR="00B81817" w:rsidRPr="00661CB4" w:rsidRDefault="00E01ECB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WAYUP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 xml:space="preserve">는 Form Post 로 결제 </w:t>
      </w:r>
      <w:r w:rsidR="00B81817">
        <w:rPr>
          <w:rFonts w:asciiTheme="minorHAnsi" w:eastAsiaTheme="minorHAnsi" w:hAnsiTheme="minorHAnsi" w:hint="eastAsia"/>
          <w:b/>
          <w:color w:val="FF0000"/>
        </w:rPr>
        <w:t xml:space="preserve">취소 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>요청되며, &lt;form&gt; 태그에 action 속성 설정 / submit 등의 모든 동작은 Import 된 스크립트에 의해서 자동 처리됩니다</w:t>
      </w:r>
      <w:r w:rsidR="00B81817" w:rsidRPr="00661CB4">
        <w:rPr>
          <w:rFonts w:asciiTheme="minorHAnsi" w:eastAsiaTheme="minorHAnsi" w:hAnsiTheme="minorHAnsi" w:hint="eastAsia"/>
        </w:rPr>
        <w:t>.</w:t>
      </w:r>
    </w:p>
    <w:p w14:paraId="6E5C9C3F" w14:textId="77777777" w:rsidR="00B81817" w:rsidRPr="00661CB4" w:rsidRDefault="00B81817" w:rsidP="00B818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71E315D1" w14:textId="268ECBF0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lastRenderedPageBreak/>
        <w:t xml:space="preserve">결제 </w:t>
      </w:r>
      <w:r w:rsidR="005372E9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기본 요청데이터 필드는 아래와 같습니다</w:t>
      </w:r>
      <w:r w:rsidR="005372E9">
        <w:rPr>
          <w:rFonts w:asciiTheme="minorHAnsi" w:eastAsiaTheme="minorHAnsi" w:hAnsiTheme="minorHAnsi" w:hint="eastAsia"/>
        </w:rPr>
        <w:t xml:space="preserve">. </w:t>
      </w:r>
    </w:p>
    <w:p w14:paraId="2FC8F9B9" w14:textId="1DF34B49" w:rsidR="00B81817" w:rsidRPr="00661CB4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 w:rsidR="008B3839">
        <w:rPr>
          <w:rFonts w:asciiTheme="minorHAnsi" w:eastAsiaTheme="minorHAnsi" w:hAnsiTheme="minorHAnsi" w:hint="eastAsia"/>
          <w:lang w:eastAsia="ko-KR"/>
        </w:rPr>
        <w:t>취소</w:t>
      </w:r>
      <w:r w:rsidRPr="00661CB4">
        <w:rPr>
          <w:rFonts w:asciiTheme="minorHAnsi" w:eastAsiaTheme="minorHAnsi" w:hAnsiTheme="minorHAnsi"/>
          <w:lang w:eastAsia="ko-KR"/>
        </w:rPr>
        <w:t>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  <w:gridCol w:w="1843"/>
        <w:gridCol w:w="3118"/>
        <w:gridCol w:w="709"/>
        <w:gridCol w:w="709"/>
      </w:tblGrid>
      <w:tr w:rsidR="00F901CB" w:rsidRPr="00661CB4" w14:paraId="3B1ED904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A53FC40" w14:textId="576E279F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URL : https://</w:t>
            </w:r>
            <w:r w:rsidR="00E22CEB">
              <w:rPr>
                <w:rFonts w:ascii="맑은 고딕" w:eastAsia="맑은 고딕" w:hAnsi="맑은 고딕" w:hint="eastAsia"/>
                <w:lang w:eastAsia="ko-KR"/>
              </w:rPr>
              <w:t>api.</w:t>
            </w:r>
            <w:r w:rsidR="00B57523">
              <w:rPr>
                <w:rFonts w:ascii="맑은 고딕" w:eastAsia="맑은 고딕" w:hAnsi="맑은 고딕"/>
                <w:lang w:eastAsia="ko-KR"/>
              </w:rPr>
              <w:t>wayup</w:t>
            </w:r>
            <w:r w:rsidR="00E22CEB">
              <w:rPr>
                <w:rFonts w:ascii="맑은 고딕" w:eastAsia="맑은 고딕" w:hAnsi="맑은 고딕" w:hint="eastAsia"/>
                <w:lang w:eastAsia="ko-KR"/>
              </w:rPr>
              <w:t>.co.kr</w:t>
            </w:r>
            <w:r>
              <w:rPr>
                <w:rFonts w:ascii="맑은 고딕" w:eastAsia="맑은 고딕" w:hAnsi="맑은 고딕" w:hint="eastAsia"/>
                <w:lang w:eastAsia="ko-KR"/>
              </w:rPr>
              <w:t>/payment.cancel</w:t>
            </w:r>
          </w:p>
          <w:p w14:paraId="3711A620" w14:textId="1D1644A4" w:rsidR="00F901CB" w:rsidRPr="00661CB4" w:rsidRDefault="00F901CB" w:rsidP="00F901CB">
            <w:pPr>
              <w:rPr>
                <w:rFonts w:asciiTheme="minorHAnsi" w:eastAsiaTheme="minorHAnsi" w:hAnsiTheme="minorHAnsi"/>
                <w:w w:val="105"/>
                <w:sz w:val="18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B81817" w:rsidRPr="00661CB4" w14:paraId="63AED36C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4C20FF5B" w14:textId="77777777" w:rsidR="00B81817" w:rsidRPr="00661CB4" w:rsidRDefault="00B81817" w:rsidP="00A00A8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필드명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8F11509" w14:textId="77777777" w:rsidR="00B81817" w:rsidRPr="00661CB4" w:rsidRDefault="00B81817" w:rsidP="00A00A8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한글명칭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3C0BEFB" w14:textId="77777777" w:rsidR="00B81817" w:rsidRPr="00661CB4" w:rsidRDefault="00B81817" w:rsidP="00A00A84">
            <w:pPr>
              <w:pStyle w:val="TableParagraph"/>
              <w:spacing w:line="377" w:lineRule="exact"/>
              <w:ind w:leftChars="100" w:left="200"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예시</w:t>
            </w:r>
          </w:p>
          <w:p w14:paraId="546B6C50" w14:textId="77777777" w:rsidR="00B81817" w:rsidRPr="00661CB4" w:rsidRDefault="00B81817" w:rsidP="00A00A84">
            <w:pPr>
              <w:pStyle w:val="TableParagraph"/>
              <w:spacing w:line="323" w:lineRule="exact"/>
              <w:ind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sz w:val="18"/>
              </w:rPr>
              <w:t>[Data Type], 기본값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38271DB1" w14:textId="77777777" w:rsidR="00B81817" w:rsidRPr="00661CB4" w:rsidRDefault="00B81817" w:rsidP="00A00A8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설명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FAAE6F7" w14:textId="77777777" w:rsidR="00B81817" w:rsidRPr="00661CB4" w:rsidRDefault="00B81817" w:rsidP="00A00A84">
            <w:pPr>
              <w:pStyle w:val="TableParagraph"/>
              <w:spacing w:line="377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필수</w:t>
            </w:r>
          </w:p>
          <w:p w14:paraId="6A6B7F80" w14:textId="77777777" w:rsidR="00B81817" w:rsidRPr="00661CB4" w:rsidRDefault="00B81817" w:rsidP="00A00A84">
            <w:pPr>
              <w:pStyle w:val="TableParagraph"/>
              <w:spacing w:line="323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여부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9072F50" w14:textId="77777777" w:rsidR="00B81817" w:rsidRPr="00661CB4" w:rsidRDefault="00B81817" w:rsidP="00A00A84">
            <w:pPr>
              <w:pStyle w:val="TableParagraph"/>
              <w:spacing w:line="312" w:lineRule="exact"/>
              <w:ind w:rightChars="63" w:right="126" w:firstLine="64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05"/>
                <w:sz w:val="18"/>
              </w:rPr>
              <w:t>크기 (최대)</w:t>
            </w:r>
          </w:p>
        </w:tc>
      </w:tr>
      <w:tr w:rsidR="00B81817" w:rsidRPr="00661CB4" w14:paraId="14E0993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F99B454" w14:textId="452A8EBA" w:rsidR="00B81817" w:rsidRDefault="00B81817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276" w:type="dxa"/>
            <w:vAlign w:val="center"/>
          </w:tcPr>
          <w:p w14:paraId="66A7C059" w14:textId="2F6C6304" w:rsidR="00B81817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1843" w:type="dxa"/>
            <w:vAlign w:val="center"/>
          </w:tcPr>
          <w:p w14:paraId="4C8AFB43" w14:textId="006621D9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5"/>
                <w:sz w:val="18"/>
              </w:rPr>
              <w:t>[</w:t>
            </w:r>
            <w:r w:rsidRPr="00661CB4">
              <w:rPr>
                <w:rFonts w:asciiTheme="majorEastAsia" w:eastAsiaTheme="majorEastAsia" w:hAnsiTheme="majorEastAsia"/>
                <w:w w:val="95"/>
                <w:sz w:val="18"/>
              </w:rPr>
              <w:t>String</w:t>
            </w:r>
            <w:r>
              <w:rPr>
                <w:rFonts w:asciiTheme="majorEastAsia" w:eastAsiaTheme="majorEastAsia" w:hAnsiTheme="majorEastAsia"/>
                <w:w w:val="95"/>
                <w:sz w:val="18"/>
              </w:rPr>
              <w:t>]</w:t>
            </w:r>
          </w:p>
        </w:tc>
        <w:tc>
          <w:tcPr>
            <w:tcW w:w="3118" w:type="dxa"/>
            <w:vAlign w:val="center"/>
          </w:tcPr>
          <w:p w14:paraId="0AD60685" w14:textId="645703AC" w:rsidR="00B81817" w:rsidRDefault="00B81817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709" w:type="dxa"/>
            <w:vAlign w:val="center"/>
          </w:tcPr>
          <w:p w14:paraId="4FC4D33D" w14:textId="6B35D3F3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2AB9EA39" w14:textId="77777777" w:rsidR="00A00A8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</w:t>
            </w:r>
          </w:p>
          <w:p w14:paraId="4CE8AA78" w14:textId="13E747CB" w:rsidR="00B81817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Byte</w:t>
            </w:r>
          </w:p>
        </w:tc>
      </w:tr>
      <w:tr w:rsidR="00B81817" w:rsidRPr="00661CB4" w14:paraId="62CDA7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F2DAD8" w14:textId="655AA93E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ordNo</w:t>
            </w:r>
          </w:p>
        </w:tc>
        <w:tc>
          <w:tcPr>
            <w:tcW w:w="1276" w:type="dxa"/>
            <w:vAlign w:val="center"/>
          </w:tcPr>
          <w:p w14:paraId="5AC24DE9" w14:textId="77777777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주문번호</w:t>
            </w:r>
          </w:p>
        </w:tc>
        <w:tc>
          <w:tcPr>
            <w:tcW w:w="1843" w:type="dxa"/>
            <w:vAlign w:val="center"/>
          </w:tcPr>
          <w:p w14:paraId="6B33BB62" w14:textId="77777777" w:rsidR="00B81817" w:rsidRPr="00661CB4" w:rsidRDefault="00B81817" w:rsidP="00B27196">
            <w:pPr>
              <w:pStyle w:val="TableParagraph"/>
              <w:spacing w:line="346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0"/>
                <w:sz w:val="18"/>
              </w:rPr>
              <w:t>[String]</w:t>
            </w:r>
          </w:p>
          <w:p w14:paraId="3AA89357" w14:textId="77777777" w:rsidR="00B81817" w:rsidRPr="00661CB4" w:rsidRDefault="00B81817" w:rsidP="00B27196">
            <w:pPr>
              <w:pStyle w:val="TableParagraph"/>
              <w:spacing w:line="294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“1335233672723”</w:t>
            </w:r>
          </w:p>
        </w:tc>
        <w:tc>
          <w:tcPr>
            <w:tcW w:w="3118" w:type="dxa"/>
            <w:vAlign w:val="center"/>
          </w:tcPr>
          <w:p w14:paraId="70294A71" w14:textId="01D21267" w:rsidR="00B81817" w:rsidRPr="00661CB4" w:rsidRDefault="00A00A84" w:rsidP="00B27196">
            <w:pPr>
              <w:pStyle w:val="TableParagraph"/>
              <w:spacing w:line="310" w:lineRule="exact"/>
              <w:ind w:left="103" w:right="145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주문번호</w:t>
            </w:r>
          </w:p>
        </w:tc>
        <w:tc>
          <w:tcPr>
            <w:tcW w:w="709" w:type="dxa"/>
            <w:vAlign w:val="center"/>
          </w:tcPr>
          <w:p w14:paraId="7B19C915" w14:textId="09D2BD19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27442A89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40</w:t>
            </w:r>
          </w:p>
          <w:p w14:paraId="7D207FA4" w14:textId="77777777" w:rsidR="00B81817" w:rsidRPr="00661CB4" w:rsidRDefault="00B81817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72091C4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225AC10" w14:textId="0A4C68FC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</w:p>
        </w:tc>
        <w:tc>
          <w:tcPr>
            <w:tcW w:w="1276" w:type="dxa"/>
            <w:vAlign w:val="center"/>
          </w:tcPr>
          <w:p w14:paraId="439D29BE" w14:textId="3D239B32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lang w:eastAsia="ko-KR"/>
              </w:rPr>
              <w:t>취소</w:t>
            </w: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금액</w:t>
            </w:r>
          </w:p>
        </w:tc>
        <w:tc>
          <w:tcPr>
            <w:tcW w:w="1843" w:type="dxa"/>
            <w:vAlign w:val="center"/>
          </w:tcPr>
          <w:p w14:paraId="4D8307ED" w14:textId="350E1B9D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661CB4">
              <w:rPr>
                <w:rFonts w:asciiTheme="minorHAnsi" w:eastAsiaTheme="minorHAnsi" w:hAnsiTheme="minorHAnsi"/>
                <w:sz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36D3EB09" w14:textId="77777777" w:rsidR="00B81817" w:rsidRPr="00661CB4" w:rsidRDefault="00B81817" w:rsidP="00B27196">
            <w:pPr>
              <w:pStyle w:val="TableParagraph"/>
              <w:spacing w:line="376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숫자만 입력</w:t>
            </w:r>
          </w:p>
          <w:p w14:paraId="7AEC8D3C" w14:textId="77777777" w:rsidR="00B81817" w:rsidRPr="00661CB4" w:rsidRDefault="00B81817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1달러는 100으로 시작</w:t>
            </w:r>
          </w:p>
        </w:tc>
        <w:tc>
          <w:tcPr>
            <w:tcW w:w="709" w:type="dxa"/>
            <w:vAlign w:val="center"/>
          </w:tcPr>
          <w:p w14:paraId="10750E0B" w14:textId="74AD0C0B" w:rsidR="00B81817" w:rsidRPr="00661CB4" w:rsidRDefault="00B81817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75A878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64</w:t>
            </w:r>
          </w:p>
          <w:p w14:paraId="5B309676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2D8A27D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22092A6" w14:textId="0F4DAE16" w:rsidR="00B81817" w:rsidRPr="00661CB4" w:rsidRDefault="00B81817" w:rsidP="00B27196">
            <w:pPr>
              <w:pStyle w:val="TableParagraph"/>
              <w:ind w:left="91" w:right="8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canId</w:t>
            </w:r>
          </w:p>
        </w:tc>
        <w:tc>
          <w:tcPr>
            <w:tcW w:w="1276" w:type="dxa"/>
            <w:vAlign w:val="center"/>
          </w:tcPr>
          <w:p w14:paraId="5604B985" w14:textId="4B6D79AC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취소자ID</w:t>
            </w:r>
          </w:p>
        </w:tc>
        <w:tc>
          <w:tcPr>
            <w:tcW w:w="1843" w:type="dxa"/>
            <w:vAlign w:val="center"/>
          </w:tcPr>
          <w:p w14:paraId="60CA9B24" w14:textId="086905F1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t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estId</w:t>
            </w: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"</w:t>
            </w:r>
          </w:p>
        </w:tc>
        <w:tc>
          <w:tcPr>
            <w:tcW w:w="3118" w:type="dxa"/>
            <w:vAlign w:val="center"/>
          </w:tcPr>
          <w:p w14:paraId="57AEA4EB" w14:textId="77777777" w:rsidR="00B81817" w:rsidRPr="00661CB4" w:rsidRDefault="00B81817" w:rsidP="00B27196">
            <w:pPr>
              <w:pStyle w:val="TableParagraph"/>
              <w:spacing w:line="37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한글/특수기호 입력가능</w:t>
            </w:r>
          </w:p>
        </w:tc>
        <w:tc>
          <w:tcPr>
            <w:tcW w:w="709" w:type="dxa"/>
            <w:vAlign w:val="center"/>
          </w:tcPr>
          <w:p w14:paraId="61F9BA57" w14:textId="77777777" w:rsidR="00B81817" w:rsidRPr="00661CB4" w:rsidRDefault="00B81817" w:rsidP="00A00A84">
            <w:pPr>
              <w:pStyle w:val="TableParagraph"/>
              <w:rPr>
                <w:rFonts w:asciiTheme="minorHAnsi" w:eastAsiaTheme="minorHAnsi" w:hAnsiTheme="minorHAnsi"/>
                <w:sz w:val="17"/>
                <w:lang w:eastAsia="ko-KR"/>
              </w:rPr>
            </w:pPr>
          </w:p>
          <w:p w14:paraId="446E75D2" w14:textId="2DB40965" w:rsidR="00B81817" w:rsidRPr="00661CB4" w:rsidRDefault="00B81817" w:rsidP="00A00A84">
            <w:pPr>
              <w:pStyle w:val="TableParagraph"/>
              <w:spacing w:line="312" w:lineRule="exact"/>
              <w:ind w:left="87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5CAAC770" w14:textId="5835BDD4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10</w:t>
            </w:r>
          </w:p>
          <w:p w14:paraId="1EB1FE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1469F9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827439D" w14:textId="3A4C6553" w:rsidR="00B81817" w:rsidRPr="00661CB4" w:rsidRDefault="00B45CA8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canNm</w:t>
            </w:r>
          </w:p>
        </w:tc>
        <w:tc>
          <w:tcPr>
            <w:tcW w:w="1276" w:type="dxa"/>
            <w:vAlign w:val="center"/>
          </w:tcPr>
          <w:p w14:paraId="0559B614" w14:textId="63658C8B" w:rsidR="00B81817" w:rsidRPr="00661CB4" w:rsidRDefault="00B45CA8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취소자명</w:t>
            </w:r>
          </w:p>
        </w:tc>
        <w:tc>
          <w:tcPr>
            <w:tcW w:w="1843" w:type="dxa"/>
            <w:vAlign w:val="center"/>
          </w:tcPr>
          <w:p w14:paraId="5DAAE126" w14:textId="3F7283B4" w:rsidR="00B81817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[String]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 xml:space="preserve"> “</w:t>
            </w:r>
            <w:r w:rsidR="00A00A84">
              <w:rPr>
                <w:rFonts w:asciiTheme="minorHAnsi" w:eastAsiaTheme="minorHAnsi" w:hAnsiTheme="minorHAnsi" w:hint="eastAsia"/>
                <w:sz w:val="18"/>
                <w:lang w:eastAsia="ko-KR"/>
              </w:rPr>
              <w:t>홍길동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F8C5E5F" w14:textId="7B7081DF" w:rsidR="00B81817" w:rsidRPr="00661CB4" w:rsidRDefault="00A00A84" w:rsidP="00B27196">
            <w:pPr>
              <w:pStyle w:val="TableParagraph"/>
              <w:spacing w:line="26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 이름</w:t>
            </w:r>
          </w:p>
        </w:tc>
        <w:tc>
          <w:tcPr>
            <w:tcW w:w="709" w:type="dxa"/>
            <w:vAlign w:val="center"/>
          </w:tcPr>
          <w:p w14:paraId="470D4E1C" w14:textId="6ED923DB" w:rsidR="00B81817" w:rsidRPr="00661CB4" w:rsidRDefault="00B81817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14088A2" w14:textId="77777777" w:rsidR="00A00A84" w:rsidRDefault="00B45CA8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30</w:t>
            </w:r>
          </w:p>
          <w:p w14:paraId="451D69A0" w14:textId="1730794D" w:rsidR="00B81817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B</w:t>
            </w:r>
            <w:r w:rsidR="00B45CA8">
              <w:rPr>
                <w:rFonts w:asciiTheme="minorHAnsi" w:eastAsiaTheme="minorHAnsi" w:hAnsiTheme="minorHAnsi" w:hint="eastAsia"/>
                <w:sz w:val="18"/>
                <w:lang w:eastAsia="ko-KR"/>
              </w:rPr>
              <w:t>yte</w:t>
            </w:r>
          </w:p>
        </w:tc>
      </w:tr>
      <w:tr w:rsidR="00B81817" w:rsidRPr="00661CB4" w14:paraId="37CD228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0922CA0" w14:textId="5D3B45CC" w:rsidR="00B81817" w:rsidRPr="00661CB4" w:rsidRDefault="00B81817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canMsg</w:t>
            </w:r>
          </w:p>
        </w:tc>
        <w:tc>
          <w:tcPr>
            <w:tcW w:w="1276" w:type="dxa"/>
            <w:vAlign w:val="center"/>
          </w:tcPr>
          <w:p w14:paraId="42C6DD27" w14:textId="72A6CCDA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1843" w:type="dxa"/>
            <w:vAlign w:val="center"/>
          </w:tcPr>
          <w:p w14:paraId="621EF1A4" w14:textId="4A853943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85"/>
                <w:sz w:val="18"/>
              </w:rPr>
              <w:t xml:space="preserve">[String] </w:t>
            </w:r>
            <w:r w:rsidR="00A00A84">
              <w:rPr>
                <w:rFonts w:asciiTheme="minorHAnsi" w:eastAsiaTheme="minorHAnsi" w:hAnsiTheme="minorHAnsi"/>
                <w:w w:val="85"/>
                <w:sz w:val="18"/>
              </w:rPr>
              <w:t>“</w:t>
            </w:r>
            <w:r w:rsidR="00A00A84">
              <w:rPr>
                <w:rFonts w:asciiTheme="minorHAnsi" w:eastAsiaTheme="minorHAnsi" w:hAnsiTheme="minorHAnsi" w:hint="eastAsia"/>
                <w:w w:val="85"/>
                <w:sz w:val="18"/>
                <w:lang w:eastAsia="ko-KR"/>
              </w:rPr>
              <w:t>고객요청</w:t>
            </w:r>
            <w:r w:rsidR="00A00A84">
              <w:rPr>
                <w:rFonts w:asciiTheme="minorHAnsi" w:eastAsiaTheme="minorHAnsi" w:hAnsiTheme="minorHAnsi"/>
                <w:w w:val="85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5828FD90" w14:textId="53DD7057" w:rsidR="00B81817" w:rsidRPr="00661CB4" w:rsidRDefault="00B81817" w:rsidP="00B27196">
            <w:pPr>
              <w:pStyle w:val="TableParagraph"/>
              <w:spacing w:line="328" w:lineRule="exact"/>
              <w:ind w:left="103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709" w:type="dxa"/>
            <w:vAlign w:val="center"/>
          </w:tcPr>
          <w:p w14:paraId="3794671D" w14:textId="630BCCEC" w:rsidR="00B81817" w:rsidRPr="00661CB4" w:rsidRDefault="00E4288F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Yes</w:t>
            </w:r>
          </w:p>
        </w:tc>
        <w:tc>
          <w:tcPr>
            <w:tcW w:w="709" w:type="dxa"/>
            <w:vAlign w:val="center"/>
          </w:tcPr>
          <w:p w14:paraId="5344894B" w14:textId="4C5976E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sz w:val="18"/>
              </w:rPr>
              <w:t>10</w:t>
            </w:r>
            <w:r w:rsidRPr="00661CB4">
              <w:rPr>
                <w:rFonts w:asciiTheme="minorHAnsi" w:eastAsiaTheme="minorHAnsi" w:hAnsiTheme="minorHAnsi"/>
                <w:sz w:val="18"/>
              </w:rPr>
              <w:t>0</w:t>
            </w:r>
          </w:p>
          <w:p w14:paraId="0753E03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A00A84" w:rsidRPr="00661CB4" w14:paraId="2C68C991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B35822" w14:textId="0B70725B" w:rsidR="00A00A84" w:rsidRPr="00661CB4" w:rsidRDefault="00A00A84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Ip</w:t>
            </w:r>
          </w:p>
        </w:tc>
        <w:tc>
          <w:tcPr>
            <w:tcW w:w="1276" w:type="dxa"/>
            <w:vAlign w:val="center"/>
          </w:tcPr>
          <w:p w14:paraId="2248F32F" w14:textId="7F6A1126" w:rsidR="00A00A84" w:rsidRPr="00661CB4" w:rsidRDefault="00A00A84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 아이피</w:t>
            </w:r>
          </w:p>
        </w:tc>
        <w:tc>
          <w:tcPr>
            <w:tcW w:w="1843" w:type="dxa"/>
            <w:vAlign w:val="center"/>
          </w:tcPr>
          <w:p w14:paraId="63A61BF4" w14:textId="4C5FCF20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68B3D39" w14:textId="61EF0E01" w:rsidR="00A00A84" w:rsidRPr="00661CB4" w:rsidRDefault="00A00A84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취소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709" w:type="dxa"/>
            <w:vAlign w:val="center"/>
          </w:tcPr>
          <w:p w14:paraId="56B8AEE3" w14:textId="3B569C1A" w:rsidR="00A00A84" w:rsidRPr="00661CB4" w:rsidRDefault="00A00A84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61A2BFC" w14:textId="77777777" w:rsidR="00A00A84" w:rsidRPr="00661CB4" w:rsidRDefault="00A00A84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35161D24" w14:textId="77777777" w:rsidR="00A00A84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45CA8" w:rsidRPr="00661CB4" w14:paraId="524D86C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099133" w14:textId="5510827E" w:rsidR="00B45CA8" w:rsidRPr="00661CB4" w:rsidRDefault="00B45CA8" w:rsidP="00B27196">
            <w:pPr>
              <w:pStyle w:val="TableParagraph"/>
              <w:ind w:left="91" w:right="79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partCanFlg</w:t>
            </w:r>
          </w:p>
        </w:tc>
        <w:tc>
          <w:tcPr>
            <w:tcW w:w="1276" w:type="dxa"/>
            <w:vAlign w:val="center"/>
          </w:tcPr>
          <w:p w14:paraId="49141CFB" w14:textId="24490F1B" w:rsidR="00B45CA8" w:rsidRPr="00661CB4" w:rsidRDefault="00B45CA8" w:rsidP="00B27196">
            <w:pPr>
              <w:pStyle w:val="TableParagraph"/>
              <w:spacing w:line="310" w:lineRule="exact"/>
              <w:ind w:left="352" w:right="11" w:hanging="231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부분취소여부</w:t>
            </w:r>
          </w:p>
        </w:tc>
        <w:tc>
          <w:tcPr>
            <w:tcW w:w="1843" w:type="dxa"/>
            <w:vAlign w:val="center"/>
          </w:tcPr>
          <w:p w14:paraId="23A89FA7" w14:textId="3FCF325F" w:rsidR="00B45CA8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”</w:t>
            </w:r>
            <w:r w:rsidR="00A00A84">
              <w:rPr>
                <w:rFonts w:asciiTheme="minorHAnsi" w:eastAsiaTheme="minorHAnsi" w:hAnsiTheme="minorHAnsi"/>
                <w:w w:val="95"/>
                <w:sz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170194AD" w14:textId="1C3811AF" w:rsidR="00B45CA8" w:rsidRPr="00661CB4" w:rsidRDefault="00B45CA8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0:전체취소,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</w:t>
            </w:r>
          </w:p>
        </w:tc>
        <w:tc>
          <w:tcPr>
            <w:tcW w:w="709" w:type="dxa"/>
            <w:vAlign w:val="center"/>
          </w:tcPr>
          <w:p w14:paraId="32B15D82" w14:textId="7C0729FA" w:rsidR="00B45CA8" w:rsidRPr="00661CB4" w:rsidRDefault="00B45CA8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3A13F965" w14:textId="77777777" w:rsidR="00B45CA8" w:rsidRPr="00661CB4" w:rsidRDefault="00B45CA8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6012F4FD" w14:textId="2B53719B" w:rsidR="00B45CA8" w:rsidRPr="00661CB4" w:rsidRDefault="00B45CA8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E4288F" w:rsidRPr="00661CB4" w14:paraId="25D682D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B7F6339" w14:textId="75BF0A7F" w:rsidR="00E4288F" w:rsidRPr="00661CB4" w:rsidRDefault="00E4288F" w:rsidP="00E4288F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notiUrl</w:t>
            </w:r>
          </w:p>
        </w:tc>
        <w:tc>
          <w:tcPr>
            <w:tcW w:w="1276" w:type="dxa"/>
            <w:vAlign w:val="center"/>
          </w:tcPr>
          <w:p w14:paraId="7F392045" w14:textId="296A877F" w:rsidR="00E4288F" w:rsidRPr="00661CB4" w:rsidRDefault="00E4288F" w:rsidP="00E4288F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Url </w:t>
            </w:r>
          </w:p>
        </w:tc>
        <w:tc>
          <w:tcPr>
            <w:tcW w:w="1843" w:type="dxa"/>
            <w:vAlign w:val="center"/>
          </w:tcPr>
          <w:p w14:paraId="4ABA3748" w14:textId="1176C749" w:rsidR="00E4288F" w:rsidRPr="00661CB4" w:rsidRDefault="00E4288F" w:rsidP="00E4288F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3118" w:type="dxa"/>
            <w:vAlign w:val="center"/>
          </w:tcPr>
          <w:p w14:paraId="2F2274B4" w14:textId="5481C5CF" w:rsidR="00E4288F" w:rsidRPr="00661CB4" w:rsidRDefault="00E4288F" w:rsidP="00E4288F">
            <w:pPr>
              <w:pStyle w:val="TableParagraph"/>
              <w:spacing w:line="196" w:lineRule="auto"/>
              <w:ind w:left="103" w:right="51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결체 취소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요청을 해서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Back으로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결과를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받을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URL</w:t>
            </w:r>
          </w:p>
        </w:tc>
        <w:tc>
          <w:tcPr>
            <w:tcW w:w="709" w:type="dxa"/>
            <w:vAlign w:val="center"/>
          </w:tcPr>
          <w:p w14:paraId="6958DC2F" w14:textId="56C15C44" w:rsidR="00E4288F" w:rsidRPr="00661CB4" w:rsidRDefault="00E4288F" w:rsidP="00E4288F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5ACEB95" w14:textId="32B07BA6" w:rsidR="00E4288F" w:rsidRPr="00661CB4" w:rsidRDefault="00E4288F" w:rsidP="00E4288F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A00A84" w:rsidRPr="00661CB4" w14:paraId="7CF0398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54F8A56" w14:textId="50FD4E30" w:rsidR="00A00A8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encData</w:t>
            </w:r>
          </w:p>
        </w:tc>
        <w:tc>
          <w:tcPr>
            <w:tcW w:w="1276" w:type="dxa"/>
            <w:vAlign w:val="center"/>
          </w:tcPr>
          <w:p w14:paraId="477ACD66" w14:textId="77777777" w:rsidR="00A00A8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해시String</w:t>
            </w:r>
          </w:p>
        </w:tc>
        <w:tc>
          <w:tcPr>
            <w:tcW w:w="1843" w:type="dxa"/>
            <w:vAlign w:val="center"/>
          </w:tcPr>
          <w:p w14:paraId="4D2698D2" w14:textId="73882ECE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 xml:space="preserve">[String] 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“”</w:t>
            </w:r>
          </w:p>
        </w:tc>
        <w:tc>
          <w:tcPr>
            <w:tcW w:w="3118" w:type="dxa"/>
            <w:vAlign w:val="center"/>
          </w:tcPr>
          <w:p w14:paraId="5CC1972A" w14:textId="77777777" w:rsidR="00A00A84" w:rsidRDefault="00A00A84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D10F29" w14:textId="77777777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es</w:t>
            </w:r>
          </w:p>
        </w:tc>
        <w:tc>
          <w:tcPr>
            <w:tcW w:w="709" w:type="dxa"/>
            <w:vAlign w:val="center"/>
          </w:tcPr>
          <w:p w14:paraId="69ECB5D1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256</w:t>
            </w:r>
          </w:p>
          <w:p w14:paraId="343F56C3" w14:textId="6CF28132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470C9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6E88B5A" w14:textId="43596F94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ediDate</w:t>
            </w:r>
          </w:p>
        </w:tc>
        <w:tc>
          <w:tcPr>
            <w:tcW w:w="1276" w:type="dxa"/>
            <w:vAlign w:val="center"/>
          </w:tcPr>
          <w:p w14:paraId="7BDEA39F" w14:textId="228F7C97" w:rsidR="00A00A84" w:rsidRPr="00661CB4" w:rsidRDefault="00A00A84" w:rsidP="00A00A84">
            <w:pPr>
              <w:pStyle w:val="TableParagraph"/>
              <w:ind w:left="75" w:right="64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</w:t>
            </w:r>
          </w:p>
        </w:tc>
        <w:tc>
          <w:tcPr>
            <w:tcW w:w="1843" w:type="dxa"/>
            <w:vAlign w:val="center"/>
          </w:tcPr>
          <w:p w14:paraId="260CC717" w14:textId="43C79A9B" w:rsidR="00A00A84" w:rsidRPr="00A00A8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 xml:space="preserve"> “20210324121212”</w:t>
            </w:r>
          </w:p>
        </w:tc>
        <w:tc>
          <w:tcPr>
            <w:tcW w:w="3118" w:type="dxa"/>
            <w:vAlign w:val="center"/>
          </w:tcPr>
          <w:p w14:paraId="20B18811" w14:textId="3D64F3E8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전문요청일시(yyyymmddhhmmss)</w:t>
            </w:r>
          </w:p>
        </w:tc>
        <w:tc>
          <w:tcPr>
            <w:tcW w:w="709" w:type="dxa"/>
            <w:vAlign w:val="center"/>
          </w:tcPr>
          <w:p w14:paraId="695C71C0" w14:textId="1919601A" w:rsidR="00A00A84" w:rsidRPr="00661CB4" w:rsidRDefault="00A00A84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65192B8A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14</w:t>
            </w:r>
          </w:p>
          <w:p w14:paraId="710B956F" w14:textId="0C1D1924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7F5290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E3F013C" w14:textId="66FDEF5B" w:rsidR="00A00A84" w:rsidRPr="00661CB4" w:rsidRDefault="00A00A84" w:rsidP="00A00A84">
            <w:pPr>
              <w:pStyle w:val="TableParagraph"/>
              <w:ind w:left="91" w:right="8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276" w:type="dxa"/>
            <w:vAlign w:val="center"/>
          </w:tcPr>
          <w:p w14:paraId="521F4B43" w14:textId="0D90939F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1843" w:type="dxa"/>
            <w:vAlign w:val="center"/>
          </w:tcPr>
          <w:p w14:paraId="15973BE8" w14:textId="15486ECF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C5EA560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5E202B4" w14:textId="25FB19EF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2A8EA1E9" w14:textId="75AB6580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EB7596D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CE63E69" w14:textId="2AEE62A5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63E674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A7C977" w14:textId="5C64AC1F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276" w:type="dxa"/>
            <w:vAlign w:val="center"/>
          </w:tcPr>
          <w:p w14:paraId="1AE8938E" w14:textId="3CFC12B8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1843" w:type="dxa"/>
            <w:vAlign w:val="center"/>
          </w:tcPr>
          <w:p w14:paraId="67716056" w14:textId="384A7612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5D11B80A" w14:textId="77777777" w:rsidR="00A00A84" w:rsidRPr="00D06059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0389B476" w14:textId="0BCE44F5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4DCD7F3" w14:textId="00E77B26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B0A4574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7557140" w14:textId="74172FAF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09C2F6C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5E459F6" w14:textId="1C210A26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276" w:type="dxa"/>
            <w:vAlign w:val="center"/>
          </w:tcPr>
          <w:p w14:paraId="345C0C6F" w14:textId="1D9B355F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 봉사료</w:t>
            </w:r>
          </w:p>
        </w:tc>
        <w:tc>
          <w:tcPr>
            <w:tcW w:w="1843" w:type="dxa"/>
            <w:vAlign w:val="center"/>
          </w:tcPr>
          <w:p w14:paraId="4A55BE8A" w14:textId="75B60A8B" w:rsidR="00A00A84" w:rsidRPr="007259DA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5FBDB09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567B8128" w14:textId="2A0E9321" w:rsidR="00A00A84" w:rsidRPr="007259DA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B16D13E" w14:textId="4B61C5A0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28476B" w14:textId="5E865ACB" w:rsidR="00A00A84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15661F14" w14:textId="69487703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254C76E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3E495D5" w14:textId="693ADAC5" w:rsidR="00A00A84" w:rsidRDefault="00A00A84" w:rsidP="00B2719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charset</w:t>
            </w:r>
          </w:p>
        </w:tc>
        <w:tc>
          <w:tcPr>
            <w:tcW w:w="1276" w:type="dxa"/>
            <w:vAlign w:val="center"/>
          </w:tcPr>
          <w:p w14:paraId="6354E491" w14:textId="11E7B1B4" w:rsidR="00A00A8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1843" w:type="dxa"/>
            <w:vAlign w:val="center"/>
          </w:tcPr>
          <w:p w14:paraId="4AD186DC" w14:textId="4F14E75C" w:rsidR="00A00A84" w:rsidRPr="00661CB4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“UTF-8”</w:t>
            </w:r>
          </w:p>
        </w:tc>
        <w:tc>
          <w:tcPr>
            <w:tcW w:w="3118" w:type="dxa"/>
            <w:vAlign w:val="center"/>
          </w:tcPr>
          <w:p w14:paraId="632F8D3F" w14:textId="09AB95C1" w:rsidR="00A00A84" w:rsidRPr="00661CB4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709" w:type="dxa"/>
            <w:vAlign w:val="center"/>
          </w:tcPr>
          <w:p w14:paraId="324A963C" w14:textId="4B6C031F" w:rsidR="00A00A84" w:rsidRPr="00661CB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0E539F04" w14:textId="2793E7E2" w:rsidR="00A00A84" w:rsidRDefault="0031420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6</w:t>
            </w:r>
          </w:p>
          <w:p w14:paraId="7272484C" w14:textId="601D48FF" w:rsidR="00A00A84" w:rsidRDefault="00A00A8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</w:tbl>
    <w:p w14:paraId="5C0BF507" w14:textId="77777777" w:rsidR="00E22CEB" w:rsidRDefault="00E22CEB" w:rsidP="00E22CEB">
      <w:pPr>
        <w:ind w:left="0" w:firstLine="0"/>
      </w:pPr>
    </w:p>
    <w:p w14:paraId="62BBB5D7" w14:textId="77777777" w:rsidR="00E22CEB" w:rsidRDefault="00E22CEB" w:rsidP="00E22CEB">
      <w:pPr>
        <w:ind w:left="0" w:firstLine="0"/>
      </w:pPr>
    </w:p>
    <w:p w14:paraId="78BEDB26" w14:textId="51C3E1D6" w:rsidR="00B81817" w:rsidRPr="00661CB4" w:rsidRDefault="00B81817" w:rsidP="00E22CEB">
      <w:pPr>
        <w:ind w:left="0" w:firstLine="0"/>
      </w:pPr>
      <w:r w:rsidRPr="00661CB4">
        <w:rPr>
          <w:rFonts w:hint="eastAsia"/>
        </w:rPr>
        <w:t>3.</w:t>
      </w:r>
      <w:r w:rsidR="00F412B2">
        <w:t>2</w:t>
      </w:r>
      <w:r w:rsidRPr="00661CB4">
        <w:rPr>
          <w:rFonts w:hint="eastAsia"/>
        </w:rPr>
        <w:t>.2</w:t>
      </w:r>
      <w:r w:rsidRPr="00661CB4">
        <w:rPr>
          <w:rFonts w:hint="eastAsia"/>
        </w:rPr>
        <w:tab/>
      </w:r>
      <w:r w:rsidR="005372E9">
        <w:rPr>
          <w:rFonts w:hint="eastAsia"/>
        </w:rPr>
        <w:t>결제취소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  <w:r w:rsidRPr="00661CB4">
        <w:rPr>
          <w:rFonts w:hint="eastAsia"/>
        </w:rPr>
        <w:t xml:space="preserve"> (</w:t>
      </w:r>
      <w:r w:rsidRPr="00661CB4">
        <w:rPr>
          <w:rFonts w:hint="eastAsia"/>
        </w:rPr>
        <w:t>결제</w:t>
      </w:r>
      <w:r w:rsidR="005372E9">
        <w:rPr>
          <w:rFonts w:hint="eastAsia"/>
        </w:rPr>
        <w:t>취소</w:t>
      </w:r>
      <w:r w:rsidRPr="00661CB4">
        <w:rPr>
          <w:rFonts w:hint="eastAsia"/>
        </w:rPr>
        <w:t>완료</w:t>
      </w:r>
      <w:r w:rsidRPr="00661CB4">
        <w:rPr>
          <w:rFonts w:hint="eastAsia"/>
        </w:rPr>
        <w:t>)</w:t>
      </w:r>
    </w:p>
    <w:p w14:paraId="4CEA27FB" w14:textId="2F591A14" w:rsidR="00B81817" w:rsidRDefault="00B81817" w:rsidP="00B8181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</w:t>
      </w:r>
      <w:r w:rsidR="00C07065">
        <w:rPr>
          <w:rFonts w:asciiTheme="minorHAnsi" w:eastAsiaTheme="minorHAnsi" w:hAnsiTheme="minorHAnsi" w:hint="eastAsia"/>
        </w:rPr>
        <w:t xml:space="preserve"> 취소가</w:t>
      </w:r>
      <w:r w:rsidRPr="00661CB4">
        <w:rPr>
          <w:rFonts w:asciiTheme="minorHAnsi" w:eastAsiaTheme="minorHAnsi" w:hAnsiTheme="minorHAnsi" w:hint="eastAsia"/>
        </w:rPr>
        <w:t xml:space="preserve"> 완료되면 결과를 가맹점으로  전달  합니다.  </w:t>
      </w:r>
      <w:r w:rsidR="00C07065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결과 데이터 필드는 아래와 같습니다.</w:t>
      </w:r>
    </w:p>
    <w:p w14:paraId="4E0CA6AB" w14:textId="35D5C9E9" w:rsidR="00B81817" w:rsidRPr="003A6230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372E9">
        <w:rPr>
          <w:rFonts w:asciiTheme="minorHAnsi" w:eastAsiaTheme="minorHAnsi" w:hAnsiTheme="minorHAnsi" w:hint="eastAsia"/>
          <w:lang w:eastAsia="ko-KR"/>
        </w:rPr>
        <w:t xml:space="preserve">결제취소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864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402"/>
        <w:gridCol w:w="1701"/>
      </w:tblGrid>
      <w:tr w:rsidR="00AE7C3B" w14:paraId="52D84468" w14:textId="77777777" w:rsidTr="00AE7C3B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5662C9D5" w14:textId="77777777" w:rsidR="00AE7C3B" w:rsidRPr="00661CB4" w:rsidRDefault="00AE7C3B" w:rsidP="008E4458">
            <w:pPr>
              <w:pStyle w:val="TableParagraph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6E5D6CF" w14:textId="77777777" w:rsidR="00AE7C3B" w:rsidRPr="00661CB4" w:rsidRDefault="00AE7C3B" w:rsidP="008E4458">
            <w:pPr>
              <w:pStyle w:val="TableParagraph"/>
              <w:ind w:left="49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한글명칭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C892879" w14:textId="77777777" w:rsidR="00AE7C3B" w:rsidRPr="00661CB4" w:rsidRDefault="00AE7C3B" w:rsidP="008E4458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4E290C3" w14:textId="77777777" w:rsidR="00AE7C3B" w:rsidRPr="00661CB4" w:rsidRDefault="00AE7C3B" w:rsidP="008E4458">
            <w:pPr>
              <w:pStyle w:val="TableParagraph"/>
              <w:spacing w:line="312" w:lineRule="exact"/>
              <w:ind w:left="514" w:right="488" w:firstLine="64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(최대)</w:t>
            </w:r>
          </w:p>
        </w:tc>
      </w:tr>
      <w:tr w:rsidR="00AE7C3B" w14:paraId="42C8CCD6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DC53321" w14:textId="77777777" w:rsidR="00AE7C3B" w:rsidRPr="00661CB4" w:rsidRDefault="00AE7C3B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14761AA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결과코드</w:t>
            </w:r>
          </w:p>
        </w:tc>
        <w:tc>
          <w:tcPr>
            <w:tcW w:w="3402" w:type="dxa"/>
            <w:vAlign w:val="center"/>
          </w:tcPr>
          <w:p w14:paraId="599CFFAD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sz w:val="18"/>
              </w:rPr>
              <w:t>[0000 : 정상, 기타 : 실패]</w:t>
            </w:r>
          </w:p>
        </w:tc>
        <w:tc>
          <w:tcPr>
            <w:tcW w:w="1701" w:type="dxa"/>
            <w:vAlign w:val="center"/>
          </w:tcPr>
          <w:p w14:paraId="770981E3" w14:textId="0F7A4095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4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AE7C3B" w14:paraId="0A8659A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C6712D2" w14:textId="77777777" w:rsidR="00AE7C3B" w:rsidRPr="00661CB4" w:rsidRDefault="00AE7C3B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0949DD68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결과메세지</w:t>
            </w:r>
          </w:p>
        </w:tc>
        <w:tc>
          <w:tcPr>
            <w:tcW w:w="3402" w:type="dxa"/>
            <w:vAlign w:val="center"/>
          </w:tcPr>
          <w:p w14:paraId="5CA2C7ED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BDCA3D7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100 Byte</w:t>
            </w:r>
          </w:p>
        </w:tc>
      </w:tr>
      <w:tr w:rsidR="00AE7C3B" w14:paraId="42151A07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F2A40E5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73087A3D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지불수단</w:t>
            </w:r>
          </w:p>
        </w:tc>
        <w:tc>
          <w:tcPr>
            <w:tcW w:w="3402" w:type="dxa"/>
            <w:vAlign w:val="center"/>
          </w:tcPr>
          <w:p w14:paraId="53437609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5E140BCA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 Byte</w:t>
            </w:r>
          </w:p>
        </w:tc>
      </w:tr>
      <w:tr w:rsidR="00AE7C3B" w14:paraId="7B87230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E94499F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59D932C0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402" w:type="dxa"/>
            <w:vAlign w:val="center"/>
          </w:tcPr>
          <w:p w14:paraId="5B2BCD91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3A7A2917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AE7C3B" w14:paraId="2348704F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0A57D548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669DE9DF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3402" w:type="dxa"/>
            <w:vAlign w:val="center"/>
          </w:tcPr>
          <w:p w14:paraId="5745FFAB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36E232E" w14:textId="77777777" w:rsidR="00AE7C3B" w:rsidRPr="00661CB4" w:rsidRDefault="00AE7C3B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14 Byte</w:t>
            </w:r>
          </w:p>
        </w:tc>
      </w:tr>
      <w:tr w:rsidR="00AE7C3B" w14:paraId="43FD8834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D093CF3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5673FD3C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3402" w:type="dxa"/>
            <w:vAlign w:val="center"/>
          </w:tcPr>
          <w:p w14:paraId="75ED1DFA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24A40917" w14:textId="6F01442E" w:rsidR="00AE7C3B" w:rsidRDefault="00AE7C3B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20 B</w:t>
            </w: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y</w:t>
            </w: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te</w:t>
            </w:r>
          </w:p>
        </w:tc>
      </w:tr>
      <w:tr w:rsidR="00AE7C3B" w14:paraId="6E1B13DE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705F0C5A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0969D441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3402" w:type="dxa"/>
            <w:vAlign w:val="center"/>
          </w:tcPr>
          <w:p w14:paraId="7BA0E21B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660F2569" w14:textId="61B60C4D" w:rsidR="00AE7C3B" w:rsidRDefault="00AE7C3B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40 Byte</w:t>
            </w:r>
          </w:p>
        </w:tc>
      </w:tr>
      <w:tr w:rsidR="00AE7C3B" w14:paraId="65A2B939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193CD913" w14:textId="77777777" w:rsidR="00AE7C3B" w:rsidRPr="00661CB4" w:rsidRDefault="00AE7C3B" w:rsidP="008E4458">
            <w:pPr>
              <w:pStyle w:val="TableParagraph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4E605D2E" w14:textId="77777777" w:rsidR="00AE7C3B" w:rsidRPr="00661CB4" w:rsidRDefault="00AE7C3B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거래금액</w:t>
            </w:r>
          </w:p>
        </w:tc>
        <w:tc>
          <w:tcPr>
            <w:tcW w:w="3402" w:type="dxa"/>
            <w:vAlign w:val="center"/>
          </w:tcPr>
          <w:p w14:paraId="745D7527" w14:textId="77777777" w:rsidR="00AE7C3B" w:rsidRPr="00661CB4" w:rsidRDefault="00AE7C3B" w:rsidP="008E4458">
            <w:pPr>
              <w:pStyle w:val="TableParagraph"/>
              <w:spacing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40645F24" w14:textId="77777777" w:rsidR="00AE7C3B" w:rsidRPr="00661CB4" w:rsidRDefault="00AE7C3B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15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AE7C3B" w14:paraId="7526482F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403170E" w14:textId="77777777" w:rsidR="00AE7C3B" w:rsidRPr="00661CB4" w:rsidRDefault="00AE7C3B" w:rsidP="008E4458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15984DEE" w14:textId="77777777" w:rsidR="00AE7C3B" w:rsidRPr="00661CB4" w:rsidRDefault="00AE7C3B" w:rsidP="008E4458">
            <w:pPr>
              <w:pStyle w:val="TableParagraph"/>
              <w:spacing w:line="368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취소여부</w:t>
            </w:r>
          </w:p>
        </w:tc>
        <w:tc>
          <w:tcPr>
            <w:tcW w:w="3402" w:type="dxa"/>
            <w:vAlign w:val="center"/>
          </w:tcPr>
          <w:p w14:paraId="00C4B4F6" w14:textId="77777777" w:rsidR="00AE7C3B" w:rsidRPr="00661CB4" w:rsidRDefault="00AE7C3B" w:rsidP="008E4458">
            <w:pPr>
              <w:pStyle w:val="TableParagraph"/>
              <w:spacing w:line="368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155EE93B" w14:textId="77777777" w:rsidR="00AE7C3B" w:rsidRPr="00661CB4" w:rsidRDefault="00AE7C3B" w:rsidP="008E445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 Byte</w:t>
            </w:r>
          </w:p>
        </w:tc>
      </w:tr>
      <w:tr w:rsidR="00AE7C3B" w14:paraId="49086AE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5DED0B6" w14:textId="55FCE026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  <w:vAlign w:val="center"/>
          </w:tcPr>
          <w:p w14:paraId="5FF9B8A5" w14:textId="74C64EF3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402" w:type="dxa"/>
            <w:vAlign w:val="center"/>
          </w:tcPr>
          <w:p w14:paraId="0A2D8CAD" w14:textId="0C3F4939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107A908F" w14:textId="32EC95A8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AE7C3B" w14:paraId="57CE460E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2FA1F85" w14:textId="5AA8A8A4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309817F8" w14:textId="09AED234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402" w:type="dxa"/>
            <w:vAlign w:val="center"/>
          </w:tcPr>
          <w:p w14:paraId="55DC5916" w14:textId="12C2C4FF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01529296" w14:textId="550C35A4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AE7C3B" w14:paraId="3EA4F70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1F625E75" w14:textId="22FA76E9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1BCE6581" w14:textId="4BEAA086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402" w:type="dxa"/>
            <w:vAlign w:val="center"/>
          </w:tcPr>
          <w:p w14:paraId="5818C5C7" w14:textId="0FAE345E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49683ACF" w14:textId="2636F7EC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AE7C3B" w14:paraId="70C8812B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0C473FE2" w14:textId="7F4F7FEF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246A867D" w14:textId="0AFE3995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402" w:type="dxa"/>
            <w:vAlign w:val="center"/>
          </w:tcPr>
          <w:p w14:paraId="25B63008" w14:textId="55F3B2A3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1701" w:type="dxa"/>
            <w:vAlign w:val="center"/>
          </w:tcPr>
          <w:p w14:paraId="595D7118" w14:textId="0119092F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4ADF13D8" w14:textId="61C1AC83" w:rsidR="00B81817" w:rsidRPr="00661CB4" w:rsidRDefault="00B81817" w:rsidP="00B81817">
      <w:pPr>
        <w:ind w:left="0" w:firstLine="0"/>
        <w:rPr>
          <w:rFonts w:asciiTheme="minorHAnsi" w:eastAsiaTheme="minorHAnsi" w:hAnsiTheme="minorHAnsi"/>
        </w:rPr>
      </w:pPr>
    </w:p>
    <w:p w14:paraId="6B0922D4" w14:textId="745045B1" w:rsidR="00B81817" w:rsidRPr="00661CB4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취소</w:t>
      </w:r>
      <w:r w:rsidR="00B81817" w:rsidRPr="00661CB4">
        <w:rPr>
          <w:rFonts w:asciiTheme="minorHAnsi" w:eastAsiaTheme="minorHAnsi" w:hAnsiTheme="minorHAnsi" w:hint="eastAsia"/>
        </w:rPr>
        <w:t xml:space="preserve">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="00B81817" w:rsidRPr="00661CB4">
        <w:rPr>
          <w:rFonts w:asciiTheme="minorHAnsi" w:eastAsiaTheme="minorHAnsi" w:hAnsiTheme="minorHAnsi" w:hint="eastAsia"/>
        </w:rPr>
        <w:t xml:space="preserve">후 </w:t>
      </w:r>
      <w:r>
        <w:rPr>
          <w:rFonts w:asciiTheme="minorHAnsi" w:eastAsiaTheme="minorHAnsi" w:hAnsiTheme="minorHAnsi" w:hint="eastAsia"/>
        </w:rPr>
        <w:t>취소</w:t>
      </w:r>
      <w:r w:rsidR="00B81817" w:rsidRPr="00661CB4">
        <w:rPr>
          <w:rFonts w:asciiTheme="minorHAnsi" w:eastAsiaTheme="minorHAnsi" w:hAnsiTheme="minorHAnsi" w:hint="eastAsia"/>
        </w:rPr>
        <w:t>결과(responseBody)를 받아 내부처리(DB 저장 등) 하시기 바랍니다.</w:t>
      </w:r>
    </w:p>
    <w:p w14:paraId="588A054B" w14:textId="77777777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50EA4F17" w14:textId="66769FEE" w:rsidR="00B81817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결제취소</w:t>
      </w:r>
      <w:r w:rsidR="00B81817" w:rsidRPr="00661CB4">
        <w:rPr>
          <w:rFonts w:asciiTheme="minorHAnsi" w:eastAsiaTheme="minorHAnsi" w:hAnsiTheme="minorHAnsi" w:hint="eastAsia"/>
        </w:rPr>
        <w:t>에 실패하였을 경우 실패시 전달되는 데이터만 전송됩니다.</w:t>
      </w:r>
      <w:r w:rsidR="00B81817" w:rsidRPr="00661CB4">
        <w:rPr>
          <w:rFonts w:asciiTheme="minorHAnsi" w:eastAsiaTheme="minorHAnsi" w:hAnsiTheme="minorHAnsi"/>
        </w:rPr>
        <w:t xml:space="preserve"> </w:t>
      </w:r>
    </w:p>
    <w:p w14:paraId="53006399" w14:textId="44C8EC3C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6B1BA17F" w14:textId="1132A44C" w:rsidR="00A806C9" w:rsidRDefault="00A806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14:paraId="2E904B2B" w14:textId="6C0C7E7D" w:rsidR="00A806C9" w:rsidRPr="00661CB4" w:rsidRDefault="00A806C9" w:rsidP="00A806C9">
      <w:pPr>
        <w:pStyle w:val="1"/>
        <w:numPr>
          <w:ilvl w:val="0"/>
          <w:numId w:val="0"/>
        </w:numPr>
        <w:ind w:leftChars="60" w:left="120"/>
        <w:rPr>
          <w:lang w:eastAsia="ko-KR"/>
        </w:rPr>
      </w:pPr>
      <w:bookmarkStart w:id="16" w:name="_Toc33213707"/>
      <w:r>
        <w:rPr>
          <w:rFonts w:hint="eastAsia"/>
          <w:lang w:eastAsia="ko-KR"/>
        </w:rPr>
        <w:lastRenderedPageBreak/>
        <w:t>4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환경의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적용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안드로이드</w:t>
      </w:r>
      <w:r>
        <w:rPr>
          <w:rFonts w:hint="eastAsia"/>
          <w:lang w:eastAsia="ko-KR"/>
        </w:rPr>
        <w:t>)</w:t>
      </w:r>
      <w:bookmarkEnd w:id="16"/>
    </w:p>
    <w:p w14:paraId="3496250F" w14:textId="7F1882A4" w:rsidR="00E7597B" w:rsidRDefault="00A806C9" w:rsidP="00E7597B">
      <w:pPr>
        <w:pStyle w:val="ab"/>
      </w:pPr>
      <w:bookmarkStart w:id="17" w:name="_Toc33213708"/>
      <w:r w:rsidRPr="005D39D1">
        <w:rPr>
          <w:rFonts w:hint="eastAsia"/>
        </w:rPr>
        <w:t xml:space="preserve">4.1 </w:t>
      </w:r>
      <w:r w:rsidR="005D39D1" w:rsidRPr="005D39D1">
        <w:rPr>
          <w:rFonts w:hint="eastAsia"/>
        </w:rPr>
        <w:t>기본적인 설치 방법</w:t>
      </w:r>
      <w:bookmarkEnd w:id="17"/>
    </w:p>
    <w:p w14:paraId="6A58D7BE" w14:textId="46F935EC" w:rsidR="00E7597B" w:rsidRPr="00E7597B" w:rsidRDefault="00E7597B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 w:rsidRPr="00E7597B">
        <w:rPr>
          <w:rFonts w:hint="eastAsia"/>
          <w:lang w:eastAsia="ko-KR"/>
        </w:rPr>
        <w:t>안드로이드</w:t>
      </w:r>
      <w:r w:rsidRPr="00E7597B">
        <w:rPr>
          <w:rFonts w:hint="eastAsia"/>
          <w:lang w:eastAsia="ko-KR"/>
        </w:rPr>
        <w:t xml:space="preserve"> </w:t>
      </w:r>
      <w:r w:rsidR="00625C4B">
        <w:rPr>
          <w:rFonts w:hint="eastAsia"/>
          <w:lang w:eastAsia="ko-KR"/>
        </w:rPr>
        <w:t>앱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내</w:t>
      </w:r>
      <w:r w:rsidRPr="00E7597B">
        <w:rPr>
          <w:rFonts w:hint="eastAsia"/>
          <w:lang w:eastAsia="ko-KR"/>
        </w:rPr>
        <w:t xml:space="preserve"> WebView (</w:t>
      </w:r>
      <w:r w:rsidRPr="00E7597B">
        <w:rPr>
          <w:rFonts w:hint="eastAsia"/>
          <w:lang w:eastAsia="ko-KR"/>
        </w:rPr>
        <w:t>이하</w:t>
      </w:r>
      <w:r w:rsidRPr="00E7597B">
        <w:rPr>
          <w:rFonts w:hint="eastAsia"/>
          <w:lang w:eastAsia="ko-KR"/>
        </w:rPr>
        <w:t xml:space="preserve"> WebView) </w:t>
      </w:r>
      <w:r w:rsidRPr="00E7597B">
        <w:rPr>
          <w:rFonts w:hint="eastAsia"/>
          <w:lang w:eastAsia="ko-KR"/>
        </w:rPr>
        <w:t>에서</w:t>
      </w:r>
      <w:r w:rsidRPr="00E7597B">
        <w:rPr>
          <w:rFonts w:hint="eastAsia"/>
          <w:lang w:eastAsia="ko-KR"/>
        </w:rPr>
        <w:t xml:space="preserve"> </w:t>
      </w:r>
      <w:r w:rsidR="00E01ECB">
        <w:rPr>
          <w:lang w:eastAsia="ko-KR"/>
        </w:rPr>
        <w:t>WAYUP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구현하는</w:t>
      </w:r>
      <w:r w:rsidRPr="00E7597B">
        <w:rPr>
          <w:rFonts w:hint="eastAsia"/>
          <w:lang w:eastAsia="ko-KR"/>
        </w:rPr>
        <w:t xml:space="preserve">  </w:t>
      </w:r>
      <w:r w:rsidRPr="00E7597B">
        <w:rPr>
          <w:rFonts w:hint="eastAsia"/>
          <w:lang w:eastAsia="ko-KR"/>
        </w:rPr>
        <w:t>경우에</w:t>
      </w:r>
      <w:r w:rsidRPr="00E7597B">
        <w:rPr>
          <w:rFonts w:hint="eastAsia"/>
          <w:lang w:eastAsia="ko-KR"/>
        </w:rPr>
        <w:t xml:space="preserve">  </w:t>
      </w:r>
      <w:r w:rsidRPr="00E7597B">
        <w:rPr>
          <w:rFonts w:hint="eastAsia"/>
          <w:lang w:eastAsia="ko-KR"/>
        </w:rPr>
        <w:t>해당됩니다</w:t>
      </w:r>
      <w:r w:rsidRPr="00E7597B">
        <w:rPr>
          <w:rFonts w:hint="eastAsia"/>
          <w:lang w:eastAsia="ko-KR"/>
        </w:rPr>
        <w:t>.</w:t>
      </w:r>
    </w:p>
    <w:p w14:paraId="5969379C" w14:textId="768016F5" w:rsidR="005D39D1" w:rsidRDefault="005D39D1" w:rsidP="005D39D1">
      <w:pPr>
        <w:pStyle w:val="ab"/>
      </w:pPr>
      <w:bookmarkStart w:id="18" w:name="_Toc33213709"/>
      <w:r w:rsidRPr="005D39D1">
        <w:rPr>
          <w:rFonts w:hint="eastAsia"/>
        </w:rPr>
        <w:t>4.2 모바일  ISP 연동</w:t>
      </w:r>
      <w:r w:rsidR="00E7597B">
        <w:rPr>
          <w:rFonts w:hint="eastAsia"/>
        </w:rPr>
        <w:t xml:space="preserve"> (-</w:t>
      </w:r>
      <w:r w:rsidR="00E7597B" w:rsidRPr="00E7597B">
        <w:rPr>
          <w:rFonts w:hint="eastAsia"/>
        </w:rPr>
        <w:t>앱 미설치 체크로직 직접구현 or 자동체크</w:t>
      </w:r>
      <w:r w:rsidR="00E7597B">
        <w:rPr>
          <w:rFonts w:hint="eastAsia"/>
        </w:rPr>
        <w:t>)</w:t>
      </w:r>
      <w:bookmarkEnd w:id="18"/>
    </w:p>
    <w:p w14:paraId="5F0FA72D" w14:textId="504022E7" w:rsidR="00E7597B" w:rsidRPr="00E7597B" w:rsidRDefault="00E7597B" w:rsidP="0079786A">
      <w:pPr>
        <w:pStyle w:val="a5"/>
        <w:numPr>
          <w:ilvl w:val="1"/>
          <w:numId w:val="18"/>
        </w:numPr>
        <w:ind w:leftChars="0"/>
        <w:rPr>
          <w:rFonts w:asciiTheme="majorEastAsia" w:eastAsiaTheme="majorEastAsia" w:hAnsiTheme="majorEastAsia"/>
          <w:lang w:val="x-none"/>
        </w:rPr>
      </w:pPr>
      <w:r w:rsidRPr="00E7597B">
        <w:rPr>
          <w:rFonts w:asciiTheme="majorEastAsia" w:eastAsiaTheme="majorEastAsia" w:hAnsiTheme="majorEastAsia" w:hint="eastAsia"/>
          <w:lang w:val="x-none"/>
        </w:rPr>
        <w:t>mobileISP 앱의 기본정보는 아래와 같습니다.</w:t>
      </w:r>
    </w:p>
    <w:tbl>
      <w:tblPr>
        <w:tblStyle w:val="TableNormal"/>
        <w:tblW w:w="8618" w:type="dxa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5637"/>
      </w:tblGrid>
      <w:tr w:rsidR="00E7597B" w14:paraId="4DBA412B" w14:textId="77777777" w:rsidTr="00625C4B">
        <w:trPr>
          <w:trHeight w:val="405"/>
        </w:trPr>
        <w:tc>
          <w:tcPr>
            <w:tcW w:w="2981" w:type="dxa"/>
            <w:shd w:val="clear" w:color="auto" w:fill="B6DDE8"/>
          </w:tcPr>
          <w:p w14:paraId="23F323CE" w14:textId="0A5A36F1" w:rsidR="00E7597B" w:rsidRDefault="00E7597B" w:rsidP="00625C4B">
            <w:pPr>
              <w:pStyle w:val="TableParagraph"/>
              <w:spacing w:line="343" w:lineRule="exact"/>
              <w:ind w:right="200"/>
              <w:jc w:val="center"/>
              <w:rPr>
                <w:rFonts w:ascii="Noto Sans CJK JP Medium"/>
                <w:sz w:val="20"/>
              </w:rPr>
            </w:pPr>
            <w:r>
              <w:rPr>
                <w:rFonts w:ascii="Noto Sans CJK JP Medium"/>
                <w:sz w:val="20"/>
              </w:rPr>
              <w:t>Application</w:t>
            </w:r>
            <w:r w:rsidR="00625C4B">
              <w:rPr>
                <w:rFonts w:ascii="Noto Sans CJK JP Medium"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ascii="Noto Sans CJK JP Medium"/>
                <w:sz w:val="20"/>
              </w:rPr>
              <w:t>Scheme</w:t>
            </w:r>
          </w:p>
        </w:tc>
        <w:tc>
          <w:tcPr>
            <w:tcW w:w="5637" w:type="dxa"/>
          </w:tcPr>
          <w:p w14:paraId="41B1669C" w14:textId="13584E1C" w:rsidR="00E7597B" w:rsidRDefault="00E7597B" w:rsidP="00E7597B">
            <w:pPr>
              <w:pStyle w:val="TableParagraph"/>
              <w:spacing w:before="165"/>
              <w:ind w:firstLineChars="100" w:firstLine="200"/>
              <w:rPr>
                <w:sz w:val="20"/>
              </w:rPr>
            </w:pPr>
            <w:r>
              <w:rPr>
                <w:sz w:val="20"/>
              </w:rPr>
              <w:t>ispmobile://</w:t>
            </w:r>
          </w:p>
        </w:tc>
      </w:tr>
      <w:tr w:rsidR="00E7597B" w14:paraId="18E6A45C" w14:textId="77777777" w:rsidTr="00625C4B">
        <w:trPr>
          <w:trHeight w:val="404"/>
        </w:trPr>
        <w:tc>
          <w:tcPr>
            <w:tcW w:w="2981" w:type="dxa"/>
            <w:shd w:val="clear" w:color="auto" w:fill="B6DDE8"/>
          </w:tcPr>
          <w:p w14:paraId="5668A971" w14:textId="41149F1C" w:rsidR="00E7597B" w:rsidRDefault="00E7597B" w:rsidP="00625C4B">
            <w:pPr>
              <w:pStyle w:val="TableParagraph"/>
              <w:spacing w:line="343" w:lineRule="exact"/>
              <w:ind w:right="200"/>
              <w:jc w:val="center"/>
              <w:rPr>
                <w:rFonts w:ascii="Noto Sans CJK JP Medium"/>
                <w:sz w:val="20"/>
              </w:rPr>
            </w:pPr>
            <w:r>
              <w:rPr>
                <w:rFonts w:ascii="Noto Sans CJK JP Medium"/>
                <w:sz w:val="20"/>
              </w:rPr>
              <w:t>Install</w:t>
            </w:r>
            <w:r w:rsidR="00625C4B">
              <w:rPr>
                <w:rFonts w:ascii="Noto Sans CJK JP Medium"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ascii="Noto Sans CJK JP Medium"/>
                <w:sz w:val="20"/>
              </w:rPr>
              <w:t>Url</w:t>
            </w:r>
          </w:p>
        </w:tc>
        <w:tc>
          <w:tcPr>
            <w:tcW w:w="5637" w:type="dxa"/>
          </w:tcPr>
          <w:p w14:paraId="08394A5E" w14:textId="77777777" w:rsidR="00E7597B" w:rsidRDefault="00E7597B" w:rsidP="00E7597B">
            <w:pPr>
              <w:pStyle w:val="TableParagraph"/>
              <w:spacing w:before="165"/>
              <w:ind w:firstLineChars="100" w:firstLine="220"/>
              <w:rPr>
                <w:sz w:val="20"/>
              </w:rPr>
            </w:pPr>
            <w:hyperlink r:id="rId14">
              <w:r>
                <w:rPr>
                  <w:sz w:val="20"/>
                </w:rPr>
                <w:t>http://mobile.vpay.co.kr/jsp/MISP/andown.jsp</w:t>
              </w:r>
            </w:hyperlink>
          </w:p>
        </w:tc>
      </w:tr>
    </w:tbl>
    <w:p w14:paraId="410E7FB4" w14:textId="3979EC9D" w:rsidR="00E7597B" w:rsidRPr="00E7597B" w:rsidRDefault="00E7597B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 w:rsidRPr="00E7597B">
        <w:rPr>
          <w:rFonts w:hint="eastAsia"/>
          <w:lang w:eastAsia="ko-KR"/>
        </w:rPr>
        <w:t>상기</w:t>
      </w:r>
      <w:r w:rsidRPr="00E7597B">
        <w:rPr>
          <w:rFonts w:hint="eastAsia"/>
          <w:lang w:eastAsia="ko-KR"/>
        </w:rPr>
        <w:t xml:space="preserve"> Scheme </w:t>
      </w:r>
      <w:r w:rsidRPr="00E7597B">
        <w:rPr>
          <w:rFonts w:hint="eastAsia"/>
          <w:lang w:eastAsia="ko-KR"/>
        </w:rPr>
        <w:t>과</w:t>
      </w:r>
      <w:r w:rsidRPr="00E7597B">
        <w:rPr>
          <w:rFonts w:hint="eastAsia"/>
          <w:lang w:eastAsia="ko-KR"/>
        </w:rPr>
        <w:t xml:space="preserve"> Install Url </w:t>
      </w:r>
      <w:r w:rsidRPr="00E7597B">
        <w:rPr>
          <w:rFonts w:hint="eastAsia"/>
          <w:lang w:eastAsia="ko-KR"/>
        </w:rPr>
        <w:t>정보로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구현가능한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안드로이드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코드는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하기와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같습니다</w:t>
      </w:r>
      <w:r>
        <w:rPr>
          <w:rFonts w:hint="eastAsia"/>
          <w:lang w:eastAsia="ko-KR"/>
        </w:rPr>
        <w:t>.</w:t>
      </w:r>
    </w:p>
    <w:p w14:paraId="65CB8680" w14:textId="5F8CB173" w:rsidR="00E7597B" w:rsidRDefault="00625C4B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>WebViewClient</w:t>
      </w:r>
      <w:r w:rsidR="00E7597B" w:rsidRPr="00E7597B">
        <w:rPr>
          <w:rFonts w:hint="eastAsia"/>
          <w:lang w:eastAsia="ko-KR"/>
        </w:rPr>
        <w:t>를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상속받은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클래스를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구현하시고</w:t>
      </w:r>
      <w:r w:rsidR="00E7597B">
        <w:rPr>
          <w:rFonts w:hint="eastAsia"/>
          <w:lang w:eastAsia="ko-KR"/>
        </w:rPr>
        <w:t xml:space="preserve">,  shouldOverrideUrlLoading() </w:t>
      </w:r>
      <w:r w:rsidR="00E7597B" w:rsidRPr="00E7597B">
        <w:rPr>
          <w:rFonts w:hint="eastAsia"/>
          <w:lang w:eastAsia="ko-KR"/>
        </w:rPr>
        <w:t>을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호출</w:t>
      </w:r>
      <w:r w:rsidR="00E7597B" w:rsidRPr="00E7597B">
        <w:rPr>
          <w:rFonts w:hint="eastAsia"/>
          <w:lang w:eastAsia="ko-KR"/>
        </w:rPr>
        <w:t xml:space="preserve">  </w:t>
      </w:r>
    </w:p>
    <w:p w14:paraId="7115FE79" w14:textId="1DCB6970" w:rsidR="00E7597B" w:rsidRDefault="00E7597B" w:rsidP="00E7597B">
      <w:pPr>
        <w:pStyle w:val="af"/>
        <w:ind w:left="1200"/>
        <w:rPr>
          <w:rFonts w:hint="eastAsia"/>
          <w:lang w:eastAsia="ko-KR"/>
        </w:rPr>
      </w:pPr>
      <w:r>
        <w:rPr>
          <w:rFonts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E2CA55F" wp14:editId="316C7977">
                <wp:simplePos x="0" y="0"/>
                <wp:positionH relativeFrom="column">
                  <wp:posOffset>762000</wp:posOffset>
                </wp:positionH>
                <wp:positionV relativeFrom="paragraph">
                  <wp:posOffset>-635</wp:posOffset>
                </wp:positionV>
                <wp:extent cx="4829175" cy="8001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449BA" w14:textId="2DCDDC5C" w:rsidR="005F7164" w:rsidRPr="00E7597B" w:rsidRDefault="005F7164" w:rsidP="00E7597B">
                            <w:pPr>
                              <w:pStyle w:val="af"/>
                              <w:spacing w:before="10" w:line="225" w:lineRule="auto"/>
                              <w:ind w:right="2674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  <w:t>p</w:t>
                            </w:r>
                            <w:r w:rsidRPr="00E7597B">
                              <w:rPr>
                                <w:color w:val="000000" w:themeColor="text1"/>
                              </w:rPr>
                              <w:t>rivate class SampleWebView extends WebViewClient { @Override</w:t>
                            </w:r>
                          </w:p>
                          <w:p w14:paraId="5D2D599C" w14:textId="77777777" w:rsidR="005F7164" w:rsidRPr="00E7597B" w:rsidRDefault="005F7164" w:rsidP="00E7597B">
                            <w:pPr>
                              <w:pStyle w:val="af"/>
                              <w:spacing w:line="340" w:lineRule="exact"/>
                              <w:ind w:left="29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E7597B">
                              <w:rPr>
                                <w:color w:val="000000" w:themeColor="text1"/>
                              </w:rPr>
                              <w:t>public boolean shouldOverrideUrlLoading(WebView view, String url) {</w:t>
                            </w:r>
                          </w:p>
                          <w:p w14:paraId="2FD39BF3" w14:textId="7D3140B6" w:rsidR="005F7164" w:rsidRPr="00E7597B" w:rsidRDefault="005F7164" w:rsidP="00E7597B">
                            <w:pPr>
                              <w:pStyle w:val="af"/>
                              <w:spacing w:line="346" w:lineRule="exact"/>
                              <w:ind w:left="299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E7597B">
                              <w:rPr>
                                <w:color w:val="000000" w:themeColor="text1"/>
                                <w:w w:val="95"/>
                              </w:rPr>
                              <w:t>….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w w:val="95"/>
                                <w:lang w:eastAsia="ko-KR"/>
                              </w:rPr>
                              <w:t xml:space="preserve"> ]</w:t>
                            </w:r>
                          </w:p>
                          <w:p w14:paraId="12743568" w14:textId="01DC43DE" w:rsidR="005F7164" w:rsidRDefault="005F7164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CA55F" id="Text Box 11" o:spid="_x0000_s1030" type="#_x0000_t202" style="position:absolute;left:0;text-align:left;margin-left:60pt;margin-top:-.05pt;width:380.25pt;height:63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" fillcolor="white [3201]" strokecolor="black [3213]" strokeweight=".5pt">
                <v:textbox>
                  <w:txbxContent>
                    <w:p w14:paraId="7A2449BA" w14:textId="2DCDDC5C" w:rsidR="005F7164" w:rsidRPr="00E7597B" w:rsidRDefault="005F7164" w:rsidP="00E7597B">
                      <w:pPr>
                        <w:pStyle w:val="af"/>
                        <w:spacing w:before="10" w:line="225" w:lineRule="auto"/>
                        <w:ind w:right="2674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ko-KR"/>
                        </w:rPr>
                        <w:t>p</w:t>
                      </w:r>
                      <w:r w:rsidRPr="00E7597B">
                        <w:rPr>
                          <w:color w:val="000000" w:themeColor="text1"/>
                        </w:rPr>
                        <w:t>rivate class SampleWebView extends WebViewClient { @Override</w:t>
                      </w:r>
                    </w:p>
                    <w:p w14:paraId="5D2D599C" w14:textId="77777777" w:rsidR="005F7164" w:rsidRPr="00E7597B" w:rsidRDefault="005F7164" w:rsidP="00E7597B">
                      <w:pPr>
                        <w:pStyle w:val="af"/>
                        <w:spacing w:line="340" w:lineRule="exact"/>
                        <w:ind w:left="299"/>
                        <w:rPr>
                          <w:rFonts w:hint="eastAsia"/>
                          <w:color w:val="000000" w:themeColor="text1"/>
                        </w:rPr>
                      </w:pPr>
                      <w:r w:rsidRPr="00E7597B">
                        <w:rPr>
                          <w:color w:val="000000" w:themeColor="text1"/>
                        </w:rPr>
                        <w:t>public boolean shouldOverrideUrlLoading(WebView view, String url) {</w:t>
                      </w:r>
                    </w:p>
                    <w:p w14:paraId="2FD39BF3" w14:textId="7D3140B6" w:rsidR="005F7164" w:rsidRPr="00E7597B" w:rsidRDefault="005F7164" w:rsidP="00E7597B">
                      <w:pPr>
                        <w:pStyle w:val="af"/>
                        <w:spacing w:line="346" w:lineRule="exact"/>
                        <w:ind w:left="299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E7597B">
                        <w:rPr>
                          <w:color w:val="000000" w:themeColor="text1"/>
                          <w:w w:val="95"/>
                        </w:rPr>
                        <w:t>….</w:t>
                      </w:r>
                      <w:r>
                        <w:rPr>
                          <w:rFonts w:hint="eastAsia"/>
                          <w:color w:val="000000" w:themeColor="text1"/>
                          <w:w w:val="95"/>
                          <w:lang w:eastAsia="ko-KR"/>
                        </w:rPr>
                        <w:t xml:space="preserve"> ]</w:t>
                      </w:r>
                    </w:p>
                    <w:p w14:paraId="12743568" w14:textId="01DC43DE" w:rsidR="005F7164" w:rsidRDefault="005F7164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3D04B29" w14:textId="1317D248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67636A1C" w14:textId="77777777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18E0509E" w14:textId="77777777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70818673" w14:textId="77777777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7113E58E" w14:textId="77777777" w:rsidR="00F77677" w:rsidRPr="00625C4B" w:rsidRDefault="00F77677" w:rsidP="00625C4B">
      <w:pPr>
        <w:pStyle w:val="af"/>
        <w:rPr>
          <w:rFonts w:hint="eastAsia"/>
          <w:lang w:eastAsia="ko-KR"/>
        </w:rPr>
      </w:pPr>
    </w:p>
    <w:p w14:paraId="355CA55B" w14:textId="77777777" w:rsidR="00625C4B" w:rsidRDefault="00F77677" w:rsidP="0079786A">
      <w:pPr>
        <w:pStyle w:val="af"/>
        <w:numPr>
          <w:ilvl w:val="1"/>
          <w:numId w:val="18"/>
        </w:numPr>
        <w:rPr>
          <w:rFonts w:asciiTheme="minorEastAsia" w:hAnsiTheme="minorEastAsia"/>
          <w:w w:val="105"/>
          <w:lang w:eastAsia="ko-KR"/>
        </w:rPr>
      </w:pPr>
      <w:r w:rsidRPr="00F77677">
        <w:rPr>
          <w:rFonts w:asciiTheme="minorEastAsia" w:hAnsiTheme="minorEastAsia"/>
          <w:w w:val="99"/>
        </w:rPr>
        <w:t>상기</w:t>
      </w:r>
      <w:r>
        <w:rPr>
          <w:rFonts w:asciiTheme="minorEastAsia" w:hAnsiTheme="minorEastAsia"/>
        </w:rPr>
        <w:t xml:space="preserve"> </w:t>
      </w:r>
      <w:r w:rsidRPr="00F77677">
        <w:rPr>
          <w:rFonts w:asciiTheme="minorEastAsia" w:hAnsiTheme="minorEastAsia"/>
          <w:spacing w:val="-11"/>
        </w:rPr>
        <w:t xml:space="preserve"> </w:t>
      </w:r>
      <w:r w:rsidRPr="00F77677">
        <w:rPr>
          <w:rFonts w:asciiTheme="minorEastAsia" w:hAnsiTheme="minorEastAsia"/>
          <w:spacing w:val="2"/>
          <w:w w:val="95"/>
        </w:rPr>
        <w:t>s</w:t>
      </w:r>
      <w:r w:rsidRPr="00F77677">
        <w:rPr>
          <w:rFonts w:asciiTheme="minorEastAsia" w:hAnsiTheme="minorEastAsia"/>
          <w:w w:val="99"/>
        </w:rPr>
        <w:t>hou</w:t>
      </w:r>
      <w:r w:rsidRPr="00F77677">
        <w:rPr>
          <w:rFonts w:asciiTheme="minorEastAsia" w:hAnsiTheme="minorEastAsia"/>
          <w:spacing w:val="-2"/>
          <w:w w:val="95"/>
        </w:rPr>
        <w:t>l</w:t>
      </w:r>
      <w:r w:rsidRPr="00F77677">
        <w:rPr>
          <w:rFonts w:asciiTheme="minorEastAsia" w:hAnsiTheme="minorEastAsia"/>
          <w:spacing w:val="2"/>
          <w:w w:val="102"/>
        </w:rPr>
        <w:t>d</w:t>
      </w:r>
      <w:r w:rsidRPr="00F77677">
        <w:rPr>
          <w:rFonts w:asciiTheme="minorEastAsia" w:hAnsiTheme="minorEastAsia"/>
          <w:spacing w:val="1"/>
          <w:w w:val="103"/>
        </w:rPr>
        <w:t>O</w:t>
      </w:r>
      <w:r w:rsidRPr="00F77677">
        <w:rPr>
          <w:rFonts w:asciiTheme="minorEastAsia" w:hAnsiTheme="minorEastAsia"/>
          <w:spacing w:val="-4"/>
          <w:w w:val="101"/>
        </w:rPr>
        <w:t>v</w:t>
      </w:r>
      <w:r w:rsidRPr="00F77677">
        <w:rPr>
          <w:rFonts w:asciiTheme="minorEastAsia" w:hAnsiTheme="minorEastAsia"/>
          <w:spacing w:val="1"/>
          <w:w w:val="99"/>
        </w:rPr>
        <w:t>e</w:t>
      </w:r>
      <w:r w:rsidRPr="00F77677">
        <w:rPr>
          <w:rFonts w:asciiTheme="minorEastAsia" w:hAnsiTheme="minorEastAsia"/>
          <w:spacing w:val="-1"/>
          <w:w w:val="88"/>
        </w:rPr>
        <w:t>r</w:t>
      </w:r>
      <w:r w:rsidRPr="00F77677">
        <w:rPr>
          <w:rFonts w:asciiTheme="minorEastAsia" w:hAnsiTheme="minorEastAsia"/>
          <w:spacing w:val="1"/>
          <w:w w:val="88"/>
        </w:rPr>
        <w:t>r</w:t>
      </w:r>
      <w:r w:rsidRPr="00F77677">
        <w:rPr>
          <w:rFonts w:asciiTheme="minorEastAsia" w:hAnsiTheme="minorEastAsia"/>
          <w:spacing w:val="-2"/>
          <w:w w:val="95"/>
        </w:rPr>
        <w:t>i</w:t>
      </w:r>
      <w:r w:rsidRPr="00F77677">
        <w:rPr>
          <w:rFonts w:asciiTheme="minorEastAsia" w:hAnsiTheme="minorEastAsia"/>
          <w:spacing w:val="2"/>
          <w:w w:val="102"/>
        </w:rPr>
        <w:t>d</w:t>
      </w:r>
      <w:r w:rsidRPr="00F77677">
        <w:rPr>
          <w:rFonts w:asciiTheme="minorEastAsia" w:hAnsiTheme="minorEastAsia"/>
          <w:spacing w:val="-2"/>
          <w:w w:val="99"/>
        </w:rPr>
        <w:t>e</w:t>
      </w:r>
      <w:r w:rsidRPr="00F77677">
        <w:rPr>
          <w:rFonts w:asciiTheme="minorEastAsia" w:hAnsiTheme="minorEastAsia"/>
          <w:spacing w:val="1"/>
        </w:rPr>
        <w:t>U</w:t>
      </w:r>
      <w:r w:rsidRPr="00F77677">
        <w:rPr>
          <w:rFonts w:asciiTheme="minorEastAsia" w:hAnsiTheme="minorEastAsia"/>
          <w:spacing w:val="-1"/>
          <w:w w:val="88"/>
        </w:rPr>
        <w:t>r</w:t>
      </w:r>
      <w:r w:rsidRPr="00F77677">
        <w:rPr>
          <w:rFonts w:asciiTheme="minorEastAsia" w:hAnsiTheme="minorEastAsia"/>
          <w:spacing w:val="-2"/>
          <w:w w:val="95"/>
        </w:rPr>
        <w:t>l</w:t>
      </w:r>
      <w:r w:rsidRPr="00F77677">
        <w:rPr>
          <w:rFonts w:asciiTheme="minorEastAsia" w:hAnsiTheme="minorEastAsia"/>
          <w:spacing w:val="2"/>
          <w:w w:val="97"/>
        </w:rPr>
        <w:t>L</w:t>
      </w:r>
      <w:r w:rsidRPr="00F77677">
        <w:rPr>
          <w:rFonts w:asciiTheme="minorEastAsia" w:hAnsiTheme="minorEastAsia"/>
          <w:spacing w:val="-2"/>
          <w:w w:val="103"/>
        </w:rPr>
        <w:t>o</w:t>
      </w:r>
      <w:r w:rsidRPr="00F77677">
        <w:rPr>
          <w:rFonts w:asciiTheme="minorEastAsia" w:hAnsiTheme="minorEastAsia"/>
          <w:w w:val="99"/>
        </w:rPr>
        <w:t>ad</w:t>
      </w:r>
      <w:r w:rsidRPr="00F77677">
        <w:rPr>
          <w:rFonts w:asciiTheme="minorEastAsia" w:hAnsiTheme="minorEastAsia"/>
          <w:spacing w:val="-2"/>
          <w:w w:val="99"/>
        </w:rPr>
        <w:t>i</w:t>
      </w:r>
      <w:r w:rsidRPr="00F77677">
        <w:rPr>
          <w:rFonts w:asciiTheme="minorEastAsia" w:hAnsiTheme="minorEastAsia"/>
          <w:spacing w:val="-1"/>
          <w:w w:val="105"/>
        </w:rPr>
        <w:t>n</w:t>
      </w:r>
      <w:r w:rsidRPr="00F77677">
        <w:rPr>
          <w:rFonts w:asciiTheme="minorEastAsia" w:hAnsiTheme="minorEastAsia"/>
          <w:spacing w:val="2"/>
          <w:w w:val="105"/>
        </w:rPr>
        <w:t>g</w:t>
      </w:r>
      <w:r w:rsidRPr="00F77677">
        <w:rPr>
          <w:rFonts w:asciiTheme="minorEastAsia" w:hAnsiTheme="minorEastAsia"/>
          <w:spacing w:val="-1"/>
        </w:rPr>
        <w:t>(</w:t>
      </w:r>
      <w:r>
        <w:rPr>
          <w:rFonts w:asciiTheme="minorEastAsia" w:hAnsiTheme="minorEastAsia"/>
        </w:rPr>
        <w:t xml:space="preserve">) </w:t>
      </w:r>
      <w:r w:rsidRPr="00F77677">
        <w:rPr>
          <w:rFonts w:asciiTheme="minorEastAsia" w:hAnsiTheme="minorEastAsia"/>
          <w:spacing w:val="-6"/>
        </w:rPr>
        <w:t xml:space="preserve"> </w:t>
      </w:r>
      <w:r w:rsidRPr="00F77677">
        <w:rPr>
          <w:rFonts w:asciiTheme="minorEastAsia" w:hAnsiTheme="minorEastAsia"/>
          <w:w w:val="99"/>
        </w:rPr>
        <w:t>함수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8"/>
        </w:rPr>
        <w:t xml:space="preserve"> </w:t>
      </w:r>
      <w:r w:rsidRPr="00F77677">
        <w:rPr>
          <w:rFonts w:asciiTheme="minorEastAsia" w:hAnsiTheme="minorEastAsia"/>
          <w:w w:val="99"/>
        </w:rPr>
        <w:t>내</w:t>
      </w:r>
      <w:r w:rsidRPr="00F77677">
        <w:rPr>
          <w:rFonts w:asciiTheme="minorEastAsia" w:hAnsiTheme="minorEastAsia"/>
          <w:spacing w:val="2"/>
          <w:w w:val="99"/>
        </w:rPr>
        <w:t>에</w:t>
      </w:r>
      <w:r w:rsidRPr="00F77677">
        <w:rPr>
          <w:rFonts w:asciiTheme="minorEastAsia" w:hAnsiTheme="minorEastAsia"/>
          <w:w w:val="87"/>
        </w:rPr>
        <w:t>,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11"/>
        </w:rPr>
        <w:t xml:space="preserve"> </w:t>
      </w:r>
      <w:r w:rsidRPr="00F77677">
        <w:rPr>
          <w:rFonts w:asciiTheme="minorEastAsia" w:hAnsiTheme="minorEastAsia"/>
          <w:w w:val="101"/>
        </w:rPr>
        <w:t>t</w:t>
      </w:r>
      <w:r w:rsidRPr="00F77677">
        <w:rPr>
          <w:rFonts w:asciiTheme="minorEastAsia" w:hAnsiTheme="minorEastAsia"/>
          <w:spacing w:val="8"/>
          <w:w w:val="88"/>
        </w:rPr>
        <w:t>r</w:t>
      </w:r>
      <w:r w:rsidRPr="00F77677">
        <w:rPr>
          <w:rFonts w:asciiTheme="minorEastAsia" w:hAnsiTheme="minorEastAsia"/>
          <w:spacing w:val="2"/>
        </w:rPr>
        <w:t>y</w:t>
      </w:r>
      <w:r w:rsidRPr="00F77677">
        <w:rPr>
          <w:rFonts w:asciiTheme="minorEastAsia" w:hAnsiTheme="minorEastAsia"/>
          <w:spacing w:val="-1"/>
          <w:w w:val="85"/>
        </w:rPr>
        <w:t>{</w:t>
      </w:r>
      <w:r w:rsidRPr="00F77677">
        <w:rPr>
          <w:rFonts w:asciiTheme="minorEastAsia" w:hAnsiTheme="minorEastAsia"/>
          <w:w w:val="85"/>
        </w:rPr>
        <w:t>}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9"/>
        </w:rPr>
        <w:t xml:space="preserve"> </w:t>
      </w:r>
      <w:r w:rsidRPr="00F77677">
        <w:rPr>
          <w:rFonts w:asciiTheme="minorEastAsia" w:hAnsiTheme="minorEastAsia"/>
          <w:spacing w:val="-1"/>
          <w:w w:val="101"/>
        </w:rPr>
        <w:t>c</w:t>
      </w:r>
      <w:r w:rsidRPr="00F77677">
        <w:rPr>
          <w:rFonts w:asciiTheme="minorEastAsia" w:hAnsiTheme="minorEastAsia"/>
          <w:w w:val="98"/>
        </w:rPr>
        <w:t>a</w:t>
      </w:r>
      <w:r w:rsidRPr="00F77677">
        <w:rPr>
          <w:rFonts w:asciiTheme="minorEastAsia" w:hAnsiTheme="minorEastAsia"/>
          <w:spacing w:val="-2"/>
          <w:w w:val="98"/>
        </w:rPr>
        <w:t>t</w:t>
      </w:r>
      <w:r w:rsidRPr="00F77677">
        <w:rPr>
          <w:rFonts w:asciiTheme="minorEastAsia" w:hAnsiTheme="minorEastAsia"/>
          <w:spacing w:val="-1"/>
          <w:w w:val="101"/>
        </w:rPr>
        <w:t>c</w:t>
      </w:r>
      <w:r w:rsidRPr="00F77677">
        <w:rPr>
          <w:rFonts w:asciiTheme="minorEastAsia" w:hAnsiTheme="minorEastAsia"/>
          <w:spacing w:val="2"/>
          <w:w w:val="97"/>
        </w:rPr>
        <w:t>h</w:t>
      </w:r>
      <w:r w:rsidRPr="00F77677">
        <w:rPr>
          <w:rFonts w:asciiTheme="minorEastAsia" w:hAnsiTheme="minorEastAsia"/>
          <w:spacing w:val="-1"/>
          <w:w w:val="85"/>
        </w:rPr>
        <w:t>{</w:t>
      </w:r>
      <w:r w:rsidRPr="00F77677">
        <w:rPr>
          <w:rFonts w:asciiTheme="minorEastAsia" w:hAnsiTheme="minorEastAsia"/>
          <w:spacing w:val="1"/>
          <w:w w:val="99"/>
        </w:rPr>
        <w:t>e</w:t>
      </w:r>
      <w:r w:rsidRPr="00F77677">
        <w:rPr>
          <w:rFonts w:asciiTheme="minorEastAsia" w:hAnsiTheme="minorEastAsia"/>
          <w:w w:val="85"/>
        </w:rPr>
        <w:t>}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9"/>
        </w:rPr>
        <w:t xml:space="preserve"> </w:t>
      </w:r>
      <w:r w:rsidRPr="00F77677">
        <w:rPr>
          <w:rFonts w:asciiTheme="minorEastAsia" w:hAnsiTheme="minorEastAsia"/>
          <w:w w:val="99"/>
        </w:rPr>
        <w:t>를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8"/>
        </w:rPr>
        <w:t xml:space="preserve"> </w:t>
      </w:r>
      <w:r w:rsidRPr="00F77677">
        <w:rPr>
          <w:rFonts w:asciiTheme="minorEastAsia" w:hAnsiTheme="minorEastAsia"/>
          <w:spacing w:val="2"/>
          <w:w w:val="99"/>
        </w:rPr>
        <w:t>통</w:t>
      </w:r>
      <w:r w:rsidRPr="00F77677">
        <w:rPr>
          <w:rFonts w:asciiTheme="minorEastAsia" w:hAnsiTheme="minorEastAsia"/>
          <w:w w:val="99"/>
        </w:rPr>
        <w:t>해</w:t>
      </w:r>
      <w:r w:rsidRPr="00F77677">
        <w:rPr>
          <w:rFonts w:asciiTheme="minorEastAsia" w:hAnsiTheme="minorEastAsia"/>
          <w:w w:val="87"/>
        </w:rPr>
        <w:t>,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11"/>
        </w:rPr>
        <w:t xml:space="preserve"> </w:t>
      </w:r>
      <w:r w:rsidRPr="00F77677">
        <w:rPr>
          <w:rFonts w:asciiTheme="minorEastAsia" w:hAnsiTheme="minorEastAsia"/>
          <w:w w:val="101"/>
        </w:rPr>
        <w:t>t</w:t>
      </w:r>
      <w:r w:rsidRPr="00F77677">
        <w:rPr>
          <w:rFonts w:asciiTheme="minorEastAsia" w:hAnsiTheme="minorEastAsia"/>
          <w:spacing w:val="11"/>
          <w:w w:val="88"/>
        </w:rPr>
        <w:t>r</w:t>
      </w:r>
      <w:r w:rsidRPr="00F77677">
        <w:rPr>
          <w:rFonts w:asciiTheme="minorEastAsia" w:hAnsiTheme="minorEastAsia"/>
        </w:rPr>
        <w:t xml:space="preserve">y   </w:t>
      </w:r>
      <w:r w:rsidRPr="00F77677">
        <w:rPr>
          <w:rFonts w:asciiTheme="minorEastAsia" w:hAnsiTheme="minorEastAsia"/>
          <w:spacing w:val="-9"/>
        </w:rPr>
        <w:t xml:space="preserve"> </w:t>
      </w:r>
      <w:r w:rsidRPr="00F77677">
        <w:rPr>
          <w:rFonts w:asciiTheme="minorEastAsia" w:hAnsiTheme="minorEastAsia"/>
          <w:w w:val="99"/>
        </w:rPr>
        <w:t>내</w:t>
      </w:r>
      <w:r w:rsidRPr="00F77677">
        <w:rPr>
          <w:rFonts w:asciiTheme="minorEastAsia" w:hAnsiTheme="minorEastAsia"/>
          <w:spacing w:val="2"/>
          <w:w w:val="99"/>
        </w:rPr>
        <w:t>에</w:t>
      </w:r>
      <w:r w:rsidRPr="00F77677">
        <w:rPr>
          <w:rFonts w:asciiTheme="minorEastAsia" w:hAnsiTheme="minorEastAsia"/>
          <w:w w:val="99"/>
        </w:rPr>
        <w:t xml:space="preserve">서는 </w:t>
      </w:r>
      <w:r w:rsidRPr="00F77677">
        <w:rPr>
          <w:rFonts w:asciiTheme="minorEastAsia" w:hAnsiTheme="minorEastAsia"/>
          <w:w w:val="105"/>
        </w:rPr>
        <w:t>startActivity(intent) 를 구현하시고, catch Event 발생 시, 앱 스토어로 이동.</w:t>
      </w:r>
      <w:r w:rsidRPr="00F77677">
        <w:rPr>
          <w:rFonts w:asciiTheme="minorEastAsia" w:hAnsiTheme="minorEastAsia" w:hint="eastAsia"/>
          <w:w w:val="105"/>
          <w:lang w:eastAsia="ko-KR"/>
        </w:rPr>
        <w:t xml:space="preserve"> </w:t>
      </w:r>
    </w:p>
    <w:p w14:paraId="235A714C" w14:textId="0FB291E3" w:rsidR="00F77677" w:rsidRPr="00625C4B" w:rsidRDefault="00625C4B" w:rsidP="00625C4B">
      <w:pPr>
        <w:pStyle w:val="af"/>
        <w:spacing w:before="84"/>
        <w:ind w:left="847"/>
        <w:rPr>
          <w:rFonts w:hint="eastAsia"/>
          <w:lang w:eastAsia="ko-KR"/>
        </w:rPr>
      </w:pPr>
      <w:r>
        <w:rPr>
          <w:lang w:eastAsia="ko-KR"/>
        </w:rPr>
        <w:t xml:space="preserve">[shouldOverrideUrlLoading </w:t>
      </w:r>
      <w:r>
        <w:rPr>
          <w:lang w:eastAsia="ko-KR"/>
        </w:rPr>
        <w:t>부</w:t>
      </w:r>
      <w:r>
        <w:rPr>
          <w:lang w:eastAsia="ko-KR"/>
        </w:rPr>
        <w:t>]</w:t>
      </w:r>
    </w:p>
    <w:p w14:paraId="4049B83D" w14:textId="794DA7B5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327B694" wp14:editId="29283934">
                <wp:simplePos x="0" y="0"/>
                <wp:positionH relativeFrom="column">
                  <wp:posOffset>542925</wp:posOffset>
                </wp:positionH>
                <wp:positionV relativeFrom="paragraph">
                  <wp:posOffset>8255</wp:posOffset>
                </wp:positionV>
                <wp:extent cx="5038725" cy="50292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502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F5441" w14:textId="77777777" w:rsidR="005F7164" w:rsidRPr="00F77677" w:rsidRDefault="005F7164" w:rsidP="00F77677">
                            <w:pPr>
                              <w:pStyle w:val="af"/>
                              <w:spacing w:before="18" w:line="225" w:lineRule="auto"/>
                              <w:ind w:left="309" w:right="3153" w:hanging="20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private class SampleWebView extends WebViewClient { @Override</w:t>
                            </w:r>
                          </w:p>
                          <w:p w14:paraId="75301E72" w14:textId="77777777" w:rsidR="005F7164" w:rsidRPr="00F77677" w:rsidRDefault="005F7164" w:rsidP="00F77677">
                            <w:pPr>
                              <w:pStyle w:val="af"/>
                              <w:spacing w:line="341" w:lineRule="exact"/>
                              <w:ind w:left="3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public boolean shouldOverrideUrlLoading(WebView view, String url) {</w:t>
                            </w:r>
                          </w:p>
                          <w:p w14:paraId="520CFDA3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...</w:t>
                            </w:r>
                          </w:p>
                          <w:p w14:paraId="576B4ABA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Uri uri = Uri.parse(url);</w:t>
                            </w:r>
                          </w:p>
                          <w:p w14:paraId="4A1EACB8" w14:textId="77777777" w:rsidR="005F7164" w:rsidRPr="00F77677" w:rsidRDefault="005F7164" w:rsidP="00F77677">
                            <w:pPr>
                              <w:pStyle w:val="af"/>
                              <w:spacing w:before="4" w:line="225" w:lineRule="auto"/>
                              <w:ind w:left="506" w:right="3153" w:firstLine="2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Intent intent = new Intent(Intent.ACTION_VIEW, uri); try{</w:t>
                            </w:r>
                          </w:p>
                          <w:p w14:paraId="15D4DEF2" w14:textId="77777777" w:rsidR="005F7164" w:rsidRPr="00F77677" w:rsidRDefault="005F7164" w:rsidP="00F77677">
                            <w:pPr>
                              <w:pStyle w:val="af"/>
                              <w:spacing w:line="341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startActivity(intent);</w:t>
                            </w:r>
                          </w:p>
                          <w:p w14:paraId="2279A410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//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삼성카드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안심클릭을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위해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추가</w:t>
                            </w:r>
                          </w:p>
                          <w:p w14:paraId="2F97AB7E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if( url.startsWith("ispmobile://")) finish();</w:t>
                            </w:r>
                          </w:p>
                          <w:p w14:paraId="689AC4A8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506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1477509A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6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catch(ActivityNotFoundException e)</w:t>
                            </w:r>
                          </w:p>
                          <w:p w14:paraId="405BE92E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210D5D42" w14:textId="77777777" w:rsidR="005F7164" w:rsidRPr="00F77677" w:rsidRDefault="005F7164" w:rsidP="00F77677">
                            <w:pPr>
                              <w:pStyle w:val="af"/>
                              <w:spacing w:before="5" w:line="225" w:lineRule="auto"/>
                              <w:ind w:left="808" w:right="3600" w:hanging="3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//url prefix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가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ispmobile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일겨우만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alert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를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띄움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if( url.startsWith("ispmobile://"))</w:t>
                            </w:r>
                          </w:p>
                          <w:p w14:paraId="18BF74C3" w14:textId="77777777" w:rsidR="005F7164" w:rsidRPr="00F77677" w:rsidRDefault="005F7164" w:rsidP="00F77677">
                            <w:pPr>
                              <w:pStyle w:val="af"/>
                              <w:spacing w:line="340" w:lineRule="exact"/>
                              <w:ind w:left="8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03EF10C5" w14:textId="77777777" w:rsidR="005F7164" w:rsidRPr="005119F0" w:rsidRDefault="005F7164" w:rsidP="00F77677">
                            <w:pPr>
                              <w:pStyle w:val="af"/>
                              <w:spacing w:before="4" w:line="225" w:lineRule="auto"/>
                              <w:ind w:left="1108"/>
                              <w:rPr>
                                <w:rFonts w:hint="eastAsia"/>
                                <w:color w:val="000000" w:themeColor="text1"/>
                                <w:highlight w:val="yellow"/>
                              </w:rPr>
                            </w:pPr>
                            <w:r w:rsidRPr="005119F0">
                              <w:rPr>
                                <w:color w:val="000000" w:themeColor="text1"/>
                                <w:highlight w:val="yellow"/>
                              </w:rPr>
                              <w:t>view.loadData("&lt;html&gt;&lt;body&gt;&lt;/body&gt;&lt;/html&gt;", "text/html", "euc-kr"); alertIsp.show();</w:t>
                            </w:r>
                          </w:p>
                          <w:p w14:paraId="05630453" w14:textId="37F4CC0A" w:rsidR="005F7164" w:rsidRPr="00F77677" w:rsidRDefault="005F7164" w:rsidP="00F77677">
                            <w:pPr>
                              <w:pStyle w:val="af"/>
                              <w:tabs>
                                <w:tab w:val="left" w:pos="7868"/>
                              </w:tabs>
                              <w:spacing w:line="358" w:lineRule="exact"/>
                              <w:ind w:left="11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color w:val="000000" w:themeColor="text1"/>
                                <w:spacing w:val="-4"/>
                                <w:w w:val="88"/>
                                <w:highlight w:val="yellow"/>
                              </w:rPr>
                              <w:t>r</w:t>
                            </w:r>
                            <w:r w:rsidRPr="005119F0">
                              <w:rPr>
                                <w:color w:val="000000" w:themeColor="text1"/>
                                <w:spacing w:val="-2"/>
                                <w:w w:val="99"/>
                                <w:highlight w:val="yellow"/>
                              </w:rPr>
                              <w:t>e</w:t>
                            </w:r>
                            <w:r w:rsidRPr="005119F0">
                              <w:rPr>
                                <w:color w:val="000000" w:themeColor="text1"/>
                                <w:w w:val="101"/>
                                <w:highlight w:val="yellow"/>
                              </w:rPr>
                              <w:t>t</w:t>
                            </w:r>
                            <w:r w:rsidRPr="005119F0">
                              <w:rPr>
                                <w:color w:val="000000" w:themeColor="text1"/>
                                <w:spacing w:val="-1"/>
                                <w:w w:val="93"/>
                                <w:highlight w:val="yellow"/>
                              </w:rPr>
                              <w:t>u</w:t>
                            </w:r>
                            <w:r w:rsidRPr="005119F0">
                              <w:rPr>
                                <w:color w:val="000000" w:themeColor="text1"/>
                                <w:spacing w:val="2"/>
                                <w:w w:val="93"/>
                                <w:highlight w:val="yellow"/>
                              </w:rPr>
                              <w:t>r</w:t>
                            </w:r>
                            <w:r w:rsidRPr="005119F0">
                              <w:rPr>
                                <w:color w:val="000000" w:themeColor="text1"/>
                                <w:w w:val="97"/>
                                <w:highlight w:val="yellow"/>
                              </w:rPr>
                              <w:t>n</w:t>
                            </w:r>
                            <w:r w:rsidRPr="005119F0">
                              <w:rPr>
                                <w:color w:val="000000" w:themeColor="text1"/>
                                <w:spacing w:val="17"/>
                                <w:highlight w:val="yellow"/>
                              </w:rPr>
                              <w:t xml:space="preserve"> </w:t>
                            </w:r>
                            <w:r w:rsidRPr="005119F0">
                              <w:rPr>
                                <w:color w:val="000000" w:themeColor="text1"/>
                                <w:w w:val="101"/>
                                <w:highlight w:val="yellow"/>
                              </w:rPr>
                              <w:t>t</w:t>
                            </w:r>
                            <w:r w:rsidRPr="005119F0">
                              <w:rPr>
                                <w:color w:val="000000" w:themeColor="text1"/>
                                <w:spacing w:val="-1"/>
                                <w:w w:val="88"/>
                                <w:highlight w:val="yellow"/>
                              </w:rPr>
                              <w:t>r</w:t>
                            </w:r>
                            <w:r w:rsidRPr="005119F0">
                              <w:rPr>
                                <w:color w:val="000000" w:themeColor="text1"/>
                                <w:spacing w:val="2"/>
                                <w:w w:val="97"/>
                                <w:highlight w:val="yellow"/>
                              </w:rPr>
                              <w:t>u</w:t>
                            </w:r>
                            <w:r w:rsidRPr="005119F0">
                              <w:rPr>
                                <w:color w:val="000000" w:themeColor="text1"/>
                                <w:w w:val="99"/>
                                <w:highlight w:val="yellow"/>
                              </w:rPr>
                              <w:t>e</w:t>
                            </w:r>
                          </w:p>
                          <w:p w14:paraId="42A9A4D1" w14:textId="77777777" w:rsidR="005F7164" w:rsidRPr="00F77677" w:rsidRDefault="005F7164" w:rsidP="00F77677">
                            <w:pPr>
                              <w:pStyle w:val="af"/>
                              <w:spacing w:line="330" w:lineRule="exact"/>
                              <w:ind w:left="8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0124B667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7876440A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...</w:t>
                            </w:r>
                          </w:p>
                          <w:p w14:paraId="6C1D1D6E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return true;</w:t>
                            </w:r>
                          </w:p>
                          <w:p w14:paraId="33FEFC9F" w14:textId="77777777" w:rsidR="005F7164" w:rsidRPr="00F77677" w:rsidRDefault="005F7164" w:rsidP="00F77677">
                            <w:pPr>
                              <w:pStyle w:val="af"/>
                              <w:spacing w:line="351" w:lineRule="exact"/>
                              <w:ind w:left="3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6DF24E4F" w14:textId="77777777" w:rsidR="005F7164" w:rsidRPr="00F77677" w:rsidRDefault="005F7164">
                            <w:pPr>
                              <w:ind w:left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7B694" id="Text Box 12" o:spid="_x0000_s1031" type="#_x0000_t202" style="position:absolute;margin-left:42.75pt;margin-top:.65pt;width:396.75pt;height:396pt;z-index:251697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" fillcolor="white [3201]" strokeweight=".5pt">
                <v:textbox>
                  <w:txbxContent>
                    <w:p w14:paraId="455F5441" w14:textId="77777777" w:rsidR="005F7164" w:rsidRPr="00F77677" w:rsidRDefault="005F7164" w:rsidP="00F77677">
                      <w:pPr>
                        <w:pStyle w:val="af"/>
                        <w:spacing w:before="18" w:line="225" w:lineRule="auto"/>
                        <w:ind w:left="309" w:right="3153" w:hanging="200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private class SampleWebView extends WebViewClient { @Override</w:t>
                      </w:r>
                    </w:p>
                    <w:p w14:paraId="75301E72" w14:textId="77777777" w:rsidR="005F7164" w:rsidRPr="00F77677" w:rsidRDefault="005F7164" w:rsidP="00F77677">
                      <w:pPr>
                        <w:pStyle w:val="af"/>
                        <w:spacing w:line="341" w:lineRule="exact"/>
                        <w:ind w:left="309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public boolean shouldOverrideUrlLoading(WebView view, String url) {</w:t>
                      </w:r>
                    </w:p>
                    <w:p w14:paraId="520CFDA3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...</w:t>
                      </w:r>
                    </w:p>
                    <w:p w14:paraId="576B4ABA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Uri uri = Uri.parse(url);</w:t>
                      </w:r>
                    </w:p>
                    <w:p w14:paraId="4A1EACB8" w14:textId="77777777" w:rsidR="005F7164" w:rsidRPr="00F77677" w:rsidRDefault="005F7164" w:rsidP="00F77677">
                      <w:pPr>
                        <w:pStyle w:val="af"/>
                        <w:spacing w:before="4" w:line="225" w:lineRule="auto"/>
                        <w:ind w:left="506" w:right="3153" w:firstLine="2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Intent intent = new Intent(Intent.ACTION_VIEW, uri); try{</w:t>
                      </w:r>
                    </w:p>
                    <w:p w14:paraId="15D4DEF2" w14:textId="77777777" w:rsidR="005F7164" w:rsidRPr="00F77677" w:rsidRDefault="005F7164" w:rsidP="00F77677">
                      <w:pPr>
                        <w:pStyle w:val="af"/>
                        <w:spacing w:line="341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startActivity(intent);</w:t>
                      </w:r>
                    </w:p>
                    <w:p w14:paraId="2279A410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//</w:t>
                      </w:r>
                      <w:r w:rsidRPr="00F77677">
                        <w:rPr>
                          <w:color w:val="000000" w:themeColor="text1"/>
                        </w:rPr>
                        <w:t>삼성카드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안심클릭을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위해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추가</w:t>
                      </w:r>
                    </w:p>
                    <w:p w14:paraId="2F97AB7E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if( url.startsWith("ispmobile://")) finish();</w:t>
                      </w:r>
                    </w:p>
                    <w:p w14:paraId="689AC4A8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506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1477509A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6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catch(ActivityNotFoundException e)</w:t>
                      </w:r>
                    </w:p>
                    <w:p w14:paraId="405BE92E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210D5D42" w14:textId="77777777" w:rsidR="005F7164" w:rsidRPr="00F77677" w:rsidRDefault="005F7164" w:rsidP="00F77677">
                      <w:pPr>
                        <w:pStyle w:val="af"/>
                        <w:spacing w:before="5" w:line="225" w:lineRule="auto"/>
                        <w:ind w:left="808" w:right="3600" w:hanging="3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//url prefix</w:t>
                      </w:r>
                      <w:r w:rsidRPr="00F77677">
                        <w:rPr>
                          <w:color w:val="000000" w:themeColor="text1"/>
                        </w:rPr>
                        <w:t>가</w:t>
                      </w:r>
                      <w:r w:rsidRPr="00F77677">
                        <w:rPr>
                          <w:color w:val="000000" w:themeColor="text1"/>
                        </w:rPr>
                        <w:t xml:space="preserve"> ispmobile </w:t>
                      </w:r>
                      <w:r w:rsidRPr="00F77677">
                        <w:rPr>
                          <w:color w:val="000000" w:themeColor="text1"/>
                        </w:rPr>
                        <w:t>일겨우만</w:t>
                      </w:r>
                      <w:r w:rsidRPr="00F77677">
                        <w:rPr>
                          <w:color w:val="000000" w:themeColor="text1"/>
                        </w:rPr>
                        <w:t xml:space="preserve"> alert</w:t>
                      </w:r>
                      <w:r w:rsidRPr="00F77677">
                        <w:rPr>
                          <w:color w:val="000000" w:themeColor="text1"/>
                        </w:rPr>
                        <w:t>를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띄움</w:t>
                      </w:r>
                      <w:r w:rsidRPr="00F77677">
                        <w:rPr>
                          <w:color w:val="000000" w:themeColor="text1"/>
                        </w:rPr>
                        <w:t xml:space="preserve"> if( url.startsWith("ispmobile://"))</w:t>
                      </w:r>
                    </w:p>
                    <w:p w14:paraId="18BF74C3" w14:textId="77777777" w:rsidR="005F7164" w:rsidRPr="00F77677" w:rsidRDefault="005F7164" w:rsidP="00F77677">
                      <w:pPr>
                        <w:pStyle w:val="af"/>
                        <w:spacing w:line="340" w:lineRule="exact"/>
                        <w:ind w:left="8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03EF10C5" w14:textId="77777777" w:rsidR="005F7164" w:rsidRPr="005119F0" w:rsidRDefault="005F7164" w:rsidP="00F77677">
                      <w:pPr>
                        <w:pStyle w:val="af"/>
                        <w:spacing w:before="4" w:line="225" w:lineRule="auto"/>
                        <w:ind w:left="1108"/>
                        <w:rPr>
                          <w:rFonts w:hint="eastAsia"/>
                          <w:color w:val="000000" w:themeColor="text1"/>
                          <w:highlight w:val="yellow"/>
                        </w:rPr>
                      </w:pPr>
                      <w:r w:rsidRPr="005119F0">
                        <w:rPr>
                          <w:color w:val="000000" w:themeColor="text1"/>
                          <w:highlight w:val="yellow"/>
                        </w:rPr>
                        <w:t>view.loadData("&lt;html&gt;&lt;body&gt;&lt;/body&gt;&lt;/html&gt;", "text/html", "euc-kr"); alertIsp.show();</w:t>
                      </w:r>
                    </w:p>
                    <w:p w14:paraId="05630453" w14:textId="37F4CC0A" w:rsidR="005F7164" w:rsidRPr="00F77677" w:rsidRDefault="005F7164" w:rsidP="00F77677">
                      <w:pPr>
                        <w:pStyle w:val="af"/>
                        <w:tabs>
                          <w:tab w:val="left" w:pos="7868"/>
                        </w:tabs>
                        <w:spacing w:line="358" w:lineRule="exact"/>
                        <w:ind w:left="1108"/>
                        <w:rPr>
                          <w:rFonts w:hint="eastAsia"/>
                          <w:color w:val="000000" w:themeColor="text1"/>
                        </w:rPr>
                      </w:pPr>
                      <w:r w:rsidRPr="005119F0">
                        <w:rPr>
                          <w:color w:val="000000" w:themeColor="text1"/>
                          <w:spacing w:val="-4"/>
                          <w:w w:val="88"/>
                          <w:highlight w:val="yellow"/>
                        </w:rPr>
                        <w:t>r</w:t>
                      </w:r>
                      <w:r w:rsidRPr="005119F0">
                        <w:rPr>
                          <w:color w:val="000000" w:themeColor="text1"/>
                          <w:spacing w:val="-2"/>
                          <w:w w:val="99"/>
                          <w:highlight w:val="yellow"/>
                        </w:rPr>
                        <w:t>e</w:t>
                      </w:r>
                      <w:r w:rsidRPr="005119F0">
                        <w:rPr>
                          <w:color w:val="000000" w:themeColor="text1"/>
                          <w:w w:val="101"/>
                          <w:highlight w:val="yellow"/>
                        </w:rPr>
                        <w:t>t</w:t>
                      </w:r>
                      <w:r w:rsidRPr="005119F0">
                        <w:rPr>
                          <w:color w:val="000000" w:themeColor="text1"/>
                          <w:spacing w:val="-1"/>
                          <w:w w:val="93"/>
                          <w:highlight w:val="yellow"/>
                        </w:rPr>
                        <w:t>u</w:t>
                      </w:r>
                      <w:r w:rsidRPr="005119F0">
                        <w:rPr>
                          <w:color w:val="000000" w:themeColor="text1"/>
                          <w:spacing w:val="2"/>
                          <w:w w:val="93"/>
                          <w:highlight w:val="yellow"/>
                        </w:rPr>
                        <w:t>r</w:t>
                      </w:r>
                      <w:r w:rsidRPr="005119F0">
                        <w:rPr>
                          <w:color w:val="000000" w:themeColor="text1"/>
                          <w:w w:val="97"/>
                          <w:highlight w:val="yellow"/>
                        </w:rPr>
                        <w:t>n</w:t>
                      </w:r>
                      <w:r w:rsidRPr="005119F0">
                        <w:rPr>
                          <w:color w:val="000000" w:themeColor="text1"/>
                          <w:spacing w:val="17"/>
                          <w:highlight w:val="yellow"/>
                        </w:rPr>
                        <w:t xml:space="preserve"> </w:t>
                      </w:r>
                      <w:r w:rsidRPr="005119F0">
                        <w:rPr>
                          <w:color w:val="000000" w:themeColor="text1"/>
                          <w:w w:val="101"/>
                          <w:highlight w:val="yellow"/>
                        </w:rPr>
                        <w:t>t</w:t>
                      </w:r>
                      <w:r w:rsidRPr="005119F0">
                        <w:rPr>
                          <w:color w:val="000000" w:themeColor="text1"/>
                          <w:spacing w:val="-1"/>
                          <w:w w:val="88"/>
                          <w:highlight w:val="yellow"/>
                        </w:rPr>
                        <w:t>r</w:t>
                      </w:r>
                      <w:r w:rsidRPr="005119F0">
                        <w:rPr>
                          <w:color w:val="000000" w:themeColor="text1"/>
                          <w:spacing w:val="2"/>
                          <w:w w:val="97"/>
                          <w:highlight w:val="yellow"/>
                        </w:rPr>
                        <w:t>u</w:t>
                      </w:r>
                      <w:r w:rsidRPr="005119F0">
                        <w:rPr>
                          <w:color w:val="000000" w:themeColor="text1"/>
                          <w:w w:val="99"/>
                          <w:highlight w:val="yellow"/>
                        </w:rPr>
                        <w:t>e</w:t>
                      </w:r>
                    </w:p>
                    <w:p w14:paraId="42A9A4D1" w14:textId="77777777" w:rsidR="005F7164" w:rsidRPr="00F77677" w:rsidRDefault="005F7164" w:rsidP="00F77677">
                      <w:pPr>
                        <w:pStyle w:val="af"/>
                        <w:spacing w:line="330" w:lineRule="exact"/>
                        <w:ind w:left="8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0124B667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7876440A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...</w:t>
                      </w:r>
                    </w:p>
                    <w:p w14:paraId="6C1D1D6E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return true;</w:t>
                      </w:r>
                    </w:p>
                    <w:p w14:paraId="33FEFC9F" w14:textId="77777777" w:rsidR="005F7164" w:rsidRPr="00F77677" w:rsidRDefault="005F7164" w:rsidP="00F77677">
                      <w:pPr>
                        <w:pStyle w:val="af"/>
                        <w:spacing w:line="351" w:lineRule="exact"/>
                        <w:ind w:left="309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6DF24E4F" w14:textId="77777777" w:rsidR="005F7164" w:rsidRPr="00F77677" w:rsidRDefault="005F7164">
                      <w:pPr>
                        <w:ind w:left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2DD4B9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6446B1DE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07228ABD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53311627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1D2BB76D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657FC5F1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71D988E9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41665518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0DDB5CB4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338016D8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53F931D0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19F8CE22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7908B275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5DB336FA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3F50F40E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1FAF91C2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2D777CB2" w14:textId="77777777" w:rsidR="00F77677" w:rsidRP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6222AD68" w14:textId="77777777" w:rsidR="00E7597B" w:rsidRP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7FB66D23" w14:textId="77777777" w:rsidR="00625C4B" w:rsidRDefault="00625C4B" w:rsidP="00625C4B">
      <w:pPr>
        <w:pStyle w:val="af"/>
        <w:spacing w:before="55"/>
        <w:ind w:firstLineChars="300" w:firstLine="600"/>
        <w:rPr>
          <w:rFonts w:hint="eastAsia"/>
          <w:lang w:eastAsia="ko-KR"/>
        </w:rPr>
      </w:pPr>
      <w:r>
        <w:rPr>
          <w:lang w:eastAsia="ko-KR"/>
        </w:rPr>
        <w:lastRenderedPageBreak/>
        <w:t xml:space="preserve">[ISP </w:t>
      </w:r>
      <w:r>
        <w:rPr>
          <w:lang w:eastAsia="ko-KR"/>
        </w:rPr>
        <w:t>앱스토어</w:t>
      </w:r>
      <w:r>
        <w:rPr>
          <w:lang w:eastAsia="ko-KR"/>
        </w:rPr>
        <w:t xml:space="preserve"> </w:t>
      </w:r>
      <w:r>
        <w:rPr>
          <w:lang w:eastAsia="ko-KR"/>
        </w:rPr>
        <w:t>이동처리</w:t>
      </w:r>
      <w:r>
        <w:rPr>
          <w:lang w:eastAsia="ko-KR"/>
        </w:rPr>
        <w:t xml:space="preserve"> </w:t>
      </w:r>
      <w:r>
        <w:rPr>
          <w:lang w:eastAsia="ko-KR"/>
        </w:rPr>
        <w:t>부</w:t>
      </w:r>
      <w:r>
        <w:rPr>
          <w:lang w:eastAsia="ko-KR"/>
        </w:rPr>
        <w:t>] - alertIsp</w:t>
      </w:r>
    </w:p>
    <w:p w14:paraId="5093622B" w14:textId="3AE5ABD8" w:rsidR="00625C4B" w:rsidRDefault="00625C4B" w:rsidP="005D39D1">
      <w:pPr>
        <w:pStyle w:val="ab"/>
      </w:pPr>
      <w:bookmarkStart w:id="19" w:name="_Toc33213710"/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7FE54EA" wp14:editId="66B4D131">
                <wp:simplePos x="0" y="0"/>
                <wp:positionH relativeFrom="column">
                  <wp:posOffset>466725</wp:posOffset>
                </wp:positionH>
                <wp:positionV relativeFrom="paragraph">
                  <wp:posOffset>43180</wp:posOffset>
                </wp:positionV>
                <wp:extent cx="5324475" cy="556260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556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6AD48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protected void onCreate(Bundle savedInstanceState) {</w:t>
                            </w:r>
                          </w:p>
                          <w:p w14:paraId="4C5263AB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alertIsp = new AlertDialo g.Builder(PaymentVie w.this)</w:t>
                            </w:r>
                          </w:p>
                          <w:p w14:paraId="0FC68006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.setIcon(android.R.drawable.ic_dialog_a lert)</w:t>
                            </w:r>
                          </w:p>
                          <w:p w14:paraId="4D2A250B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. 알림</w:t>
                            </w:r>
                          </w:p>
                          <w:p w14:paraId="64DC000B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. 모바일 ISP 어플리케이션이 설치되어 있지 않습니다 . n 설치를</w:t>
                            </w:r>
                          </w:p>
                          <w:p w14:paraId="66FA9929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눌러 진행 해 주십시요 n 취소를 누르면 결제가 취소 됩니다 .")</w:t>
                            </w:r>
                          </w:p>
                          <w:p w14:paraId="36D29AB4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. 설치 ", new DialogInterface.OnClickListener() {</w:t>
                            </w:r>
                          </w:p>
                          <w:p w14:paraId="4885B8F1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@Override</w:t>
                            </w:r>
                          </w:p>
                          <w:p w14:paraId="4E2BADBB" w14:textId="4D14CF50" w:rsidR="005F7164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public v oid onClick(DialogInterface dialog, int which) {</w:t>
                            </w:r>
                          </w:p>
                          <w:p w14:paraId="110E3EBA" w14:textId="77777777" w:rsidR="005F7164" w:rsidRDefault="005F7164" w:rsidP="005119F0">
                            <w:pPr>
                              <w:pStyle w:val="Default"/>
                              <w:ind w:leftChars="100"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34 / 48 Pub. Date: 2017. 09 </w:t>
                            </w:r>
                          </w:p>
                          <w:tbl>
                            <w:tblPr>
                              <w:tblW w:w="8128" w:type="dxa"/>
                              <w:tblInd w:w="20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128"/>
                            </w:tblGrid>
                            <w:tr w:rsidR="005F7164" w14:paraId="64E77E66" w14:textId="77777777" w:rsidTr="005119F0">
                              <w:trPr>
                                <w:trHeight w:val="2694"/>
                              </w:trPr>
                              <w:tc>
                                <w:tcPr>
                                  <w:tcW w:w="8128" w:type="dxa"/>
                                </w:tcPr>
                                <w:p w14:paraId="6A8926AE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//ISP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설치페이지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URL     </w:t>
                                  </w:r>
                                </w:p>
                                <w:p w14:paraId="2A9DDB7F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paymentView.loadUrl("http://mobile.vpay.co.kr/jsp/MISP/andown.jsp");</w:t>
                                  </w:r>
                                </w:p>
                                <w:p w14:paraId="04FA5B66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finish();</w:t>
                                  </w:r>
                                </w:p>
                                <w:p w14:paraId="13911DBE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}</w:t>
                                  </w:r>
                                </w:p>
                                <w:p w14:paraId="412EB2A7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})     </w:t>
                                  </w:r>
                                </w:p>
                                <w:p w14:paraId="37888616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.setNegativeButton("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취소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", new DialogInterface.OnClickListener() {</w:t>
                                  </w:r>
                                </w:p>
                                <w:p w14:paraId="0B8CD688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@Override</w:t>
                                  </w:r>
                                </w:p>
                                <w:p w14:paraId="350EDF65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public void onClick(DialogInterface dialog, int which) {     </w:t>
                                  </w:r>
                                </w:p>
                                <w:p w14:paraId="169D042E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Toast.makeText(PaymentView.this, "(-1)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결제를취소하셨습니다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." , Toast.LENGTH_SHORT).show();     </w:t>
                                  </w:r>
                                </w:p>
                                <w:p w14:paraId="20B60E10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finish();     </w:t>
                                  </w:r>
                                </w:p>
                                <w:p w14:paraId="03463BE1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}</w:t>
                                  </w:r>
                                </w:p>
                                <w:p w14:paraId="3873E5D4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}).create();     </w:t>
                                  </w:r>
                                </w:p>
                                <w:p w14:paraId="5144CD9C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...</w:t>
                                  </w:r>
                                </w:p>
                                <w:p w14:paraId="5790B11D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}</w:t>
                                  </w:r>
                                </w:p>
                              </w:tc>
                            </w:tr>
                          </w:tbl>
                          <w:p w14:paraId="32622121" w14:textId="77777777" w:rsidR="005F7164" w:rsidRPr="00625C4B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E54EA" id="Text Box 14" o:spid="_x0000_s1032" type="#_x0000_t202" style="position:absolute;left:0;text-align:left;margin-left:36.75pt;margin-top:3.4pt;width:419.25pt;height:438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" fillcolor="white [3201]" strokeweight=".5pt">
                <v:textbox>
                  <w:txbxContent>
                    <w:p w14:paraId="23A6AD48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protected void onCreate(Bundle savedInstanceState) {</w:t>
                      </w:r>
                    </w:p>
                    <w:p w14:paraId="4C5263AB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alertIsp = new AlertDialo g.Builder(PaymentVie w.this)</w:t>
                      </w:r>
                    </w:p>
                    <w:p w14:paraId="0FC68006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.setIcon(android.R.drawable.ic_dialog_a lert)</w:t>
                      </w:r>
                    </w:p>
                    <w:p w14:paraId="4D2A250B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. 알림</w:t>
                      </w:r>
                    </w:p>
                    <w:p w14:paraId="64DC000B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. 모바일 ISP 어플리케이션이 설치되어 있지 않습니다 . n 설치를</w:t>
                      </w:r>
                    </w:p>
                    <w:p w14:paraId="66FA9929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눌러 진행 해 주십시요 n 취소를 누르면 결제가 취소 됩니다 .")</w:t>
                      </w:r>
                    </w:p>
                    <w:p w14:paraId="36D29AB4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. 설치 ", new DialogInterface.OnClickListener() {</w:t>
                      </w:r>
                    </w:p>
                    <w:p w14:paraId="4885B8F1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@Override</w:t>
                      </w:r>
                    </w:p>
                    <w:p w14:paraId="4E2BADBB" w14:textId="4D14CF50" w:rsidR="005F7164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public v oid onClick(DialogInterface dialog, int which) {</w:t>
                      </w:r>
                    </w:p>
                    <w:p w14:paraId="110E3EBA" w14:textId="77777777" w:rsidR="005F7164" w:rsidRDefault="005F7164" w:rsidP="005119F0">
                      <w:pPr>
                        <w:pStyle w:val="Default"/>
                        <w:ind w:leftChars="100"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34 / 48 Pub. Date: 2017. 09 </w:t>
                      </w:r>
                    </w:p>
                    <w:tbl>
                      <w:tblPr>
                        <w:tblW w:w="8128" w:type="dxa"/>
                        <w:tblInd w:w="200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128"/>
                      </w:tblGrid>
                      <w:tr w:rsidR="005F7164" w14:paraId="64E77E66" w14:textId="77777777" w:rsidTr="005119F0">
                        <w:trPr>
                          <w:trHeight w:val="2694"/>
                        </w:trPr>
                        <w:tc>
                          <w:tcPr>
                            <w:tcW w:w="8128" w:type="dxa"/>
                          </w:tcPr>
                          <w:p w14:paraId="6A8926AE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//ISP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설치페이지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URL     </w:t>
                            </w:r>
                          </w:p>
                          <w:p w14:paraId="2A9DDB7F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paymentView.loadUrl("http://mobile.vpay.co.kr/jsp/MISP/andown.jsp");</w:t>
                            </w:r>
                          </w:p>
                          <w:p w14:paraId="04FA5B66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finish();</w:t>
                            </w:r>
                          </w:p>
                          <w:p w14:paraId="13911DBE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}</w:t>
                            </w:r>
                          </w:p>
                          <w:p w14:paraId="412EB2A7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})     </w:t>
                            </w:r>
                          </w:p>
                          <w:p w14:paraId="37888616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.setNegativeButton("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취소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", new DialogInterface.OnClickListener() {</w:t>
                            </w:r>
                          </w:p>
                          <w:p w14:paraId="0B8CD688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@Override</w:t>
                            </w:r>
                          </w:p>
                          <w:p w14:paraId="350EDF65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public void onClick(DialogInterface dialog, int which) {     </w:t>
                            </w:r>
                          </w:p>
                          <w:p w14:paraId="169D042E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Toast.makeText(PaymentView.this, "(-1)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결제를취소하셨습니다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." , Toast.LENGTH_SHORT).show();     </w:t>
                            </w:r>
                          </w:p>
                          <w:p w14:paraId="20B60E10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finish();     </w:t>
                            </w:r>
                          </w:p>
                          <w:p w14:paraId="03463BE1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}</w:t>
                            </w:r>
                          </w:p>
                          <w:p w14:paraId="3873E5D4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}).create();     </w:t>
                            </w:r>
                          </w:p>
                          <w:p w14:paraId="5144CD9C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5790B11D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}</w:t>
                            </w:r>
                          </w:p>
                        </w:tc>
                      </w:tr>
                    </w:tbl>
                    <w:p w14:paraId="32622121" w14:textId="77777777" w:rsidR="005F7164" w:rsidRPr="00625C4B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19"/>
    </w:p>
    <w:p w14:paraId="1765FECB" w14:textId="77777777" w:rsidR="00625C4B" w:rsidRDefault="00625C4B" w:rsidP="00625C4B"/>
    <w:p w14:paraId="3EEC6453" w14:textId="77777777" w:rsidR="00625C4B" w:rsidRDefault="00625C4B" w:rsidP="00625C4B"/>
    <w:p w14:paraId="48E092D0" w14:textId="72412D3D" w:rsidR="00625C4B" w:rsidRDefault="00625C4B" w:rsidP="00625C4B"/>
    <w:p w14:paraId="49716B87" w14:textId="1F370950" w:rsidR="00A860C2" w:rsidRDefault="00A860C2" w:rsidP="00625C4B"/>
    <w:p w14:paraId="2B502902" w14:textId="3D41F3E4" w:rsidR="00A860C2" w:rsidRDefault="00A860C2" w:rsidP="00625C4B"/>
    <w:p w14:paraId="6A6D07D5" w14:textId="77777777" w:rsidR="00625C4B" w:rsidRDefault="00625C4B" w:rsidP="00625C4B"/>
    <w:p w14:paraId="73D26126" w14:textId="77777777" w:rsidR="00625C4B" w:rsidRDefault="00625C4B" w:rsidP="00625C4B"/>
    <w:p w14:paraId="68E5E8C9" w14:textId="77777777" w:rsidR="00625C4B" w:rsidRDefault="00625C4B" w:rsidP="00625C4B"/>
    <w:p w14:paraId="57205C22" w14:textId="77777777" w:rsidR="00625C4B" w:rsidRDefault="00625C4B" w:rsidP="00625C4B"/>
    <w:p w14:paraId="0F7B5A86" w14:textId="77777777" w:rsidR="00625C4B" w:rsidRDefault="00625C4B" w:rsidP="00625C4B"/>
    <w:p w14:paraId="0A4C75D0" w14:textId="77777777" w:rsidR="00625C4B" w:rsidRDefault="00625C4B" w:rsidP="00625C4B"/>
    <w:p w14:paraId="325069B5" w14:textId="77777777" w:rsidR="00625C4B" w:rsidRDefault="00625C4B" w:rsidP="00625C4B"/>
    <w:p w14:paraId="51F4009F" w14:textId="77777777" w:rsidR="00625C4B" w:rsidRDefault="00625C4B" w:rsidP="00625C4B"/>
    <w:p w14:paraId="18C8B2A0" w14:textId="77777777" w:rsidR="00625C4B" w:rsidRDefault="00625C4B" w:rsidP="00625C4B"/>
    <w:p w14:paraId="667955F3" w14:textId="77777777" w:rsidR="00625C4B" w:rsidRDefault="00625C4B" w:rsidP="00625C4B"/>
    <w:p w14:paraId="57E34376" w14:textId="77777777" w:rsidR="00625C4B" w:rsidRDefault="00625C4B" w:rsidP="00625C4B"/>
    <w:p w14:paraId="449FED31" w14:textId="77777777" w:rsidR="00625C4B" w:rsidRDefault="00625C4B" w:rsidP="00625C4B"/>
    <w:p w14:paraId="465B5D26" w14:textId="77777777" w:rsidR="00625C4B" w:rsidRDefault="00625C4B" w:rsidP="00625C4B"/>
    <w:p w14:paraId="3A11474F" w14:textId="77777777" w:rsidR="00625C4B" w:rsidRDefault="00625C4B" w:rsidP="00625C4B"/>
    <w:p w14:paraId="43E966A2" w14:textId="77777777" w:rsidR="00625C4B" w:rsidRDefault="00625C4B" w:rsidP="00625C4B"/>
    <w:p w14:paraId="6C1332E2" w14:textId="77777777" w:rsidR="00625C4B" w:rsidRDefault="00625C4B" w:rsidP="00625C4B"/>
    <w:p w14:paraId="379406BB" w14:textId="77777777" w:rsidR="00625C4B" w:rsidRDefault="00625C4B" w:rsidP="00625C4B"/>
    <w:p w14:paraId="4E342817" w14:textId="53893239" w:rsidR="005D39D1" w:rsidRDefault="005D39D1" w:rsidP="005D39D1">
      <w:pPr>
        <w:rPr>
          <w:rFonts w:asciiTheme="minorHAnsi" w:hAnsiTheme="minorHAnsi" w:cstheme="minorBidi"/>
          <w:szCs w:val="24"/>
        </w:rPr>
      </w:pPr>
    </w:p>
    <w:p w14:paraId="51589C08" w14:textId="4F66CB40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3590491E" w14:textId="7B51C8D4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0B92716B" w14:textId="0C15C7DA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3AA0AF97" w14:textId="417D12F1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764C6E48" w14:textId="77777777" w:rsidR="00A860C2" w:rsidRPr="005D39D1" w:rsidRDefault="00A860C2" w:rsidP="005D39D1"/>
    <w:p w14:paraId="0FBCAE25" w14:textId="77777777" w:rsidR="005D39D1" w:rsidRDefault="005D39D1" w:rsidP="005D39D1"/>
    <w:p w14:paraId="466179DB" w14:textId="77777777" w:rsidR="005119F0" w:rsidRDefault="005119F0" w:rsidP="005D39D1"/>
    <w:p w14:paraId="248C9F47" w14:textId="77777777" w:rsidR="005119F0" w:rsidRDefault="005119F0" w:rsidP="005D39D1"/>
    <w:p w14:paraId="41C71CAB" w14:textId="77777777" w:rsidR="005119F0" w:rsidRDefault="005119F0" w:rsidP="005D39D1"/>
    <w:p w14:paraId="6E0C139D" w14:textId="42EFCF93" w:rsidR="005119F0" w:rsidRDefault="005119F0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mobileISP 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단말기에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기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설치되어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, mobileISP 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정상구동</w:t>
      </w:r>
      <w:r>
        <w:rPr>
          <w:rFonts w:hint="eastAsia"/>
          <w:lang w:eastAsia="ko-KR"/>
        </w:rPr>
        <w:t xml:space="preserve">  </w:t>
      </w:r>
    </w:p>
    <w:p w14:paraId="34D55A8D" w14:textId="6742D28D" w:rsidR="005119F0" w:rsidRDefault="005119F0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mobileISP 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단말기에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미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설치되어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,  </w:t>
      </w:r>
      <w:r>
        <w:rPr>
          <w:rFonts w:hint="eastAsia"/>
          <w:lang w:eastAsia="ko-KR"/>
        </w:rPr>
        <w:t>설치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후</w:t>
      </w:r>
      <w:r>
        <w:rPr>
          <w:rFonts w:hint="eastAsia"/>
          <w:lang w:eastAsia="ko-KR"/>
        </w:rPr>
        <w:t xml:space="preserve">,  </w:t>
      </w:r>
      <w:r w:rsidR="00E01ECB">
        <w:rPr>
          <w:lang w:eastAsia="ko-KR"/>
        </w:rPr>
        <w:t>WAYUP</w:t>
      </w:r>
      <w:r w:rsidR="00E75E17"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띄워주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시면</w:t>
      </w:r>
      <w:r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앞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페이지의</w:t>
      </w:r>
      <w:r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>예시</w:t>
      </w:r>
      <w:r>
        <w:rPr>
          <w:rFonts w:hint="eastAsia"/>
          <w:lang w:eastAsia="ko-KR"/>
        </w:rPr>
        <w:t xml:space="preserve">[shouldOverrideUrlLoading   </w:t>
      </w:r>
      <w:r>
        <w:rPr>
          <w:rFonts w:hint="eastAsia"/>
          <w:lang w:eastAsia="ko-KR"/>
        </w:rPr>
        <w:t>부</w:t>
      </w:r>
      <w:r>
        <w:rPr>
          <w:rFonts w:hint="eastAsia"/>
          <w:lang w:eastAsia="ko-KR"/>
        </w:rPr>
        <w:t xml:space="preserve">]  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  </w:t>
      </w:r>
      <w:r w:rsidRPr="005119F0">
        <w:rPr>
          <w:rFonts w:hint="eastAsia"/>
          <w:highlight w:val="yellow"/>
          <w:lang w:eastAsia="ko-KR"/>
        </w:rPr>
        <w:t>음영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>대하여</w:t>
      </w:r>
      <w:r>
        <w:rPr>
          <w:rFonts w:hint="eastAsia"/>
          <w:lang w:eastAsia="ko-KR"/>
        </w:rPr>
        <w:t xml:space="preserve">   true  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false 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설정하는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참고하십시요</w:t>
      </w:r>
      <w:r>
        <w:rPr>
          <w:rFonts w:hint="eastAsia"/>
          <w:lang w:eastAsia="ko-KR"/>
        </w:rPr>
        <w:t>.</w:t>
      </w:r>
    </w:p>
    <w:tbl>
      <w:tblPr>
        <w:tblStyle w:val="TableNormal"/>
        <w:tblW w:w="8618" w:type="dxa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2552"/>
        <w:gridCol w:w="2698"/>
        <w:gridCol w:w="1810"/>
      </w:tblGrid>
      <w:tr w:rsidR="005119F0" w14:paraId="6CF6F140" w14:textId="77777777" w:rsidTr="006D3914">
        <w:trPr>
          <w:trHeight w:val="401"/>
        </w:trPr>
        <w:tc>
          <w:tcPr>
            <w:tcW w:w="1558" w:type="dxa"/>
            <w:shd w:val="clear" w:color="auto" w:fill="B6DDE8"/>
          </w:tcPr>
          <w:p w14:paraId="5F9E6122" w14:textId="77777777" w:rsidR="005119F0" w:rsidRPr="005119F0" w:rsidRDefault="005119F0" w:rsidP="005119F0">
            <w:pPr>
              <w:pStyle w:val="TableParagraph"/>
              <w:ind w:right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/>
                <w:sz w:val="18"/>
                <w:szCs w:val="18"/>
              </w:rPr>
              <w:t>apprun_check</w:t>
            </w:r>
          </w:p>
        </w:tc>
        <w:tc>
          <w:tcPr>
            <w:tcW w:w="2552" w:type="dxa"/>
            <w:shd w:val="clear" w:color="auto" w:fill="B6DDE8"/>
          </w:tcPr>
          <w:p w14:paraId="7EAC6C3B" w14:textId="77777777" w:rsidR="005119F0" w:rsidRPr="005119F0" w:rsidRDefault="005119F0" w:rsidP="005119F0">
            <w:pPr>
              <w:pStyle w:val="TableParagraph"/>
              <w:ind w:right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</w:rPr>
              <w:t>작동방식</w:t>
            </w:r>
          </w:p>
        </w:tc>
        <w:tc>
          <w:tcPr>
            <w:tcW w:w="2698" w:type="dxa"/>
            <w:tcBorders>
              <w:right w:val="double" w:sz="1" w:space="0" w:color="000000"/>
            </w:tcBorders>
            <w:shd w:val="clear" w:color="auto" w:fill="B6DDE8"/>
          </w:tcPr>
          <w:p w14:paraId="04A54B58" w14:textId="2E2AAB08" w:rsidR="005119F0" w:rsidRPr="005119F0" w:rsidRDefault="005119F0" w:rsidP="005119F0">
            <w:pPr>
              <w:pStyle w:val="TableParagraph"/>
              <w:spacing w:before="11" w:line="196" w:lineRule="auto"/>
              <w:ind w:right="200"/>
              <w:rPr>
                <w:rFonts w:asciiTheme="majorEastAsia" w:eastAsiaTheme="majorEastAsia" w:hAnsiTheme="majorEastAsia"/>
                <w:sz w:val="18"/>
                <w:szCs w:val="18"/>
                <w:lang w:eastAsia="ko-KR"/>
              </w:rPr>
            </w:pP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앱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미설치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시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,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앱스토어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이동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spacing w:val="-8"/>
                <w:w w:val="105"/>
                <w:sz w:val="18"/>
                <w:szCs w:val="18"/>
                <w:lang w:eastAsia="ko-KR"/>
              </w:rPr>
              <w:t>후</w:t>
            </w:r>
            <w:r w:rsidRPr="005119F0">
              <w:rPr>
                <w:rFonts w:asciiTheme="majorEastAsia" w:eastAsiaTheme="majorEastAsia" w:hAnsiTheme="majorEastAsia" w:hint="eastAsia"/>
                <w:spacing w:val="-8"/>
                <w:w w:val="105"/>
                <w:sz w:val="18"/>
                <w:szCs w:val="18"/>
                <w:lang w:eastAsia="ko-KR"/>
              </w:rPr>
              <w:t>,</w:t>
            </w: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  <w:lang w:eastAsia="ko-KR"/>
              </w:rPr>
              <w:t>결제페이지</w:t>
            </w:r>
          </w:p>
        </w:tc>
        <w:tc>
          <w:tcPr>
            <w:tcW w:w="1810" w:type="dxa"/>
            <w:tcBorders>
              <w:left w:val="double" w:sz="1" w:space="0" w:color="000000"/>
            </w:tcBorders>
            <w:shd w:val="clear" w:color="auto" w:fill="B6DDE8"/>
          </w:tcPr>
          <w:p w14:paraId="54481914" w14:textId="5733DA7B" w:rsidR="005119F0" w:rsidRPr="005119F0" w:rsidRDefault="006D3914" w:rsidP="006D3914">
            <w:pPr>
              <w:pStyle w:val="TableParagraph"/>
              <w:spacing w:before="184" w:line="196" w:lineRule="auto"/>
              <w:rPr>
                <w:rFonts w:asciiTheme="majorEastAsia" w:eastAsiaTheme="majorEastAsia" w:hAnsiTheme="majorEastAsia"/>
                <w:sz w:val="18"/>
                <w:szCs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lang w:eastAsia="ko-KR"/>
              </w:rPr>
              <w:t>t/f</w:t>
            </w:r>
          </w:p>
        </w:tc>
      </w:tr>
      <w:tr w:rsidR="005119F0" w14:paraId="37647306" w14:textId="77777777" w:rsidTr="006D3914">
        <w:trPr>
          <w:trHeight w:val="593"/>
        </w:trPr>
        <w:tc>
          <w:tcPr>
            <w:tcW w:w="1558" w:type="dxa"/>
          </w:tcPr>
          <w:p w14:paraId="58920E0C" w14:textId="77777777" w:rsidR="005119F0" w:rsidRPr="005119F0" w:rsidRDefault="005119F0" w:rsidP="005119F0">
            <w:pPr>
              <w:pStyle w:val="TableParagraph"/>
              <w:spacing w:before="13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/>
                <w:w w:val="109"/>
                <w:sz w:val="18"/>
                <w:szCs w:val="18"/>
              </w:rPr>
              <w:t>Y</w:t>
            </w:r>
          </w:p>
        </w:tc>
        <w:tc>
          <w:tcPr>
            <w:tcW w:w="2552" w:type="dxa"/>
          </w:tcPr>
          <w:p w14:paraId="7631CE7A" w14:textId="77777777" w:rsidR="005119F0" w:rsidRPr="005119F0" w:rsidRDefault="005119F0" w:rsidP="005119F0">
            <w:pPr>
              <w:pStyle w:val="TableParagraph"/>
              <w:spacing w:line="345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</w:rPr>
              <w:t xml:space="preserve">ISP,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</w:rPr>
              <w:t>계좌이체앱</w:t>
            </w:r>
          </w:p>
          <w:p w14:paraId="6FCB22A4" w14:textId="77777777" w:rsidR="005119F0" w:rsidRPr="005119F0" w:rsidRDefault="005119F0" w:rsidP="005119F0">
            <w:pPr>
              <w:pStyle w:val="TableParagraph"/>
              <w:spacing w:line="328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</w:rPr>
              <w:t xml:space="preserve">- intent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</w:rPr>
              <w:t>작동</w:t>
            </w:r>
          </w:p>
        </w:tc>
        <w:tc>
          <w:tcPr>
            <w:tcW w:w="2698" w:type="dxa"/>
            <w:tcBorders>
              <w:right w:val="double" w:sz="1" w:space="0" w:color="000000"/>
            </w:tcBorders>
          </w:tcPr>
          <w:p w14:paraId="5EFCE563" w14:textId="77777777" w:rsidR="005119F0" w:rsidRPr="005119F0" w:rsidRDefault="005119F0" w:rsidP="005119F0">
            <w:pPr>
              <w:pStyle w:val="TableParagraph"/>
              <w:spacing w:before="13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</w:rPr>
              <w:t>상태</w:t>
            </w:r>
            <w:r w:rsidRPr="005119F0">
              <w:rPr>
                <w:rFonts w:asciiTheme="majorEastAsia" w:eastAsiaTheme="majorEastAsia" w:hAnsiTheme="majorEastAsia" w:hint="eastAsia"/>
                <w:w w:val="110"/>
                <w:sz w:val="18"/>
                <w:szCs w:val="18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</w:rPr>
              <w:t>유지</w:t>
            </w:r>
          </w:p>
        </w:tc>
        <w:tc>
          <w:tcPr>
            <w:tcW w:w="1810" w:type="dxa"/>
            <w:tcBorders>
              <w:left w:val="double" w:sz="1" w:space="0" w:color="000000"/>
            </w:tcBorders>
          </w:tcPr>
          <w:p w14:paraId="26F8F1E4" w14:textId="77777777" w:rsidR="005119F0" w:rsidRPr="005119F0" w:rsidRDefault="005119F0" w:rsidP="005119F0">
            <w:pPr>
              <w:pStyle w:val="TableParagraph"/>
              <w:spacing w:before="13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/>
                <w:sz w:val="18"/>
                <w:szCs w:val="18"/>
              </w:rPr>
              <w:t>true</w:t>
            </w:r>
          </w:p>
        </w:tc>
      </w:tr>
      <w:tr w:rsidR="005119F0" w14:paraId="3A989FE2" w14:textId="77777777" w:rsidTr="006D3914">
        <w:trPr>
          <w:trHeight w:val="690"/>
        </w:trPr>
        <w:tc>
          <w:tcPr>
            <w:tcW w:w="1558" w:type="dxa"/>
          </w:tcPr>
          <w:p w14:paraId="239D73B0" w14:textId="77777777" w:rsidR="005119F0" w:rsidRPr="005119F0" w:rsidRDefault="005119F0" w:rsidP="005119F0">
            <w:pPr>
              <w:pStyle w:val="TableParagraph"/>
              <w:spacing w:before="131"/>
              <w:ind w:right="200"/>
              <w:rPr>
                <w:rFonts w:ascii="Noto Sans CJK JP Medium" w:eastAsia="Noto Sans CJK JP Medium"/>
                <w:sz w:val="18"/>
                <w:szCs w:val="18"/>
              </w:rPr>
            </w:pPr>
            <w:r w:rsidRPr="005119F0">
              <w:rPr>
                <w:rFonts w:ascii="Noto Sans CJK JP Medium" w:eastAsia="Noto Sans CJK JP Medium" w:hint="eastAsia"/>
                <w:w w:val="105"/>
                <w:sz w:val="18"/>
                <w:szCs w:val="18"/>
              </w:rPr>
              <w:t xml:space="preserve">N or </w:t>
            </w:r>
            <w:r w:rsidRPr="005119F0">
              <w:rPr>
                <w:rFonts w:ascii="굴림" w:eastAsia="굴림" w:hAnsi="굴림" w:cs="굴림" w:hint="eastAsia"/>
                <w:w w:val="105"/>
                <w:sz w:val="18"/>
                <w:szCs w:val="18"/>
              </w:rPr>
              <w:t>미설정</w:t>
            </w:r>
          </w:p>
        </w:tc>
        <w:tc>
          <w:tcPr>
            <w:tcW w:w="2552" w:type="dxa"/>
          </w:tcPr>
          <w:p w14:paraId="6A6BFDDA" w14:textId="77777777" w:rsidR="005119F0" w:rsidRPr="005119F0" w:rsidRDefault="005119F0" w:rsidP="005119F0">
            <w:pPr>
              <w:pStyle w:val="TableParagraph"/>
              <w:spacing w:line="343" w:lineRule="exact"/>
              <w:ind w:right="200"/>
              <w:rPr>
                <w:rFonts w:ascii="Noto Sans CJK JP Medium" w:eastAsia="Noto Sans CJK JP Medium"/>
                <w:sz w:val="18"/>
                <w:szCs w:val="18"/>
              </w:rPr>
            </w:pPr>
            <w:r w:rsidRPr="005119F0">
              <w:rPr>
                <w:rFonts w:ascii="Noto Sans CJK JP Medium" w:eastAsia="Noto Sans CJK JP Medium" w:hint="eastAsia"/>
                <w:w w:val="105"/>
                <w:sz w:val="18"/>
                <w:szCs w:val="18"/>
              </w:rPr>
              <w:t xml:space="preserve">ISP, </w:t>
            </w:r>
            <w:r w:rsidRPr="005119F0">
              <w:rPr>
                <w:rFonts w:ascii="굴림" w:eastAsia="굴림" w:hAnsi="굴림" w:cs="굴림" w:hint="eastAsia"/>
                <w:w w:val="105"/>
                <w:sz w:val="18"/>
                <w:szCs w:val="18"/>
              </w:rPr>
              <w:t>계좌이체앱</w:t>
            </w:r>
          </w:p>
          <w:p w14:paraId="4BF68902" w14:textId="77777777" w:rsidR="005119F0" w:rsidRPr="005119F0" w:rsidRDefault="005119F0" w:rsidP="005119F0">
            <w:pPr>
              <w:pStyle w:val="TableParagraph"/>
              <w:spacing w:line="328" w:lineRule="exact"/>
              <w:ind w:right="200"/>
              <w:rPr>
                <w:rFonts w:ascii="Noto Sans CJK JP Medium" w:eastAsia="Noto Sans CJK JP Medium" w:hAnsi="Noto Sans CJK JP Medium"/>
                <w:sz w:val="18"/>
                <w:szCs w:val="18"/>
              </w:rPr>
            </w:pPr>
            <w:r w:rsidRPr="005119F0">
              <w:rPr>
                <w:rFonts w:ascii="Noto Sans CJK JP Medium" w:eastAsia="Noto Sans CJK JP Medium" w:hAnsi="Noto Sans CJK JP Medium" w:hint="eastAsia"/>
                <w:sz w:val="18"/>
                <w:szCs w:val="18"/>
              </w:rPr>
              <w:t xml:space="preserve">– appScheme </w:t>
            </w:r>
            <w:r w:rsidRPr="005119F0">
              <w:rPr>
                <w:rFonts w:ascii="굴림" w:eastAsia="굴림" w:hAnsi="굴림" w:cs="굴림" w:hint="eastAsia"/>
                <w:sz w:val="18"/>
                <w:szCs w:val="18"/>
              </w:rPr>
              <w:t>작동</w:t>
            </w:r>
          </w:p>
        </w:tc>
        <w:tc>
          <w:tcPr>
            <w:tcW w:w="2698" w:type="dxa"/>
            <w:tcBorders>
              <w:right w:val="double" w:sz="1" w:space="0" w:color="000000"/>
            </w:tcBorders>
          </w:tcPr>
          <w:p w14:paraId="4BF2F262" w14:textId="22C3FC91" w:rsidR="005119F0" w:rsidRPr="005119F0" w:rsidRDefault="005119F0" w:rsidP="005119F0">
            <w:pPr>
              <w:pStyle w:val="TableParagraph"/>
              <w:spacing w:line="343" w:lineRule="exact"/>
              <w:ind w:right="200"/>
              <w:rPr>
                <w:rFonts w:ascii="Noto Sans CJK JP Medium" w:eastAsia="Noto Sans CJK JP Medium"/>
                <w:sz w:val="18"/>
                <w:szCs w:val="18"/>
                <w:lang w:eastAsia="ko-KR"/>
              </w:rPr>
            </w:pPr>
            <w:r w:rsidRPr="005119F0">
              <w:rPr>
                <w:rFonts w:ascii="굴림" w:eastAsia="굴림" w:hAnsi="굴림" w:cs="굴림" w:hint="eastAsia"/>
                <w:w w:val="110"/>
                <w:sz w:val="18"/>
                <w:szCs w:val="18"/>
                <w:lang w:eastAsia="ko-KR"/>
              </w:rPr>
              <w:t>하기</w:t>
            </w:r>
            <w:r w:rsidRPr="005119F0">
              <w:rPr>
                <w:rFonts w:ascii="Noto Sans CJK JP Medium" w:eastAsia="Noto Sans CJK JP Medium" w:hint="eastAsia"/>
                <w:w w:val="110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="굴림" w:eastAsia="굴림" w:hAnsi="굴림" w:cs="굴림" w:hint="eastAsia"/>
                <w:w w:val="110"/>
                <w:sz w:val="18"/>
                <w:szCs w:val="18"/>
                <w:lang w:eastAsia="ko-KR"/>
              </w:rPr>
              <w:t>그림과</w:t>
            </w:r>
            <w:r w:rsidRPr="005119F0">
              <w:rPr>
                <w:rFonts w:ascii="Noto Sans CJK JP Medium" w:eastAsia="Noto Sans CJK JP Medium" w:hint="eastAsia"/>
                <w:w w:val="110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="굴림" w:eastAsia="굴림" w:hAnsi="굴림" w:cs="굴림" w:hint="eastAsia"/>
                <w:w w:val="110"/>
                <w:sz w:val="18"/>
                <w:szCs w:val="18"/>
                <w:lang w:eastAsia="ko-KR"/>
              </w:rPr>
              <w:t>같이</w:t>
            </w:r>
          </w:p>
          <w:p w14:paraId="42497F94" w14:textId="77777777" w:rsidR="005119F0" w:rsidRPr="005119F0" w:rsidRDefault="005119F0" w:rsidP="005119F0">
            <w:pPr>
              <w:pStyle w:val="TableParagraph"/>
              <w:spacing w:line="328" w:lineRule="exact"/>
              <w:ind w:right="200"/>
              <w:rPr>
                <w:rFonts w:ascii="Noto Sans CJK JP Medium" w:eastAsia="Noto Sans CJK JP Medium"/>
                <w:sz w:val="18"/>
                <w:szCs w:val="18"/>
                <w:lang w:eastAsia="ko-KR"/>
              </w:rPr>
            </w:pPr>
            <w:r w:rsidRPr="005119F0">
              <w:rPr>
                <w:rFonts w:ascii="Noto Sans CJK JP Medium" w:eastAsia="Noto Sans CJK JP Medium" w:hint="eastAsia"/>
                <w:sz w:val="18"/>
                <w:szCs w:val="18"/>
                <w:lang w:eastAsia="ko-KR"/>
              </w:rPr>
              <w:t xml:space="preserve">Display </w:t>
            </w:r>
            <w:r w:rsidRPr="005119F0">
              <w:rPr>
                <w:rFonts w:ascii="굴림" w:eastAsia="굴림" w:hAnsi="굴림" w:cs="굴림" w:hint="eastAsia"/>
                <w:sz w:val="18"/>
                <w:szCs w:val="18"/>
                <w:lang w:eastAsia="ko-KR"/>
              </w:rPr>
              <w:t>됨</w:t>
            </w:r>
          </w:p>
        </w:tc>
        <w:tc>
          <w:tcPr>
            <w:tcW w:w="1810" w:type="dxa"/>
            <w:tcBorders>
              <w:left w:val="double" w:sz="1" w:space="0" w:color="000000"/>
            </w:tcBorders>
          </w:tcPr>
          <w:p w14:paraId="18B032C6" w14:textId="77777777" w:rsidR="005119F0" w:rsidRPr="005119F0" w:rsidRDefault="005119F0" w:rsidP="005119F0">
            <w:pPr>
              <w:pStyle w:val="TableParagraph"/>
              <w:spacing w:before="131"/>
              <w:rPr>
                <w:rFonts w:ascii="Noto Sans CJK JP Medium"/>
                <w:sz w:val="18"/>
                <w:szCs w:val="18"/>
              </w:rPr>
            </w:pPr>
            <w:r w:rsidRPr="005119F0">
              <w:rPr>
                <w:rFonts w:ascii="Noto Sans CJK JP Medium"/>
                <w:sz w:val="18"/>
                <w:szCs w:val="18"/>
              </w:rPr>
              <w:t>false</w:t>
            </w:r>
          </w:p>
        </w:tc>
      </w:tr>
    </w:tbl>
    <w:p w14:paraId="77FFAD6F" w14:textId="1BD35E54" w:rsidR="005119F0" w:rsidRPr="005119F0" w:rsidRDefault="005119F0" w:rsidP="0079786A">
      <w:pPr>
        <w:pStyle w:val="a5"/>
        <w:numPr>
          <w:ilvl w:val="0"/>
          <w:numId w:val="20"/>
        </w:numPr>
        <w:ind w:leftChars="0"/>
      </w:pPr>
      <w:r w:rsidRPr="005119F0">
        <w:rPr>
          <w:rStyle w:val="Char3"/>
          <w:rFonts w:hint="eastAsia"/>
          <w:lang w:eastAsia="ko-KR"/>
        </w:rPr>
        <w:lastRenderedPageBreak/>
        <w:t xml:space="preserve">shouldOverrideUrlLoading  </w:t>
      </w:r>
      <w:r w:rsidRPr="005119F0">
        <w:rPr>
          <w:rStyle w:val="Char3"/>
          <w:rFonts w:hint="eastAsia"/>
          <w:lang w:eastAsia="ko-KR"/>
        </w:rPr>
        <w:t>부</w:t>
      </w:r>
      <w:r w:rsidRPr="005119F0">
        <w:rPr>
          <w:rStyle w:val="Char3"/>
          <w:rFonts w:hint="eastAsia"/>
          <w:lang w:eastAsia="ko-KR"/>
        </w:rPr>
        <w:t xml:space="preserve">]  </w:t>
      </w:r>
      <w:r w:rsidRPr="005119F0">
        <w:rPr>
          <w:rStyle w:val="Char3"/>
          <w:rFonts w:hint="eastAsia"/>
          <w:lang w:eastAsia="ko-KR"/>
        </w:rPr>
        <w:t>의</w:t>
      </w:r>
      <w:r w:rsidRPr="005119F0">
        <w:rPr>
          <w:rStyle w:val="Char3"/>
          <w:rFonts w:hint="eastAsia"/>
          <w:lang w:eastAsia="ko-KR"/>
        </w:rPr>
        <w:t xml:space="preserve">  </w:t>
      </w:r>
      <w:r w:rsidR="00E75E17" w:rsidRPr="00E75E17">
        <w:rPr>
          <w:rStyle w:val="Char3"/>
          <w:rFonts w:hint="eastAsia"/>
          <w:highlight w:val="yellow"/>
          <w:lang w:eastAsia="ko-KR"/>
        </w:rPr>
        <w:t>음영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을</w:t>
      </w:r>
      <w:r w:rsidRPr="005119F0">
        <w:rPr>
          <w:rStyle w:val="Char3"/>
          <w:rFonts w:hint="eastAsia"/>
          <w:lang w:eastAsia="ko-KR"/>
        </w:rPr>
        <w:t xml:space="preserve">  true  </w:t>
      </w:r>
      <w:r w:rsidRPr="005119F0">
        <w:rPr>
          <w:rStyle w:val="Char3"/>
          <w:rFonts w:hint="eastAsia"/>
          <w:lang w:eastAsia="ko-KR"/>
        </w:rPr>
        <w:t>로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할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경우</w:t>
      </w:r>
      <w:r w:rsidRPr="005119F0">
        <w:rPr>
          <w:rStyle w:val="Char3"/>
          <w:rFonts w:hint="eastAsia"/>
          <w:lang w:eastAsia="ko-KR"/>
        </w:rPr>
        <w:t xml:space="preserve">,  </w:t>
      </w:r>
      <w:r w:rsidR="00E01ECB">
        <w:rPr>
          <w:rStyle w:val="Char3"/>
          <w:lang w:eastAsia="ko-KR"/>
        </w:rPr>
        <w:t>WAYUP</w:t>
      </w:r>
      <w:r w:rsidR="00E75E17">
        <w:rPr>
          <w:rStyle w:val="Char3"/>
          <w:rFonts w:hint="eastAsia"/>
          <w:lang w:eastAsia="ko-KR"/>
        </w:rPr>
        <w:t>를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띄운</w:t>
      </w:r>
      <w:r w:rsidRPr="005119F0">
        <w:rPr>
          <w:rStyle w:val="Char3"/>
          <w:rFonts w:hint="eastAsia"/>
          <w:lang w:eastAsia="ko-KR"/>
        </w:rPr>
        <w:t xml:space="preserve"> WebView </w:t>
      </w:r>
      <w:r w:rsidRPr="005119F0">
        <w:rPr>
          <w:rStyle w:val="Char3"/>
          <w:rFonts w:hint="eastAsia"/>
          <w:lang w:eastAsia="ko-KR"/>
        </w:rPr>
        <w:t>는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사라집니다</w:t>
      </w:r>
      <w:r w:rsidRPr="005119F0">
        <w:rPr>
          <w:rStyle w:val="Char3"/>
          <w:rFonts w:hint="eastAsia"/>
          <w:lang w:eastAsia="ko-KR"/>
        </w:rPr>
        <w:t xml:space="preserve">. </w:t>
      </w:r>
      <w:r w:rsidRPr="005119F0">
        <w:rPr>
          <w:rStyle w:val="Char3"/>
          <w:rFonts w:hint="eastAsia"/>
          <w:lang w:eastAsia="ko-KR"/>
        </w:rPr>
        <w:t>따라서</w:t>
      </w:r>
      <w:r w:rsidRPr="005119F0">
        <w:rPr>
          <w:rStyle w:val="Char3"/>
          <w:rFonts w:hint="eastAsia"/>
          <w:lang w:eastAsia="ko-KR"/>
        </w:rPr>
        <w:t xml:space="preserve">, app Scheme </w:t>
      </w:r>
      <w:r w:rsidRPr="005119F0">
        <w:rPr>
          <w:rStyle w:val="Char3"/>
          <w:rFonts w:hint="eastAsia"/>
          <w:lang w:eastAsia="ko-KR"/>
        </w:rPr>
        <w:t>형태로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결제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앱을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호출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할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경우에는</w:t>
      </w:r>
      <w:r w:rsidRPr="005119F0">
        <w:rPr>
          <w:rStyle w:val="Char3"/>
          <w:rFonts w:hint="eastAsia"/>
          <w:lang w:eastAsia="ko-KR"/>
        </w:rPr>
        <w:t xml:space="preserve"> </w:t>
      </w:r>
      <w:r>
        <w:rPr>
          <w:rStyle w:val="Char3"/>
          <w:rFonts w:hint="eastAsia"/>
          <w:lang w:eastAsia="ko-KR"/>
        </w:rPr>
        <w:t>아래와</w:t>
      </w:r>
      <w:r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같이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오류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페이지가</w:t>
      </w:r>
      <w:r w:rsidRPr="005119F0">
        <w:rPr>
          <w:rStyle w:val="Char3"/>
          <w:rFonts w:hint="eastAsia"/>
          <w:lang w:eastAsia="ko-KR"/>
        </w:rPr>
        <w:t xml:space="preserve"> Display </w:t>
      </w:r>
      <w:r w:rsidRPr="005119F0">
        <w:rPr>
          <w:rStyle w:val="Char3"/>
          <w:rFonts w:hint="eastAsia"/>
          <w:lang w:eastAsia="ko-KR"/>
        </w:rPr>
        <w:t>되기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때문에</w:t>
      </w:r>
      <w:r w:rsidRPr="005119F0">
        <w:rPr>
          <w:rStyle w:val="Char3"/>
          <w:rFonts w:hint="eastAsia"/>
          <w:lang w:eastAsia="ko-KR"/>
        </w:rPr>
        <w:t xml:space="preserve">, WebView </w:t>
      </w:r>
      <w:r w:rsidRPr="005119F0">
        <w:rPr>
          <w:rStyle w:val="Char3"/>
          <w:rFonts w:hint="eastAsia"/>
          <w:lang w:eastAsia="ko-KR"/>
        </w:rPr>
        <w:t>를</w:t>
      </w:r>
      <w:r w:rsidRPr="005119F0">
        <w:rPr>
          <w:rStyle w:val="Char3"/>
          <w:rFonts w:hint="eastAsia"/>
          <w:lang w:eastAsia="ko-KR"/>
        </w:rPr>
        <w:t xml:space="preserve"> remove </w:t>
      </w:r>
      <w:r w:rsidRPr="005119F0">
        <w:rPr>
          <w:rStyle w:val="Char3"/>
          <w:rFonts w:hint="eastAsia"/>
          <w:lang w:eastAsia="ko-KR"/>
        </w:rPr>
        <w:t>하는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것이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좋습니</w:t>
      </w:r>
      <w:r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다</w:t>
      </w:r>
      <w:r w:rsidRPr="005119F0">
        <w:rPr>
          <w:rFonts w:hint="eastAsia"/>
        </w:rPr>
        <w:t>.</w:t>
      </w:r>
    </w:p>
    <w:p w14:paraId="5A19EF0E" w14:textId="77777777" w:rsidR="005119F0" w:rsidRDefault="005119F0" w:rsidP="005D39D1"/>
    <w:p w14:paraId="26AD6FD7" w14:textId="0F48C1ED" w:rsidR="005119F0" w:rsidRDefault="007F7D0A" w:rsidP="007F7D0A">
      <w:pPr>
        <w:jc w:val="center"/>
      </w:pPr>
      <w:r>
        <w:rPr>
          <w:noProof/>
        </w:rPr>
        <w:drawing>
          <wp:inline distT="0" distB="0" distL="0" distR="0" wp14:anchorId="13030FB6" wp14:editId="72E87203">
            <wp:extent cx="2133600" cy="2133600"/>
            <wp:effectExtent l="0" t="0" r="0" b="0"/>
            <wp:docPr id="15" name="그림 15" descr="Image result for ispmobile://TID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ispmobile://TID=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84FF6" w14:textId="77777777" w:rsidR="005119F0" w:rsidRDefault="005119F0" w:rsidP="005D39D1"/>
    <w:p w14:paraId="62108DCC" w14:textId="0DF6279B" w:rsidR="005119F0" w:rsidRPr="0049104D" w:rsidRDefault="0049104D" w:rsidP="0079786A">
      <w:pPr>
        <w:pStyle w:val="a5"/>
        <w:numPr>
          <w:ilvl w:val="0"/>
          <w:numId w:val="20"/>
        </w:numPr>
        <w:ind w:leftChars="0"/>
      </w:pPr>
      <w:r>
        <w:rPr>
          <w:rFonts w:hint="eastAsia"/>
        </w:rPr>
        <w:t xml:space="preserve">[shouldOverrideUrlLoading  </w:t>
      </w:r>
      <w:r>
        <w:rPr>
          <w:rFonts w:hint="eastAsia"/>
        </w:rPr>
        <w:t>부</w:t>
      </w:r>
      <w:r>
        <w:rPr>
          <w:rFonts w:hint="eastAsia"/>
        </w:rPr>
        <w:t xml:space="preserve">]  </w:t>
      </w:r>
      <w:r>
        <w:rPr>
          <w:rFonts w:hint="eastAsia"/>
        </w:rPr>
        <w:t>의</w:t>
      </w:r>
      <w:r>
        <w:rPr>
          <w:rFonts w:hint="eastAsia"/>
        </w:rPr>
        <w:t xml:space="preserve">  </w:t>
      </w:r>
      <w:r w:rsidRPr="0049104D">
        <w:rPr>
          <w:rFonts w:hint="eastAsia"/>
          <w:highlight w:val="yellow"/>
        </w:rPr>
        <w:t>음영</w:t>
      </w:r>
      <w:r>
        <w:rPr>
          <w:rFonts w:hint="eastAsia"/>
        </w:rPr>
        <w:t>을</w:t>
      </w:r>
      <w:r>
        <w:rPr>
          <w:rFonts w:hint="eastAsia"/>
        </w:rPr>
        <w:t xml:space="preserve">  false  </w:t>
      </w:r>
      <w:r>
        <w:rPr>
          <w:rFonts w:hint="eastAsia"/>
        </w:rPr>
        <w:t>로</w:t>
      </w:r>
      <w:r>
        <w:rPr>
          <w:rFonts w:hint="eastAsia"/>
        </w:rPr>
        <w:t xml:space="preserve">  </w:t>
      </w:r>
      <w:r>
        <w:rPr>
          <w:rFonts w:hint="eastAsia"/>
        </w:rPr>
        <w:t>할</w:t>
      </w:r>
      <w:r>
        <w:rPr>
          <w:rFonts w:hint="eastAsia"/>
        </w:rPr>
        <w:t xml:space="preserve">  </w:t>
      </w:r>
      <w:r>
        <w:rPr>
          <w:rFonts w:hint="eastAsia"/>
        </w:rPr>
        <w:t>경우</w:t>
      </w:r>
      <w:r>
        <w:rPr>
          <w:rFonts w:hint="eastAsia"/>
        </w:rPr>
        <w:t xml:space="preserve">,  </w:t>
      </w:r>
      <w:r>
        <w:rPr>
          <w:rFonts w:hint="eastAsia"/>
        </w:rPr>
        <w:t>결제창</w:t>
      </w:r>
      <w:r>
        <w:rPr>
          <w:rFonts w:hint="eastAsia"/>
        </w:rPr>
        <w:t xml:space="preserve"> </w:t>
      </w:r>
      <w:r>
        <w:rPr>
          <w:rFonts w:hint="eastAsia"/>
        </w:rPr>
        <w:t>을</w:t>
      </w:r>
      <w:r>
        <w:rPr>
          <w:rFonts w:hint="eastAsia"/>
        </w:rPr>
        <w:t xml:space="preserve">  </w:t>
      </w:r>
      <w:r>
        <w:rPr>
          <w:rFonts w:hint="eastAsia"/>
        </w:rPr>
        <w:t>띄운</w:t>
      </w:r>
      <w:r>
        <w:rPr>
          <w:rFonts w:hint="eastAsia"/>
        </w:rPr>
        <w:t xml:space="preserve"> WebView 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사라지지</w:t>
      </w:r>
      <w:r>
        <w:rPr>
          <w:rFonts w:hint="eastAsia"/>
        </w:rPr>
        <w:t xml:space="preserve"> </w:t>
      </w:r>
      <w:r>
        <w:rPr>
          <w:rFonts w:hint="eastAsia"/>
        </w:rPr>
        <w:t>않기</w:t>
      </w:r>
      <w:r>
        <w:rPr>
          <w:rFonts w:hint="eastAsia"/>
        </w:rPr>
        <w:t xml:space="preserve"> </w:t>
      </w:r>
      <w:r>
        <w:rPr>
          <w:rFonts w:hint="eastAsia"/>
        </w:rPr>
        <w:t>때문에</w:t>
      </w:r>
      <w:r>
        <w:rPr>
          <w:rFonts w:hint="eastAsia"/>
        </w:rPr>
        <w:t xml:space="preserve">, apprun_check=Y 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통해</w:t>
      </w:r>
      <w:r>
        <w:rPr>
          <w:rFonts w:hint="eastAsia"/>
        </w:rPr>
        <w:t xml:space="preserve"> </w:t>
      </w:r>
      <w:r>
        <w:rPr>
          <w:rFonts w:hint="eastAsia"/>
        </w:rPr>
        <w:t>현</w:t>
      </w:r>
      <w:r>
        <w:rPr>
          <w:rFonts w:hint="eastAsia"/>
        </w:rPr>
        <w:t xml:space="preserve"> </w:t>
      </w:r>
      <w:r>
        <w:rPr>
          <w:rFonts w:hint="eastAsia"/>
        </w:rPr>
        <w:t>결제</w:t>
      </w:r>
      <w:r>
        <w:rPr>
          <w:rFonts w:hint="eastAsia"/>
        </w:rPr>
        <w:t xml:space="preserve"> </w:t>
      </w:r>
      <w:r>
        <w:rPr>
          <w:rFonts w:hint="eastAsia"/>
        </w:rPr>
        <w:t>페이지가</w:t>
      </w:r>
      <w:r>
        <w:rPr>
          <w:rFonts w:hint="eastAsia"/>
        </w:rPr>
        <w:t xml:space="preserve"> </w:t>
      </w:r>
      <w:r>
        <w:rPr>
          <w:rFonts w:hint="eastAsia"/>
        </w:rPr>
        <w:t>유지되</w:t>
      </w:r>
      <w:r>
        <w:rPr>
          <w:rFonts w:hint="eastAsia"/>
        </w:rPr>
        <w:t xml:space="preserve">   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방식을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것이</w:t>
      </w:r>
      <w:r>
        <w:rPr>
          <w:rFonts w:hint="eastAsia"/>
        </w:rPr>
        <w:t xml:space="preserve"> </w:t>
      </w:r>
      <w:r>
        <w:rPr>
          <w:rFonts w:hint="eastAsia"/>
        </w:rPr>
        <w:t>좋습니다</w:t>
      </w:r>
      <w:r>
        <w:rPr>
          <w:rFonts w:hint="eastAsia"/>
        </w:rPr>
        <w:t xml:space="preserve">.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방법을</w:t>
      </w:r>
      <w:r>
        <w:rPr>
          <w:rFonts w:hint="eastAsia"/>
        </w:rPr>
        <w:t xml:space="preserve"> </w:t>
      </w:r>
      <w:r>
        <w:rPr>
          <w:rFonts w:hint="eastAsia"/>
        </w:rPr>
        <w:t>자동체크방식이라</w:t>
      </w:r>
      <w:r>
        <w:rPr>
          <w:rFonts w:hint="eastAsia"/>
        </w:rPr>
        <w:t xml:space="preserve"> </w:t>
      </w:r>
      <w:r>
        <w:rPr>
          <w:rFonts w:hint="eastAsia"/>
        </w:rPr>
        <w:t>합니다</w:t>
      </w:r>
      <w:r>
        <w:rPr>
          <w:rFonts w:hint="eastAsia"/>
        </w:rPr>
        <w:t xml:space="preserve">. </w:t>
      </w:r>
      <w:r>
        <w:rPr>
          <w:rFonts w:hint="eastAsia"/>
        </w:rPr>
        <w:t>단</w:t>
      </w:r>
      <w:r>
        <w:rPr>
          <w:rFonts w:hint="eastAsia"/>
        </w:rPr>
        <w:t xml:space="preserve">, apprun_check </w:t>
      </w:r>
      <w:r>
        <w:rPr>
          <w:rFonts w:hint="eastAsia"/>
        </w:rPr>
        <w:t>옵션을</w:t>
      </w:r>
      <w:r>
        <w:rPr>
          <w:rFonts w:hint="eastAsia"/>
        </w:rPr>
        <w:t xml:space="preserve"> </w:t>
      </w:r>
      <w:r>
        <w:rPr>
          <w:rFonts w:hint="eastAsia"/>
        </w:rPr>
        <w:t>통해</w:t>
      </w:r>
      <w:r>
        <w:rPr>
          <w:rFonts w:hint="eastAsia"/>
        </w:rPr>
        <w:t xml:space="preserve"> </w:t>
      </w:r>
      <w:r>
        <w:rPr>
          <w:rFonts w:hint="eastAsia"/>
        </w:rPr>
        <w:t>설치체크로직이</w:t>
      </w:r>
      <w:r>
        <w:rPr>
          <w:rFonts w:hint="eastAsia"/>
        </w:rPr>
        <w:t xml:space="preserve"> </w:t>
      </w:r>
      <w:r>
        <w:rPr>
          <w:rFonts w:hint="eastAsia"/>
        </w:rPr>
        <w:t>작동되므로</w:t>
      </w:r>
      <w:r>
        <w:rPr>
          <w:rFonts w:hint="eastAsia"/>
        </w:rPr>
        <w:t xml:space="preserve">, alertIsp </w:t>
      </w:r>
      <w:r>
        <w:rPr>
          <w:rFonts w:hint="eastAsia"/>
        </w:rPr>
        <w:t>함수는</w:t>
      </w:r>
      <w:r>
        <w:rPr>
          <w:rFonts w:hint="eastAsia"/>
        </w:rPr>
        <w:t xml:space="preserve"> </w:t>
      </w:r>
      <w:r>
        <w:rPr>
          <w:rFonts w:hint="eastAsia"/>
        </w:rPr>
        <w:t>구현될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없</w:t>
      </w:r>
      <w:r>
        <w:rPr>
          <w:rFonts w:hint="eastAsia"/>
        </w:rPr>
        <w:t xml:space="preserve"> </w:t>
      </w:r>
      <w:r>
        <w:rPr>
          <w:rFonts w:hint="eastAsia"/>
        </w:rPr>
        <w:t>습니다</w:t>
      </w:r>
      <w:r>
        <w:rPr>
          <w:rFonts w:hint="eastAsia"/>
        </w:rPr>
        <w:t xml:space="preserve">. apprun_check </w:t>
      </w:r>
      <w:r>
        <w:rPr>
          <w:rFonts w:hint="eastAsia"/>
        </w:rPr>
        <w:t>로직에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상세히</w:t>
      </w:r>
      <w:r>
        <w:rPr>
          <w:rFonts w:hint="eastAsia"/>
        </w:rPr>
        <w:t xml:space="preserve"> </w:t>
      </w:r>
      <w:r>
        <w:rPr>
          <w:rFonts w:hint="eastAsia"/>
        </w:rPr>
        <w:t>확인하시려면</w:t>
      </w:r>
      <w:r>
        <w:rPr>
          <w:rFonts w:hint="eastAsia"/>
        </w:rPr>
        <w:t xml:space="preserve"> ( </w:t>
      </w:r>
      <w:r>
        <w:rPr>
          <w:rFonts w:hint="eastAsia"/>
        </w:rPr>
        <w:t>결제창</w:t>
      </w:r>
      <w:r>
        <w:rPr>
          <w:rFonts w:hint="eastAsia"/>
        </w:rPr>
        <w:t xml:space="preserve"> Open (</w:t>
      </w:r>
      <w:r>
        <w:rPr>
          <w:rFonts w:hint="eastAsia"/>
        </w:rPr>
        <w:t>주문정보</w:t>
      </w:r>
      <w:r>
        <w:rPr>
          <w:rFonts w:hint="eastAsia"/>
        </w:rPr>
        <w:t xml:space="preserve"> </w:t>
      </w:r>
      <w:r>
        <w:rPr>
          <w:rFonts w:hint="eastAsia"/>
        </w:rPr>
        <w:t>전달</w:t>
      </w:r>
      <w:r>
        <w:rPr>
          <w:rFonts w:hint="eastAsia"/>
        </w:rPr>
        <w:t xml:space="preserve">) </w:t>
      </w:r>
      <w:r>
        <w:rPr>
          <w:rFonts w:hint="eastAsia"/>
        </w:rPr>
        <w:t>–</w:t>
      </w:r>
      <w:r>
        <w:rPr>
          <w:rFonts w:hint="eastAsia"/>
        </w:rPr>
        <w:t xml:space="preserve"> </w:t>
      </w:r>
      <w:r>
        <w:rPr>
          <w:rFonts w:hint="eastAsia"/>
        </w:rPr>
        <w:t>복합필드</w:t>
      </w:r>
      <w:r>
        <w:rPr>
          <w:rFonts w:hint="eastAsia"/>
        </w:rPr>
        <w:t xml:space="preserve"> ) 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확인하여</w:t>
      </w:r>
      <w:r>
        <w:rPr>
          <w:rFonts w:hint="eastAsia"/>
        </w:rPr>
        <w:t xml:space="preserve"> </w:t>
      </w:r>
      <w:r>
        <w:rPr>
          <w:rFonts w:hint="eastAsia"/>
        </w:rPr>
        <w:t>주십시오</w:t>
      </w:r>
      <w:r>
        <w:rPr>
          <w:rFonts w:hint="eastAsia"/>
        </w:rPr>
        <w:t xml:space="preserve">. </w:t>
      </w:r>
      <w:r>
        <w:rPr>
          <w:rFonts w:hint="eastAsia"/>
        </w:rPr>
        <w:t>또한</w:t>
      </w:r>
      <w:r>
        <w:rPr>
          <w:rFonts w:hint="eastAsia"/>
        </w:rPr>
        <w:t xml:space="preserve">, Intent </w:t>
      </w:r>
      <w:r>
        <w:rPr>
          <w:rFonts w:hint="eastAsia"/>
        </w:rPr>
        <w:t>호출에</w:t>
      </w:r>
      <w:r>
        <w:rPr>
          <w:rFonts w:hint="eastAsia"/>
        </w:rPr>
        <w:t xml:space="preserve"> </w:t>
      </w:r>
      <w:r>
        <w:rPr>
          <w:rFonts w:hint="eastAsia"/>
        </w:rPr>
        <w:t>대</w:t>
      </w:r>
      <w:r>
        <w:rPr>
          <w:rFonts w:hint="eastAsia"/>
        </w:rPr>
        <w:t xml:space="preserve">   </w:t>
      </w:r>
      <w:r>
        <w:rPr>
          <w:rFonts w:hint="eastAsia"/>
        </w:rPr>
        <w:t>하여</w:t>
      </w:r>
      <w:r>
        <w:rPr>
          <w:rFonts w:hint="eastAsia"/>
        </w:rPr>
        <w:t xml:space="preserve"> </w:t>
      </w:r>
      <w:r>
        <w:rPr>
          <w:rFonts w:hint="eastAsia"/>
        </w:rPr>
        <w:t>예외처리를</w:t>
      </w:r>
      <w:r>
        <w:rPr>
          <w:rFonts w:hint="eastAsia"/>
        </w:rPr>
        <w:t xml:space="preserve"> </w:t>
      </w:r>
      <w:r>
        <w:rPr>
          <w:rFonts w:hint="eastAsia"/>
        </w:rPr>
        <w:t>반드시</w:t>
      </w:r>
      <w:r>
        <w:rPr>
          <w:rFonts w:hint="eastAsia"/>
        </w:rPr>
        <w:t xml:space="preserve"> </w:t>
      </w:r>
      <w:r>
        <w:rPr>
          <w:rFonts w:hint="eastAsia"/>
        </w:rPr>
        <w:t>체크하셔야</w:t>
      </w:r>
      <w:r>
        <w:rPr>
          <w:rFonts w:hint="eastAsia"/>
        </w:rPr>
        <w:t xml:space="preserve"> </w:t>
      </w:r>
      <w:r>
        <w:rPr>
          <w:rFonts w:hint="eastAsia"/>
        </w:rPr>
        <w:t>합니다</w:t>
      </w:r>
      <w:r>
        <w:rPr>
          <w:rFonts w:hint="eastAsia"/>
        </w:rPr>
        <w:t>.</w:t>
      </w:r>
    </w:p>
    <w:p w14:paraId="301CA77F" w14:textId="101C8237" w:rsidR="005119F0" w:rsidRDefault="0049104D" w:rsidP="0049104D">
      <w:pPr>
        <w:pStyle w:val="ab"/>
      </w:pPr>
      <w:bookmarkStart w:id="20" w:name="_Toc33213713"/>
      <w:r>
        <w:rPr>
          <w:rFonts w:hint="eastAsia"/>
        </w:rPr>
        <w:t>4.3</w:t>
      </w:r>
      <w:r w:rsidRPr="005D39D1">
        <w:rPr>
          <w:rFonts w:hint="eastAsia"/>
        </w:rPr>
        <w:t xml:space="preserve"> 모바일  ISP 연동</w:t>
      </w:r>
      <w:r>
        <w:rPr>
          <w:rFonts w:hint="eastAsia"/>
        </w:rPr>
        <w:t xml:space="preserve"> (</w:t>
      </w:r>
      <w:r>
        <w:rPr>
          <w:w w:val="105"/>
        </w:rPr>
        <w:t>인증결과</w:t>
      </w:r>
      <w:r>
        <w:rPr>
          <w:spacing w:val="20"/>
          <w:w w:val="105"/>
        </w:rPr>
        <w:t xml:space="preserve"> </w:t>
      </w:r>
      <w:r>
        <w:rPr>
          <w:w w:val="105"/>
        </w:rPr>
        <w:t>전송</w:t>
      </w:r>
      <w:r>
        <w:rPr>
          <w:rFonts w:hint="eastAsia"/>
          <w:w w:val="105"/>
        </w:rPr>
        <w:t>)</w:t>
      </w:r>
      <w:bookmarkEnd w:id="20"/>
    </w:p>
    <w:p w14:paraId="41402517" w14:textId="3B653704" w:rsidR="0049104D" w:rsidRDefault="0049104D" w:rsidP="0079786A">
      <w:pPr>
        <w:pStyle w:val="af"/>
        <w:numPr>
          <w:ilvl w:val="0"/>
          <w:numId w:val="20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ISP </w:t>
      </w:r>
      <w:r>
        <w:rPr>
          <w:lang w:eastAsia="ko-KR"/>
        </w:rPr>
        <w:t>앱에서</w:t>
      </w:r>
      <w:r>
        <w:rPr>
          <w:lang w:eastAsia="ko-KR"/>
        </w:rPr>
        <w:t xml:space="preserve"> </w:t>
      </w:r>
      <w:r>
        <w:rPr>
          <w:lang w:eastAsia="ko-KR"/>
        </w:rPr>
        <w:t>인증과정이</w:t>
      </w:r>
      <w:r>
        <w:rPr>
          <w:lang w:eastAsia="ko-KR"/>
        </w:rPr>
        <w:t xml:space="preserve"> </w:t>
      </w:r>
      <w:r>
        <w:rPr>
          <w:lang w:eastAsia="ko-KR"/>
        </w:rPr>
        <w:t>완료되면</w:t>
      </w:r>
      <w:r>
        <w:rPr>
          <w:lang w:eastAsia="ko-KR"/>
        </w:rPr>
        <w:t xml:space="preserve">, </w:t>
      </w:r>
      <w:r>
        <w:rPr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 w:rsidR="00E01ECB">
        <w:rPr>
          <w:lang w:eastAsia="ko-KR"/>
        </w:rPr>
        <w:t>WAYUP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결제창으로</w:t>
      </w:r>
      <w:r>
        <w:rPr>
          <w:lang w:eastAsia="ko-KR"/>
        </w:rPr>
        <w:t xml:space="preserve">  </w:t>
      </w:r>
      <w:r>
        <w:rPr>
          <w:lang w:eastAsia="ko-KR"/>
        </w:rPr>
        <w:t>돌아와서</w:t>
      </w:r>
      <w:r>
        <w:rPr>
          <w:lang w:eastAsia="ko-KR"/>
        </w:rPr>
        <w:t xml:space="preserve"> ‘</w:t>
      </w:r>
      <w:r>
        <w:rPr>
          <w:lang w:eastAsia="ko-KR"/>
        </w:rPr>
        <w:t>확인</w:t>
      </w:r>
      <w:r>
        <w:rPr>
          <w:lang w:eastAsia="ko-KR"/>
        </w:rPr>
        <w:t xml:space="preserve">’ </w:t>
      </w:r>
      <w:r>
        <w:rPr>
          <w:lang w:eastAsia="ko-KR"/>
        </w:rPr>
        <w:t>버튼을</w:t>
      </w:r>
      <w:r>
        <w:rPr>
          <w:lang w:eastAsia="ko-KR"/>
        </w:rPr>
        <w:t xml:space="preserve"> </w:t>
      </w:r>
      <w:r>
        <w:rPr>
          <w:lang w:eastAsia="ko-KR"/>
        </w:rPr>
        <w:t>클릭해야</w:t>
      </w:r>
      <w:r>
        <w:rPr>
          <w:lang w:eastAsia="ko-KR"/>
        </w:rPr>
        <w:t xml:space="preserve">, </w:t>
      </w:r>
      <w:r>
        <w:rPr>
          <w:lang w:eastAsia="ko-KR"/>
        </w:rPr>
        <w:t>승인과정을</w:t>
      </w:r>
      <w:r>
        <w:rPr>
          <w:lang w:eastAsia="ko-KR"/>
        </w:rPr>
        <w:t xml:space="preserve"> </w:t>
      </w:r>
      <w:r>
        <w:rPr>
          <w:lang w:eastAsia="ko-KR"/>
        </w:rPr>
        <w:t>시작하게</w:t>
      </w:r>
      <w:r>
        <w:rPr>
          <w:spacing w:val="28"/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>.</w:t>
      </w:r>
    </w:p>
    <w:p w14:paraId="20CC75F5" w14:textId="77777777" w:rsidR="0049104D" w:rsidRDefault="0049104D" w:rsidP="0079786A">
      <w:pPr>
        <w:pStyle w:val="af"/>
        <w:numPr>
          <w:ilvl w:val="0"/>
          <w:numId w:val="20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>안드로이드는</w:t>
      </w:r>
      <w:r>
        <w:rPr>
          <w:lang w:eastAsia="ko-KR"/>
        </w:rPr>
        <w:t xml:space="preserve"> </w:t>
      </w:r>
      <w:r>
        <w:rPr>
          <w:lang w:eastAsia="ko-KR"/>
        </w:rPr>
        <w:t>운영체제</w:t>
      </w:r>
      <w:r>
        <w:rPr>
          <w:lang w:eastAsia="ko-KR"/>
        </w:rPr>
        <w:t xml:space="preserve"> </w:t>
      </w:r>
      <w:r>
        <w:rPr>
          <w:lang w:eastAsia="ko-KR"/>
        </w:rPr>
        <w:t>특성</w:t>
      </w:r>
      <w:r>
        <w:rPr>
          <w:lang w:eastAsia="ko-KR"/>
        </w:rPr>
        <w:t xml:space="preserve"> </w:t>
      </w:r>
      <w:r>
        <w:rPr>
          <w:lang w:eastAsia="ko-KR"/>
        </w:rPr>
        <w:t>상</w:t>
      </w:r>
      <w:r>
        <w:rPr>
          <w:lang w:eastAsia="ko-KR"/>
        </w:rPr>
        <w:t xml:space="preserve">, </w:t>
      </w:r>
      <w:r>
        <w:rPr>
          <w:lang w:eastAsia="ko-KR"/>
        </w:rPr>
        <w:t>현재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종료될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이</w:t>
      </w:r>
      <w:r>
        <w:rPr>
          <w:lang w:eastAsia="ko-KR"/>
        </w:rPr>
        <w:t xml:space="preserve"> </w:t>
      </w:r>
      <w:r>
        <w:rPr>
          <w:lang w:eastAsia="ko-KR"/>
        </w:rPr>
        <w:t>앱을</w:t>
      </w:r>
      <w:r>
        <w:rPr>
          <w:lang w:eastAsia="ko-KR"/>
        </w:rPr>
        <w:t xml:space="preserve"> </w:t>
      </w:r>
      <w:r>
        <w:rPr>
          <w:lang w:eastAsia="ko-KR"/>
        </w:rPr>
        <w:t>실행시킨</w:t>
      </w:r>
      <w:r>
        <w:rPr>
          <w:lang w:eastAsia="ko-KR"/>
        </w:rPr>
        <w:t xml:space="preserve"> </w:t>
      </w:r>
      <w:r>
        <w:rPr>
          <w:lang w:eastAsia="ko-KR"/>
        </w:rPr>
        <w:t>이전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lang w:eastAsia="ko-KR"/>
        </w:rPr>
        <w:t xml:space="preserve"> </w:t>
      </w:r>
      <w:r>
        <w:rPr>
          <w:lang w:eastAsia="ko-KR"/>
        </w:rPr>
        <w:t>자동으로</w:t>
      </w:r>
      <w:r>
        <w:rPr>
          <w:lang w:eastAsia="ko-KR"/>
        </w:rPr>
        <w:t xml:space="preserve"> </w:t>
      </w:r>
      <w:r>
        <w:rPr>
          <w:lang w:eastAsia="ko-KR"/>
        </w:rPr>
        <w:t>수행됩니다</w:t>
      </w:r>
      <w:r>
        <w:rPr>
          <w:lang w:eastAsia="ko-KR"/>
        </w:rPr>
        <w:t xml:space="preserve">. (LIFO </w:t>
      </w:r>
      <w:r>
        <w:rPr>
          <w:lang w:eastAsia="ko-KR"/>
        </w:rPr>
        <w:t>방식</w:t>
      </w:r>
      <w:r>
        <w:rPr>
          <w:lang w:eastAsia="ko-KR"/>
        </w:rPr>
        <w:t xml:space="preserve">) </w:t>
      </w:r>
      <w:r>
        <w:rPr>
          <w:lang w:eastAsia="ko-KR"/>
        </w:rPr>
        <w:t>따라서</w:t>
      </w:r>
      <w:r>
        <w:rPr>
          <w:lang w:eastAsia="ko-KR"/>
        </w:rPr>
        <w:t xml:space="preserve">, ISP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종료되면</w:t>
      </w:r>
      <w:r>
        <w:rPr>
          <w:lang w:eastAsia="ko-KR"/>
        </w:rPr>
        <w:t xml:space="preserve">, </w:t>
      </w:r>
      <w:r>
        <w:rPr>
          <w:lang w:eastAsia="ko-KR"/>
        </w:rPr>
        <w:t>가맹점의</w:t>
      </w:r>
      <w:r>
        <w:rPr>
          <w:lang w:eastAsia="ko-KR"/>
        </w:rPr>
        <w:t xml:space="preserve"> </w:t>
      </w:r>
      <w:r>
        <w:rPr>
          <w:lang w:eastAsia="ko-KR"/>
        </w:rPr>
        <w:t>앱은</w:t>
      </w:r>
      <w:r>
        <w:rPr>
          <w:lang w:eastAsia="ko-KR"/>
        </w:rPr>
        <w:t xml:space="preserve"> </w:t>
      </w:r>
      <w:r>
        <w:rPr>
          <w:lang w:eastAsia="ko-KR"/>
        </w:rPr>
        <w:t>자동으로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lang w:eastAsia="ko-KR"/>
        </w:rPr>
        <w:t xml:space="preserve">  </w:t>
      </w:r>
      <w:r>
        <w:rPr>
          <w:lang w:eastAsia="ko-KR"/>
        </w:rPr>
        <w:t>활성화</w:t>
      </w:r>
      <w:r>
        <w:rPr>
          <w:lang w:eastAsia="ko-KR"/>
        </w:rPr>
        <w:t xml:space="preserve"> </w:t>
      </w:r>
      <w:r>
        <w:rPr>
          <w:lang w:eastAsia="ko-KR"/>
        </w:rPr>
        <w:t>될</w:t>
      </w:r>
      <w:r>
        <w:rPr>
          <w:spacing w:val="43"/>
          <w:lang w:eastAsia="ko-KR"/>
        </w:rPr>
        <w:t xml:space="preserve"> </w:t>
      </w:r>
      <w:r>
        <w:rPr>
          <w:lang w:eastAsia="ko-KR"/>
        </w:rPr>
        <w:t>것입니다</w:t>
      </w:r>
      <w:r>
        <w:rPr>
          <w:lang w:eastAsia="ko-KR"/>
        </w:rPr>
        <w:t>.</w:t>
      </w:r>
    </w:p>
    <w:p w14:paraId="56528B8D" w14:textId="6DC30B53" w:rsidR="005119F0" w:rsidRDefault="0049104D" w:rsidP="0049104D">
      <w:pPr>
        <w:pStyle w:val="ab"/>
      </w:pPr>
      <w:bookmarkStart w:id="21" w:name="_Toc33213714"/>
      <w:r w:rsidRPr="0049104D">
        <w:rPr>
          <w:rFonts w:hint="eastAsia"/>
        </w:rPr>
        <w:t>4.</w:t>
      </w:r>
      <w:r w:rsidR="006C0867">
        <w:rPr>
          <w:rFonts w:hint="eastAsia"/>
        </w:rPr>
        <w:t>4</w:t>
      </w:r>
      <w:r w:rsidRPr="0049104D">
        <w:rPr>
          <w:rFonts w:hint="eastAsia"/>
        </w:rPr>
        <w:t xml:space="preserve"> </w:t>
      </w:r>
      <w:bookmarkEnd w:id="21"/>
      <w:r w:rsidR="00731A53">
        <w:t>안심클릭 결제 시, 카드사 백신 앱 연동</w:t>
      </w:r>
    </w:p>
    <w:p w14:paraId="5840C315" w14:textId="77777777" w:rsidR="0049104D" w:rsidRDefault="0049104D" w:rsidP="0079786A">
      <w:pPr>
        <w:pStyle w:val="af"/>
        <w:numPr>
          <w:ilvl w:val="0"/>
          <w:numId w:val="21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BC </w:t>
      </w:r>
      <w:r>
        <w:rPr>
          <w:lang w:eastAsia="ko-KR"/>
        </w:rPr>
        <w:t>계열을</w:t>
      </w:r>
      <w:r>
        <w:rPr>
          <w:lang w:eastAsia="ko-KR"/>
        </w:rPr>
        <w:t xml:space="preserve"> </w:t>
      </w:r>
      <w:r>
        <w:rPr>
          <w:lang w:eastAsia="ko-KR"/>
        </w:rPr>
        <w:t>제외한</w:t>
      </w:r>
      <w:r>
        <w:rPr>
          <w:lang w:eastAsia="ko-KR"/>
        </w:rPr>
        <w:t xml:space="preserve">, </w:t>
      </w:r>
      <w:r>
        <w:rPr>
          <w:lang w:eastAsia="ko-KR"/>
        </w:rPr>
        <w:t>나머지</w:t>
      </w:r>
      <w:r>
        <w:rPr>
          <w:lang w:eastAsia="ko-KR"/>
        </w:rPr>
        <w:t xml:space="preserve"> </w:t>
      </w:r>
      <w:r>
        <w:rPr>
          <w:lang w:eastAsia="ko-KR"/>
        </w:rPr>
        <w:t>카드사의</w:t>
      </w:r>
      <w:r>
        <w:rPr>
          <w:lang w:eastAsia="ko-KR"/>
        </w:rPr>
        <w:t xml:space="preserve"> </w:t>
      </w:r>
      <w:r>
        <w:rPr>
          <w:lang w:eastAsia="ko-KR"/>
        </w:rPr>
        <w:t>결제창을</w:t>
      </w:r>
      <w:r>
        <w:rPr>
          <w:lang w:eastAsia="ko-KR"/>
        </w:rPr>
        <w:t xml:space="preserve"> iframe </w:t>
      </w:r>
      <w:r>
        <w:rPr>
          <w:lang w:eastAsia="ko-KR"/>
        </w:rPr>
        <w:t>내에서</w:t>
      </w:r>
      <w:r>
        <w:rPr>
          <w:lang w:eastAsia="ko-KR"/>
        </w:rPr>
        <w:t xml:space="preserve"> </w:t>
      </w:r>
      <w:r>
        <w:rPr>
          <w:lang w:eastAsia="ko-KR"/>
        </w:rPr>
        <w:t>운용하고</w:t>
      </w:r>
      <w:r>
        <w:rPr>
          <w:lang w:eastAsia="ko-KR"/>
        </w:rPr>
        <w:t xml:space="preserve"> </w:t>
      </w:r>
      <w:r>
        <w:rPr>
          <w:lang w:eastAsia="ko-KR"/>
        </w:rPr>
        <w:t>있</w:t>
      </w:r>
      <w:r>
        <w:rPr>
          <w:lang w:eastAsia="ko-KR"/>
        </w:rPr>
        <w:t xml:space="preserve"> </w:t>
      </w:r>
      <w:r>
        <w:rPr>
          <w:lang w:eastAsia="ko-KR"/>
        </w:rPr>
        <w:t>습니다</w:t>
      </w:r>
      <w:r>
        <w:rPr>
          <w:lang w:eastAsia="ko-KR"/>
        </w:rPr>
        <w:t xml:space="preserve">. </w:t>
      </w:r>
      <w:r>
        <w:rPr>
          <w:lang w:eastAsia="ko-KR"/>
        </w:rPr>
        <w:t>이에</w:t>
      </w:r>
      <w:r>
        <w:rPr>
          <w:lang w:eastAsia="ko-KR"/>
        </w:rPr>
        <w:t xml:space="preserve">, </w:t>
      </w:r>
      <w:r>
        <w:rPr>
          <w:lang w:eastAsia="ko-KR"/>
        </w:rPr>
        <w:t>카드사에서</w:t>
      </w:r>
      <w:r>
        <w:rPr>
          <w:lang w:eastAsia="ko-KR"/>
        </w:rPr>
        <w:t xml:space="preserve"> </w:t>
      </w:r>
      <w:r>
        <w:rPr>
          <w:lang w:eastAsia="ko-KR"/>
        </w:rPr>
        <w:t>개별적으로</w:t>
      </w:r>
      <w:r>
        <w:rPr>
          <w:lang w:eastAsia="ko-KR"/>
        </w:rPr>
        <w:t xml:space="preserve"> </w:t>
      </w:r>
      <w:r>
        <w:rPr>
          <w:lang w:eastAsia="ko-KR"/>
        </w:rPr>
        <w:t>사용하는</w:t>
      </w:r>
      <w:r>
        <w:rPr>
          <w:lang w:eastAsia="ko-KR"/>
        </w:rPr>
        <w:t xml:space="preserve"> </w:t>
      </w:r>
      <w:r>
        <w:rPr>
          <w:lang w:eastAsia="ko-KR"/>
        </w:rPr>
        <w:t>백신</w:t>
      </w:r>
      <w:r>
        <w:rPr>
          <w:lang w:eastAsia="ko-KR"/>
        </w:rPr>
        <w:t xml:space="preserve"> </w:t>
      </w:r>
      <w:r>
        <w:rPr>
          <w:lang w:eastAsia="ko-KR"/>
        </w:rPr>
        <w:t>앱의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앱에서도</w:t>
      </w:r>
      <w:r>
        <w:rPr>
          <w:lang w:eastAsia="ko-KR"/>
        </w:rPr>
        <w:t xml:space="preserve"> </w:t>
      </w:r>
      <w:r>
        <w:rPr>
          <w:lang w:eastAsia="ko-KR"/>
        </w:rPr>
        <w:t>하기의</w:t>
      </w:r>
      <w:r>
        <w:rPr>
          <w:lang w:eastAsia="ko-KR"/>
        </w:rPr>
        <w:t xml:space="preserve"> </w:t>
      </w:r>
      <w:r>
        <w:rPr>
          <w:lang w:eastAsia="ko-KR"/>
        </w:rPr>
        <w:t>유</w:t>
      </w:r>
      <w:r>
        <w:rPr>
          <w:lang w:eastAsia="ko-KR"/>
        </w:rPr>
        <w:t xml:space="preserve"> </w:t>
      </w:r>
      <w:r>
        <w:rPr>
          <w:lang w:eastAsia="ko-KR"/>
        </w:rPr>
        <w:t>의사항을</w:t>
      </w:r>
      <w:r>
        <w:rPr>
          <w:lang w:eastAsia="ko-KR"/>
        </w:rPr>
        <w:t xml:space="preserve"> </w:t>
      </w:r>
      <w:r>
        <w:rPr>
          <w:lang w:eastAsia="ko-KR"/>
        </w:rPr>
        <w:t>반드시</w:t>
      </w:r>
      <w:r>
        <w:rPr>
          <w:lang w:eastAsia="ko-KR"/>
        </w:rPr>
        <w:t xml:space="preserve"> </w:t>
      </w:r>
      <w:r>
        <w:rPr>
          <w:lang w:eastAsia="ko-KR"/>
        </w:rPr>
        <w:t>체크하셔야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>.</w:t>
      </w:r>
    </w:p>
    <w:p w14:paraId="12C7D4A8" w14:textId="31F33CD6" w:rsidR="0049104D" w:rsidRPr="0049104D" w:rsidRDefault="0049104D" w:rsidP="0079786A">
      <w:pPr>
        <w:pStyle w:val="af"/>
        <w:numPr>
          <w:ilvl w:val="0"/>
          <w:numId w:val="21"/>
        </w:numPr>
        <w:spacing w:line="225" w:lineRule="auto"/>
        <w:ind w:right="416"/>
        <w:jc w:val="both"/>
        <w:rPr>
          <w:rFonts w:hint="eastAsia"/>
          <w:lang w:eastAsia="ko-KR"/>
        </w:rPr>
      </w:pPr>
      <w:r w:rsidRPr="0049104D">
        <w:rPr>
          <w:rFonts w:hint="eastAsia"/>
          <w:lang w:eastAsia="ko-KR"/>
        </w:rPr>
        <w:t xml:space="preserve">WebView  </w:t>
      </w:r>
      <w:r w:rsidRPr="0049104D">
        <w:rPr>
          <w:rFonts w:hint="eastAsia"/>
          <w:lang w:eastAsia="ko-KR"/>
        </w:rPr>
        <w:t>내에서</w:t>
      </w:r>
      <w:r w:rsidRPr="0049104D">
        <w:rPr>
          <w:rFonts w:hint="eastAsia"/>
          <w:lang w:eastAsia="ko-KR"/>
        </w:rPr>
        <w:t xml:space="preserve">  http</w:t>
      </w:r>
      <w:r w:rsidRPr="0049104D">
        <w:rPr>
          <w:rFonts w:hint="eastAsia"/>
          <w:lang w:eastAsia="ko-KR"/>
        </w:rPr>
        <w:t>와</w:t>
      </w:r>
      <w:r w:rsidRPr="0049104D">
        <w:rPr>
          <w:rFonts w:hint="eastAsia"/>
          <w:lang w:eastAsia="ko-KR"/>
        </w:rPr>
        <w:t xml:space="preserve">  https URL,  </w:t>
      </w:r>
      <w:r w:rsidRPr="0049104D">
        <w:rPr>
          <w:rFonts w:hint="eastAsia"/>
          <w:lang w:eastAsia="ko-KR"/>
        </w:rPr>
        <w:t>그리고</w:t>
      </w:r>
      <w:r w:rsidRPr="0049104D">
        <w:rPr>
          <w:rFonts w:hint="eastAsia"/>
          <w:lang w:eastAsia="ko-KR"/>
        </w:rPr>
        <w:t xml:space="preserve">  App Url  </w:t>
      </w:r>
      <w:r w:rsidRPr="0049104D">
        <w:rPr>
          <w:rFonts w:hint="eastAsia"/>
          <w:lang w:eastAsia="ko-KR"/>
        </w:rPr>
        <w:t>을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분기하여</w:t>
      </w:r>
      <w:r w:rsidRPr="0049104D"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처리합니다</w:t>
      </w:r>
      <w:r>
        <w:rPr>
          <w:rFonts w:hint="eastAsia"/>
          <w:lang w:eastAsia="ko-KR"/>
        </w:rPr>
        <w:t xml:space="preserve">. (  </w:t>
      </w:r>
      <w:r w:rsidRPr="0049104D">
        <w:rPr>
          <w:rFonts w:hint="eastAsia"/>
          <w:lang w:eastAsia="ko-KR"/>
        </w:rPr>
        <w:t xml:space="preserve">shouldOverrideUrlLoading()  </w:t>
      </w:r>
      <w:r w:rsidRPr="0049104D">
        <w:rPr>
          <w:rFonts w:hint="eastAsia"/>
          <w:lang w:eastAsia="ko-KR"/>
        </w:rPr>
        <w:t>처리로직을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하기와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같이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구현</w:t>
      </w:r>
      <w:r>
        <w:rPr>
          <w:rFonts w:hint="eastAsia"/>
          <w:lang w:eastAsia="ko-KR"/>
        </w:rPr>
        <w:t xml:space="preserve">  )</w:t>
      </w:r>
    </w:p>
    <w:p w14:paraId="39FDCA25" w14:textId="77777777" w:rsidR="0049104D" w:rsidRDefault="0049104D" w:rsidP="0049104D"/>
    <w:tbl>
      <w:tblPr>
        <w:tblStyle w:val="TableNormal"/>
        <w:tblW w:w="0" w:type="auto"/>
        <w:tblInd w:w="1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956"/>
      </w:tblGrid>
      <w:tr w:rsidR="006C0867" w14:paraId="1390C475" w14:textId="77777777" w:rsidTr="00E75E17">
        <w:trPr>
          <w:trHeight w:val="347"/>
        </w:trPr>
        <w:tc>
          <w:tcPr>
            <w:tcW w:w="2269" w:type="dxa"/>
            <w:tcBorders>
              <w:right w:val="double" w:sz="1" w:space="0" w:color="000000"/>
            </w:tcBorders>
            <w:shd w:val="clear" w:color="auto" w:fill="B6DDE8"/>
          </w:tcPr>
          <w:p w14:paraId="25D6F0BF" w14:textId="77777777" w:rsidR="006C0867" w:rsidRPr="006C0867" w:rsidRDefault="006C0867" w:rsidP="006C0867">
            <w:pPr>
              <w:pStyle w:val="TableParagraph"/>
              <w:spacing w:line="328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App Url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일</w:t>
            </w: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경우</w:t>
            </w:r>
          </w:p>
        </w:tc>
        <w:tc>
          <w:tcPr>
            <w:tcW w:w="5956" w:type="dxa"/>
            <w:tcBorders>
              <w:left w:val="double" w:sz="1" w:space="0" w:color="000000"/>
            </w:tcBorders>
          </w:tcPr>
          <w:p w14:paraId="41DE9898" w14:textId="77777777" w:rsidR="006C0867" w:rsidRPr="006C0867" w:rsidRDefault="006C0867" w:rsidP="006C0867">
            <w:pPr>
              <w:pStyle w:val="TableParagraph"/>
              <w:spacing w:line="328" w:lineRule="exact"/>
              <w:ind w:left="967" w:right="200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/>
                <w:sz w:val="20"/>
              </w:rPr>
              <w:t xml:space="preserve">activity </w:t>
            </w:r>
            <w:r w:rsidRPr="006C0867">
              <w:rPr>
                <w:rFonts w:asciiTheme="minorHAnsi" w:eastAsiaTheme="minorHAnsi" w:hAnsiTheme="minorHAnsi" w:cs="굴림" w:hint="eastAsia"/>
                <w:sz w:val="20"/>
              </w:rPr>
              <w:t>호출</w:t>
            </w:r>
          </w:p>
        </w:tc>
      </w:tr>
      <w:tr w:rsidR="006C0867" w14:paraId="71F80921" w14:textId="77777777" w:rsidTr="00E75E17">
        <w:trPr>
          <w:trHeight w:val="345"/>
        </w:trPr>
        <w:tc>
          <w:tcPr>
            <w:tcW w:w="2269" w:type="dxa"/>
            <w:tcBorders>
              <w:right w:val="double" w:sz="1" w:space="0" w:color="000000"/>
            </w:tcBorders>
            <w:shd w:val="clear" w:color="auto" w:fill="B6DDE8"/>
          </w:tcPr>
          <w:p w14:paraId="33CD69B0" w14:textId="77777777" w:rsidR="006C0867" w:rsidRPr="006C0867" w:rsidRDefault="006C0867" w:rsidP="006C0867">
            <w:pPr>
              <w:pStyle w:val="TableParagraph"/>
              <w:spacing w:line="325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Web Url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일</w:t>
            </w: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경우</w:t>
            </w:r>
          </w:p>
        </w:tc>
        <w:tc>
          <w:tcPr>
            <w:tcW w:w="5956" w:type="dxa"/>
            <w:tcBorders>
              <w:left w:val="double" w:sz="1" w:space="0" w:color="000000"/>
            </w:tcBorders>
          </w:tcPr>
          <w:p w14:paraId="6A5C4CB7" w14:textId="77777777" w:rsidR="006C0867" w:rsidRPr="006C0867" w:rsidRDefault="006C0867" w:rsidP="006C0867">
            <w:pPr>
              <w:pStyle w:val="TableParagraph"/>
              <w:spacing w:line="325" w:lineRule="exact"/>
              <w:ind w:left="967" w:right="200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/>
                <w:sz w:val="20"/>
              </w:rPr>
              <w:t xml:space="preserve">WebView </w:t>
            </w:r>
            <w:r w:rsidRPr="006C0867">
              <w:rPr>
                <w:rFonts w:asciiTheme="minorHAnsi" w:eastAsiaTheme="minorHAnsi" w:hAnsiTheme="minorHAnsi" w:cs="굴림" w:hint="eastAsia"/>
                <w:sz w:val="20"/>
              </w:rPr>
              <w:t>에서</w:t>
            </w:r>
            <w:r w:rsidRPr="006C0867">
              <w:rPr>
                <w:rFonts w:asciiTheme="minorHAnsi" w:eastAsiaTheme="minorHAnsi" w:hAnsiTheme="minorHAnsi"/>
                <w:sz w:val="20"/>
              </w:rPr>
              <w:t xml:space="preserve"> Loading</w:t>
            </w:r>
          </w:p>
        </w:tc>
      </w:tr>
    </w:tbl>
    <w:p w14:paraId="7A68E99C" w14:textId="77777777" w:rsidR="006C0867" w:rsidRDefault="006C0867" w:rsidP="0049104D"/>
    <w:p w14:paraId="0A0E6632" w14:textId="65735272" w:rsidR="006C0867" w:rsidRDefault="006C0867" w:rsidP="0079786A">
      <w:pPr>
        <w:pStyle w:val="a5"/>
        <w:numPr>
          <w:ilvl w:val="0"/>
          <w:numId w:val="22"/>
        </w:numPr>
        <w:ind w:leftChars="0"/>
      </w:pPr>
      <w:r>
        <w:t>상기의</w:t>
      </w:r>
      <w:r>
        <w:t xml:space="preserve"> </w:t>
      </w:r>
      <w:r>
        <w:t>유의사항을</w:t>
      </w:r>
      <w:r>
        <w:t xml:space="preserve"> </w:t>
      </w:r>
      <w:r>
        <w:t>고려한</w:t>
      </w:r>
      <w:r>
        <w:t xml:space="preserve"> </w:t>
      </w:r>
      <w:r>
        <w:t>샘플</w:t>
      </w:r>
      <w:r>
        <w:t xml:space="preserve"> </w:t>
      </w:r>
      <w:r>
        <w:t>코드는</w:t>
      </w:r>
      <w:r>
        <w:t xml:space="preserve"> </w:t>
      </w:r>
      <w:r>
        <w:t>하기와</w:t>
      </w:r>
      <w:r>
        <w:t xml:space="preserve"> </w:t>
      </w:r>
      <w:r>
        <w:t>같습니다</w:t>
      </w:r>
    </w:p>
    <w:p w14:paraId="59AD0CE2" w14:textId="7D30F025" w:rsidR="006C0867" w:rsidRDefault="00A860C2" w:rsidP="006C0867">
      <w:pPr>
        <w:pStyle w:val="a5"/>
        <w:ind w:leftChars="0" w:left="1120" w:firstLine="0"/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5B1AC7" wp14:editId="7C31F8F2">
                <wp:simplePos x="0" y="0"/>
                <wp:positionH relativeFrom="column">
                  <wp:posOffset>676275</wp:posOffset>
                </wp:positionH>
                <wp:positionV relativeFrom="paragraph">
                  <wp:posOffset>157480</wp:posOffset>
                </wp:positionV>
                <wp:extent cx="5324475" cy="72961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29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EAA9A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private class SampleWebViewClient extends WebViewClient { @Override</w:t>
                            </w:r>
                          </w:p>
                          <w:p w14:paraId="54039136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public boolean shouldOverrideUrlLoading(WebView view, String url) { Log.d("&lt;TEST&gt;","URL : "+url);</w:t>
                            </w:r>
                          </w:p>
                          <w:p w14:paraId="27E6B875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/*</w:t>
                            </w:r>
                          </w:p>
                          <w:p w14:paraId="593F334C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URL별로 분기가 필요합니다. 어플리케이션을 로딩하는것과</w:t>
                            </w:r>
                          </w:p>
                          <w:p w14:paraId="689FDFCC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WEB PAGE를 로딩하는것을 분리 하여 처리해야 합니다.</w:t>
                            </w:r>
                          </w:p>
                          <w:p w14:paraId="5859723E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만일 가맹점 특정 어플 URL이 들어온다면</w:t>
                            </w:r>
                          </w:p>
                          <w:p w14:paraId="7A80AC41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조건을 더 추가하여 처리해 주십시요.</w:t>
                            </w:r>
                          </w:p>
                          <w:p w14:paraId="355D43DB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*/</w:t>
                            </w:r>
                          </w:p>
                          <w:p w14:paraId="56010758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if( !url.startsWith("http://") &amp;&amp; !url.startsWith("https://") &amp;&amp; !url.startsWith("javascript:") )</w:t>
                            </w:r>
                          </w:p>
                          <w:p w14:paraId="00838C32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{</w:t>
                            </w:r>
                          </w:p>
                          <w:p w14:paraId="51A609BE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Intent intent; try{</w:t>
                            </w:r>
                          </w:p>
                          <w:p w14:paraId="69D0A4F9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intent = Intent.parseUri(url, Intent.URI_INTENT_SCHEME); Log.d("&lt;TEST&gt;", "intent getDataString : " + intent.getDataString());</w:t>
                            </w:r>
                          </w:p>
                          <w:p w14:paraId="0455DFCB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 catch (URISyntaxException ex) {</w:t>
                            </w:r>
                          </w:p>
                          <w:p w14:paraId="6D772178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Log.e("&lt;TEST&gt;", "URI syntax error : " + url + ":" + ex.getMessage()); return false;</w:t>
                            </w:r>
                          </w:p>
                          <w:p w14:paraId="0E4BF7AD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</w:t>
                            </w:r>
                          </w:p>
                          <w:p w14:paraId="13695DB9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try{</w:t>
                            </w:r>
                          </w:p>
                          <w:p w14:paraId="4C3D4CAF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startActivity(intent);</w:t>
                            </w:r>
                          </w:p>
                          <w:p w14:paraId="66B3C48A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}catch(ActivityNotFoundException e){</w:t>
                            </w:r>
                          </w:p>
                          <w:p w14:paraId="1987E2B6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/* ISP어플이 현재 폰에 없다면 아래 처리에서</w:t>
                            </w:r>
                          </w:p>
                          <w:p w14:paraId="158B22E8" w14:textId="0D112E45" w:rsidR="005F7164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 알림을 통해 처리하도록 하였습니다</w:t>
                            </w:r>
                          </w:p>
                          <w:p w14:paraId="382AF2FA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</w:p>
                          <w:p w14:paraId="183CF545" w14:textId="77777777" w:rsidR="005F7164" w:rsidRPr="006C0867" w:rsidRDefault="005F7164" w:rsidP="0079786A">
                            <w:pPr>
                              <w:pStyle w:val="af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894"/>
                              </w:tabs>
                              <w:spacing w:before="2" w:line="357" w:lineRule="exact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삼성카드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및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기타</w:t>
                            </w:r>
                            <w:r w:rsidRPr="006C0867">
                              <w:rPr>
                                <w:color w:val="000000" w:themeColor="text1"/>
                                <w:spacing w:val="40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안심클릭에서는</w:t>
                            </w:r>
                          </w:p>
                          <w:p w14:paraId="759A15BB" w14:textId="77777777" w:rsidR="005F7164" w:rsidRPr="006C0867" w:rsidRDefault="005F7164" w:rsidP="0079786A">
                            <w:pPr>
                              <w:pStyle w:val="af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894"/>
                              </w:tabs>
                              <w:spacing w:line="346" w:lineRule="exact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카드사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웹페이지에서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알아서</w:t>
                            </w:r>
                            <w:r w:rsidRPr="006C0867">
                              <w:rPr>
                                <w:color w:val="000000" w:themeColor="text1"/>
                                <w:spacing w:val="40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처리하기때문에</w:t>
                            </w:r>
                          </w:p>
                          <w:p w14:paraId="33409395" w14:textId="77777777" w:rsidR="005F7164" w:rsidRPr="006C0867" w:rsidRDefault="005F7164" w:rsidP="0079786A">
                            <w:pPr>
                              <w:pStyle w:val="af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866"/>
                              </w:tabs>
                              <w:spacing w:line="346" w:lineRule="exact"/>
                              <w:ind w:left="1865" w:hanging="155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WEBVIEW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에서는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별다른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처리를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하지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않아도</w:t>
                            </w:r>
                            <w:r w:rsidRPr="006C0867">
                              <w:rPr>
                                <w:color w:val="000000" w:themeColor="text1"/>
                                <w:spacing w:val="3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처리됩니다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.</w:t>
                            </w:r>
                          </w:p>
                          <w:p w14:paraId="4F6A7D4A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7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*/</w:t>
                            </w:r>
                          </w:p>
                          <w:p w14:paraId="435568A2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17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if( url.startsWith("ispmobile://"))</w:t>
                            </w:r>
                          </w:p>
                          <w:p w14:paraId="3E9BE625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17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109C737D" w14:textId="362EF595" w:rsidR="005F7164" w:rsidRDefault="005F7164" w:rsidP="006C0867">
                            <w:pPr>
                              <w:pStyle w:val="af"/>
                              <w:spacing w:line="346" w:lineRule="exact"/>
                              <w:ind w:left="1307"/>
                              <w:rPr>
                                <w:rFonts w:hint="eastAsia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//onCreateDialog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에서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정의한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ISP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어플리케이션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알럿을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띄워줍니다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  <w:t>.</w:t>
                            </w:r>
                            <w:r>
                              <w:rPr>
                                <w:color w:val="FFFFFF"/>
                                <w:lang w:eastAsia="ko-KR"/>
                              </w:rPr>
                              <w:t>.</w:t>
                            </w:r>
                            <w:r>
                              <w:rPr>
                                <w:color w:val="FFFFFF"/>
                              </w:rPr>
                              <w:t>URI_INTENT_SCHEME); String packageNm = excepIntent.getPackage();</w:t>
                            </w:r>
                          </w:p>
                          <w:p w14:paraId="5D073B34" w14:textId="77777777" w:rsidR="005F7164" w:rsidRDefault="005F7164" w:rsidP="006C0867">
                            <w:pPr>
                              <w:pStyle w:val="af"/>
                              <w:spacing w:before="14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  <w:p w14:paraId="79772DF4" w14:textId="77777777" w:rsidR="005F7164" w:rsidRDefault="005F7164" w:rsidP="006C0867">
                            <w:pPr>
                              <w:pStyle w:val="af"/>
                              <w:ind w:left="15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Log.d("&lt;MOBILE&gt;", "excepIntent getPackage : " + packageNm );</w:t>
                            </w:r>
                          </w:p>
                          <w:p w14:paraId="6C2AD157" w14:textId="77777777" w:rsidR="005F7164" w:rsidRDefault="005F7164" w:rsidP="006C0867">
                            <w:pPr>
                              <w:pStyle w:val="af"/>
                              <w:spacing w:before="8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41ADDF6E" w14:textId="77777777" w:rsidR="005F7164" w:rsidRDefault="005F7164" w:rsidP="006C0867">
                            <w:pPr>
                              <w:pStyle w:val="af"/>
                              <w:spacing w:line="225" w:lineRule="auto"/>
                              <w:ind w:left="150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excepIntent = new Intent(Intent.ACTION_VIEW); </w:t>
                            </w:r>
                            <w:r>
                              <w:rPr>
                                <w:color w:val="FFFFFF"/>
                                <w:w w:val="95"/>
                              </w:rPr>
                              <w:t>excepIntent.setData(Uri.parse("market://search?q="+packageNm));</w:t>
                            </w:r>
                          </w:p>
                          <w:p w14:paraId="46615D4C" w14:textId="77777777" w:rsidR="005F7164" w:rsidRDefault="005F7164" w:rsidP="006C0867">
                            <w:pPr>
                              <w:pStyle w:val="af"/>
                              <w:spacing w:before="16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  <w:p w14:paraId="2044FA63" w14:textId="77777777" w:rsidR="005F7164" w:rsidRDefault="005F7164" w:rsidP="006C0867">
                            <w:pPr>
                              <w:pStyle w:val="af"/>
                              <w:spacing w:line="358" w:lineRule="exact"/>
                              <w:ind w:left="15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startActivity(excepIntent);</w:t>
                            </w:r>
                          </w:p>
                          <w:p w14:paraId="11467046" w14:textId="77777777" w:rsidR="005F7164" w:rsidRDefault="005F7164" w:rsidP="006C0867">
                            <w:pPr>
                              <w:pStyle w:val="af"/>
                              <w:spacing w:line="347" w:lineRule="exact"/>
                              <w:ind w:left="19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} catch (URISyntaxException e1) {</w:t>
                            </w:r>
                          </w:p>
                          <w:p w14:paraId="564DEBC5" w14:textId="77777777" w:rsidR="005F7164" w:rsidRDefault="005F7164" w:rsidP="006C0867">
                            <w:pPr>
                              <w:pStyle w:val="af"/>
                              <w:tabs>
                                <w:tab w:val="left" w:pos="7575"/>
                              </w:tabs>
                              <w:spacing w:line="346" w:lineRule="exact"/>
                              <w:ind w:left="27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Log.e("&lt;MOBILE&gt;",  "INTENT://  </w:t>
                            </w:r>
                            <w:r>
                              <w:rPr>
                                <w:color w:val="FFFFFF"/>
                              </w:rPr>
                              <w:t>인입될시</w:t>
                            </w:r>
                            <w:r>
                              <w:rPr>
                                <w:color w:val="FFFF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예외</w:t>
                            </w:r>
                            <w:r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처리</w:t>
                            </w:r>
                            <w:r>
                              <w:rPr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color w:val="FFFFFF"/>
                              </w:rPr>
                              <w:t>오류</w:t>
                            </w:r>
                            <w:r>
                              <w:rPr>
                                <w:color w:val="FFFFFF"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:</w:t>
                            </w:r>
                          </w:p>
                          <w:p w14:paraId="065AC334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1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105"/>
                              </w:rPr>
                              <w:t>" + e1 );</w:t>
                            </w:r>
                          </w:p>
                          <w:p w14:paraId="62FF652D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4911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7AD94D87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110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7D80409B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90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3C3B7138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4F73555F" w14:textId="77777777" w:rsidR="005F7164" w:rsidRDefault="005F7164" w:rsidP="006C0867">
                            <w:pPr>
                              <w:pStyle w:val="af"/>
                              <w:spacing w:line="347" w:lineRule="exact"/>
                              <w:ind w:left="7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else</w:t>
                            </w:r>
                          </w:p>
                          <w:p w14:paraId="169F0A29" w14:textId="77777777" w:rsidR="005F7164" w:rsidRDefault="005F7164" w:rsidP="006C0867">
                            <w:pPr>
                              <w:pStyle w:val="af"/>
                              <w:spacing w:line="347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{</w:t>
                            </w:r>
                          </w:p>
                          <w:p w14:paraId="6E5588E7" w14:textId="77777777" w:rsidR="005F7164" w:rsidRDefault="005F7164" w:rsidP="006C0867">
                            <w:pPr>
                              <w:pStyle w:val="af"/>
                              <w:spacing w:before="5" w:line="225" w:lineRule="auto"/>
                              <w:ind w:left="909" w:right="573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95"/>
                              </w:rPr>
                              <w:t xml:space="preserve">view.loadUrl(url); </w:t>
                            </w:r>
                            <w:r>
                              <w:rPr>
                                <w:color w:val="FFFFFF"/>
                              </w:rPr>
                              <w:t>return false;</w:t>
                            </w:r>
                          </w:p>
                          <w:p w14:paraId="62720718" w14:textId="77777777" w:rsidR="005F7164" w:rsidRDefault="005F7164" w:rsidP="006C0867">
                            <w:pPr>
                              <w:pStyle w:val="af"/>
                              <w:spacing w:line="341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4B870340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return true;</w:t>
                            </w:r>
                          </w:p>
                          <w:p w14:paraId="15949ECC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019CA4D9" w14:textId="77777777" w:rsidR="005F7164" w:rsidRDefault="005F7164" w:rsidP="006C0867">
                            <w:pPr>
                              <w:pStyle w:val="af"/>
                              <w:spacing w:line="354" w:lineRule="exact"/>
                              <w:ind w:left="1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62B836D6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B1AC7" id="Text Box 17" o:spid="_x0000_s1033" type="#_x0000_t202" style="position:absolute;left:0;text-align:left;margin-left:53.25pt;margin-top:12.4pt;width:419.25pt;height:57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" fillcolor="white [3201]" strokeweight=".5pt">
                <v:textbox>
                  <w:txbxContent>
                    <w:p w14:paraId="1A9EAA9A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private class SampleWebViewClient extends WebViewClient { @Override</w:t>
                      </w:r>
                    </w:p>
                    <w:p w14:paraId="54039136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public boolean shouldOverrideUrlLoading(WebView view, String url) { Log.d("&lt;TEST&gt;","URL : "+url);</w:t>
                      </w:r>
                    </w:p>
                    <w:p w14:paraId="27E6B875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/*</w:t>
                      </w:r>
                    </w:p>
                    <w:p w14:paraId="593F334C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URL별로 분기가 필요합니다. 어플리케이션을 로딩하는것과</w:t>
                      </w:r>
                    </w:p>
                    <w:p w14:paraId="689FDFCC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WEB PAGE를 로딩하는것을 분리 하여 처리해야 합니다.</w:t>
                      </w:r>
                    </w:p>
                    <w:p w14:paraId="5859723E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만일 가맹점 특정 어플 URL이 들어온다면</w:t>
                      </w:r>
                    </w:p>
                    <w:p w14:paraId="7A80AC41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조건을 더 추가하여 처리해 주십시요.</w:t>
                      </w:r>
                    </w:p>
                    <w:p w14:paraId="355D43DB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*/</w:t>
                      </w:r>
                    </w:p>
                    <w:p w14:paraId="56010758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if( !url.startsWith("http://") &amp;&amp; !url.startsWith("https://") &amp;&amp; !url.startsWith("javascript:") )</w:t>
                      </w:r>
                    </w:p>
                    <w:p w14:paraId="00838C32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{</w:t>
                      </w:r>
                    </w:p>
                    <w:p w14:paraId="51A609BE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Intent intent; try{</w:t>
                      </w:r>
                    </w:p>
                    <w:p w14:paraId="69D0A4F9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intent = Intent.parseUri(url, Intent.URI_INTENT_SCHEME); Log.d("&lt;TEST&gt;", "intent getDataString : " + intent.getDataString());</w:t>
                      </w:r>
                    </w:p>
                    <w:p w14:paraId="0455DFCB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 catch (URISyntaxException ex) {</w:t>
                      </w:r>
                    </w:p>
                    <w:p w14:paraId="6D772178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Log.e("&lt;TEST&gt;", "URI syntax error : " + url + ":" + ex.getMessage()); return false;</w:t>
                      </w:r>
                    </w:p>
                    <w:p w14:paraId="0E4BF7AD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</w:t>
                      </w:r>
                    </w:p>
                    <w:p w14:paraId="13695DB9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try{</w:t>
                      </w:r>
                    </w:p>
                    <w:p w14:paraId="4C3D4CAF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startActivity(intent);</w:t>
                      </w:r>
                    </w:p>
                    <w:p w14:paraId="66B3C48A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}catch(ActivityNotFoundException e){</w:t>
                      </w:r>
                    </w:p>
                    <w:p w14:paraId="1987E2B6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/* ISP어플이 현재 폰에 없다면 아래 처리에서</w:t>
                      </w:r>
                    </w:p>
                    <w:p w14:paraId="158B22E8" w14:textId="0D112E45" w:rsidR="005F7164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 알림을 통해 처리하도록 하였습니다</w:t>
                      </w:r>
                    </w:p>
                    <w:p w14:paraId="382AF2FA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</w:p>
                    <w:p w14:paraId="183CF545" w14:textId="77777777" w:rsidR="005F7164" w:rsidRPr="006C0867" w:rsidRDefault="005F7164" w:rsidP="0079786A">
                      <w:pPr>
                        <w:pStyle w:val="af"/>
                        <w:numPr>
                          <w:ilvl w:val="0"/>
                          <w:numId w:val="19"/>
                        </w:numPr>
                        <w:tabs>
                          <w:tab w:val="left" w:pos="1894"/>
                        </w:tabs>
                        <w:spacing w:before="2" w:line="357" w:lineRule="exact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삼성카드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및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기타</w:t>
                      </w:r>
                      <w:r w:rsidRPr="006C0867">
                        <w:rPr>
                          <w:color w:val="000000" w:themeColor="text1"/>
                          <w:spacing w:val="40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안심클릭에서는</w:t>
                      </w:r>
                    </w:p>
                    <w:p w14:paraId="759A15BB" w14:textId="77777777" w:rsidR="005F7164" w:rsidRPr="006C0867" w:rsidRDefault="005F7164" w:rsidP="0079786A">
                      <w:pPr>
                        <w:pStyle w:val="af"/>
                        <w:numPr>
                          <w:ilvl w:val="0"/>
                          <w:numId w:val="19"/>
                        </w:numPr>
                        <w:tabs>
                          <w:tab w:val="left" w:pos="1894"/>
                        </w:tabs>
                        <w:spacing w:line="346" w:lineRule="exact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카드사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웹페이지에서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알아서</w:t>
                      </w:r>
                      <w:r w:rsidRPr="006C0867">
                        <w:rPr>
                          <w:color w:val="000000" w:themeColor="text1"/>
                          <w:spacing w:val="40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처리하기때문에</w:t>
                      </w:r>
                    </w:p>
                    <w:p w14:paraId="33409395" w14:textId="77777777" w:rsidR="005F7164" w:rsidRPr="006C0867" w:rsidRDefault="005F7164" w:rsidP="0079786A">
                      <w:pPr>
                        <w:pStyle w:val="af"/>
                        <w:numPr>
                          <w:ilvl w:val="0"/>
                          <w:numId w:val="19"/>
                        </w:numPr>
                        <w:tabs>
                          <w:tab w:val="left" w:pos="1866"/>
                        </w:tabs>
                        <w:spacing w:line="346" w:lineRule="exact"/>
                        <w:ind w:left="1865" w:hanging="155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WEBVIEW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에서는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별다른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처리를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하지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않아도</w:t>
                      </w:r>
                      <w:r w:rsidRPr="006C0867">
                        <w:rPr>
                          <w:color w:val="000000" w:themeColor="text1"/>
                          <w:spacing w:val="3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처리됩니다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.</w:t>
                      </w:r>
                    </w:p>
                    <w:p w14:paraId="4F6A7D4A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7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*/</w:t>
                      </w:r>
                    </w:p>
                    <w:p w14:paraId="435568A2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17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if( url.startsWith("ispmobile://"))</w:t>
                      </w:r>
                    </w:p>
                    <w:p w14:paraId="3E9BE625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17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109C737D" w14:textId="362EF595" w:rsidR="005F7164" w:rsidRDefault="005F7164" w:rsidP="006C0867">
                      <w:pPr>
                        <w:pStyle w:val="af"/>
                        <w:spacing w:line="346" w:lineRule="exact"/>
                        <w:ind w:left="1307"/>
                        <w:rPr>
                          <w:rFonts w:hint="eastAsia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//onCreateDialog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에서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정의한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ISP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어플리케이션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알럿을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띄워줍니다</w:t>
                      </w:r>
                      <w:r>
                        <w:rPr>
                          <w:rFonts w:hint="eastAsia"/>
                          <w:color w:val="000000" w:themeColor="text1"/>
                          <w:lang w:eastAsia="ko-KR"/>
                        </w:rPr>
                        <w:t>.</w:t>
                      </w:r>
                      <w:r>
                        <w:rPr>
                          <w:color w:val="FFFFFF"/>
                          <w:lang w:eastAsia="ko-KR"/>
                        </w:rPr>
                        <w:t>.</w:t>
                      </w:r>
                      <w:r>
                        <w:rPr>
                          <w:color w:val="FFFFFF"/>
                        </w:rPr>
                        <w:t>URI_INTENT_SCHEME); String packageNm = excepIntent.getPackage();</w:t>
                      </w:r>
                    </w:p>
                    <w:p w14:paraId="5D073B34" w14:textId="77777777" w:rsidR="005F7164" w:rsidRDefault="005F7164" w:rsidP="006C0867">
                      <w:pPr>
                        <w:pStyle w:val="af"/>
                        <w:spacing w:before="14"/>
                        <w:rPr>
                          <w:rFonts w:hint="eastAsia"/>
                          <w:sz w:val="17"/>
                        </w:rPr>
                      </w:pPr>
                    </w:p>
                    <w:p w14:paraId="79772DF4" w14:textId="77777777" w:rsidR="005F7164" w:rsidRDefault="005F7164" w:rsidP="006C0867">
                      <w:pPr>
                        <w:pStyle w:val="af"/>
                        <w:ind w:left="15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Log.d("&lt;MOBILE&gt;", "excepIntent getPackage : " + packageNm );</w:t>
                      </w:r>
                    </w:p>
                    <w:p w14:paraId="6C2AD157" w14:textId="77777777" w:rsidR="005F7164" w:rsidRDefault="005F7164" w:rsidP="006C0867">
                      <w:pPr>
                        <w:pStyle w:val="af"/>
                        <w:spacing w:before="8"/>
                        <w:rPr>
                          <w:rFonts w:hint="eastAsia"/>
                          <w:sz w:val="18"/>
                        </w:rPr>
                      </w:pPr>
                    </w:p>
                    <w:p w14:paraId="41ADDF6E" w14:textId="77777777" w:rsidR="005F7164" w:rsidRDefault="005F7164" w:rsidP="006C0867">
                      <w:pPr>
                        <w:pStyle w:val="af"/>
                        <w:spacing w:line="225" w:lineRule="auto"/>
                        <w:ind w:left="1509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 xml:space="preserve">excepIntent = new Intent(Intent.ACTION_VIEW); </w:t>
                      </w:r>
                      <w:r>
                        <w:rPr>
                          <w:color w:val="FFFFFF"/>
                          <w:w w:val="95"/>
                        </w:rPr>
                        <w:t>excepIntent.setData(Uri.parse("market://search?q="+packageNm));</w:t>
                      </w:r>
                    </w:p>
                    <w:p w14:paraId="46615D4C" w14:textId="77777777" w:rsidR="005F7164" w:rsidRDefault="005F7164" w:rsidP="006C0867">
                      <w:pPr>
                        <w:pStyle w:val="af"/>
                        <w:spacing w:before="16"/>
                        <w:rPr>
                          <w:rFonts w:hint="eastAsia"/>
                          <w:sz w:val="17"/>
                        </w:rPr>
                      </w:pPr>
                    </w:p>
                    <w:p w14:paraId="2044FA63" w14:textId="77777777" w:rsidR="005F7164" w:rsidRDefault="005F7164" w:rsidP="006C0867">
                      <w:pPr>
                        <w:pStyle w:val="af"/>
                        <w:spacing w:line="358" w:lineRule="exact"/>
                        <w:ind w:left="15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startActivity(excepIntent);</w:t>
                      </w:r>
                    </w:p>
                    <w:p w14:paraId="11467046" w14:textId="77777777" w:rsidR="005F7164" w:rsidRDefault="005F7164" w:rsidP="006C0867">
                      <w:pPr>
                        <w:pStyle w:val="af"/>
                        <w:spacing w:line="347" w:lineRule="exact"/>
                        <w:ind w:left="19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} catch (URISyntaxException e1) {</w:t>
                      </w:r>
                    </w:p>
                    <w:p w14:paraId="564DEBC5" w14:textId="77777777" w:rsidR="005F7164" w:rsidRDefault="005F7164" w:rsidP="006C0867">
                      <w:pPr>
                        <w:pStyle w:val="af"/>
                        <w:tabs>
                          <w:tab w:val="left" w:pos="7575"/>
                        </w:tabs>
                        <w:spacing w:line="346" w:lineRule="exact"/>
                        <w:ind w:left="27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 xml:space="preserve">Log.e("&lt;MOBILE&gt;",  "INTENT://  </w:t>
                      </w:r>
                      <w:r>
                        <w:rPr>
                          <w:color w:val="FFFFFF"/>
                        </w:rPr>
                        <w:t>인입될시</w:t>
                      </w:r>
                      <w:r>
                        <w:rPr>
                          <w:color w:val="FFFFFF"/>
                          <w:spacing w:val="25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예외</w:t>
                      </w:r>
                      <w:r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처리</w:t>
                      </w:r>
                      <w:r>
                        <w:rPr>
                          <w:color w:val="FFFFFF"/>
                        </w:rPr>
                        <w:tab/>
                      </w:r>
                      <w:r>
                        <w:rPr>
                          <w:color w:val="FFFFFF"/>
                        </w:rPr>
                        <w:t>오류</w:t>
                      </w:r>
                      <w:r>
                        <w:rPr>
                          <w:color w:val="FFFFFF"/>
                          <w:spacing w:val="47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:</w:t>
                      </w:r>
                    </w:p>
                    <w:p w14:paraId="065AC334" w14:textId="77777777" w:rsidR="005F7164" w:rsidRDefault="005F7164" w:rsidP="006C0867">
                      <w:pPr>
                        <w:pStyle w:val="af"/>
                        <w:spacing w:line="346" w:lineRule="exact"/>
                        <w:ind w:left="1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105"/>
                        </w:rPr>
                        <w:t>" + e1 );</w:t>
                      </w:r>
                    </w:p>
                    <w:p w14:paraId="62FF652D" w14:textId="77777777" w:rsidR="005F7164" w:rsidRDefault="005F7164" w:rsidP="006C0867">
                      <w:pPr>
                        <w:pStyle w:val="af"/>
                        <w:spacing w:line="346" w:lineRule="exact"/>
                        <w:ind w:left="4911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7AD94D87" w14:textId="77777777" w:rsidR="005F7164" w:rsidRDefault="005F7164" w:rsidP="006C0867">
                      <w:pPr>
                        <w:pStyle w:val="af"/>
                        <w:spacing w:line="346" w:lineRule="exact"/>
                        <w:ind w:left="1108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7D80409B" w14:textId="77777777" w:rsidR="005F7164" w:rsidRDefault="005F7164" w:rsidP="006C0867">
                      <w:pPr>
                        <w:pStyle w:val="af"/>
                        <w:spacing w:line="346" w:lineRule="exact"/>
                        <w:ind w:left="909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3C3B7138" w14:textId="77777777" w:rsidR="005F7164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4F73555F" w14:textId="77777777" w:rsidR="005F7164" w:rsidRDefault="005F7164" w:rsidP="006C0867">
                      <w:pPr>
                        <w:pStyle w:val="af"/>
                        <w:spacing w:line="347" w:lineRule="exact"/>
                        <w:ind w:left="7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else</w:t>
                      </w:r>
                    </w:p>
                    <w:p w14:paraId="169F0A29" w14:textId="77777777" w:rsidR="005F7164" w:rsidRDefault="005F7164" w:rsidP="006C0867">
                      <w:pPr>
                        <w:pStyle w:val="af"/>
                        <w:spacing w:line="347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{</w:t>
                      </w:r>
                    </w:p>
                    <w:p w14:paraId="6E5588E7" w14:textId="77777777" w:rsidR="005F7164" w:rsidRDefault="005F7164" w:rsidP="006C0867">
                      <w:pPr>
                        <w:pStyle w:val="af"/>
                        <w:spacing w:before="5" w:line="225" w:lineRule="auto"/>
                        <w:ind w:left="909" w:right="573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95"/>
                        </w:rPr>
                        <w:t xml:space="preserve">view.loadUrl(url); </w:t>
                      </w:r>
                      <w:r>
                        <w:rPr>
                          <w:color w:val="FFFFFF"/>
                        </w:rPr>
                        <w:t>return false;</w:t>
                      </w:r>
                    </w:p>
                    <w:p w14:paraId="62720718" w14:textId="77777777" w:rsidR="005F7164" w:rsidRDefault="005F7164" w:rsidP="006C0867">
                      <w:pPr>
                        <w:pStyle w:val="af"/>
                        <w:spacing w:line="341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4B870340" w14:textId="77777777" w:rsidR="005F7164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return true;</w:t>
                      </w:r>
                    </w:p>
                    <w:p w14:paraId="15949ECC" w14:textId="77777777" w:rsidR="005F7164" w:rsidRDefault="005F7164" w:rsidP="006C086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019CA4D9" w14:textId="77777777" w:rsidR="005F7164" w:rsidRDefault="005F7164" w:rsidP="006C0867">
                      <w:pPr>
                        <w:pStyle w:val="af"/>
                        <w:spacing w:line="354" w:lineRule="exact"/>
                        <w:ind w:left="1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62B836D6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D4197C" w14:textId="42316D0A" w:rsidR="006C0867" w:rsidRDefault="006C0867" w:rsidP="006C0867"/>
    <w:p w14:paraId="241C4DD2" w14:textId="77777777" w:rsidR="006C0867" w:rsidRDefault="006C0867" w:rsidP="006C0867"/>
    <w:p w14:paraId="6CE22789" w14:textId="77777777" w:rsidR="006C0867" w:rsidRDefault="006C0867" w:rsidP="006C0867"/>
    <w:p w14:paraId="3B13A017" w14:textId="77777777" w:rsidR="006C0867" w:rsidRDefault="006C0867" w:rsidP="006C0867"/>
    <w:p w14:paraId="7AF16CCA" w14:textId="77777777" w:rsidR="006C0867" w:rsidRDefault="006C0867" w:rsidP="006C0867"/>
    <w:p w14:paraId="1AE78ACE" w14:textId="77777777" w:rsidR="006C0867" w:rsidRDefault="006C0867" w:rsidP="006C0867"/>
    <w:p w14:paraId="3FC4B968" w14:textId="77777777" w:rsidR="006C0867" w:rsidRDefault="006C0867" w:rsidP="006C0867"/>
    <w:p w14:paraId="7909A9F0" w14:textId="77777777" w:rsidR="006C0867" w:rsidRDefault="006C0867" w:rsidP="006C0867"/>
    <w:p w14:paraId="02C95041" w14:textId="77777777" w:rsidR="006C0867" w:rsidRDefault="006C0867" w:rsidP="006C0867"/>
    <w:p w14:paraId="00188F08" w14:textId="77777777" w:rsidR="006C0867" w:rsidRDefault="006C0867" w:rsidP="006C0867"/>
    <w:p w14:paraId="4933C8FA" w14:textId="77777777" w:rsidR="006C0867" w:rsidRDefault="006C0867" w:rsidP="006C0867"/>
    <w:p w14:paraId="62B1E997" w14:textId="77777777" w:rsidR="006C0867" w:rsidRDefault="006C0867" w:rsidP="006C0867"/>
    <w:p w14:paraId="5E5B3FC3" w14:textId="77777777" w:rsidR="006C0867" w:rsidRDefault="006C0867" w:rsidP="006C0867"/>
    <w:p w14:paraId="6DAA09FB" w14:textId="77777777" w:rsidR="006C0867" w:rsidRDefault="006C0867" w:rsidP="006C0867"/>
    <w:p w14:paraId="2F4DE2D6" w14:textId="77777777" w:rsidR="006C0867" w:rsidRDefault="006C0867" w:rsidP="006C0867"/>
    <w:p w14:paraId="5A0400EF" w14:textId="77777777" w:rsidR="006C0867" w:rsidRDefault="006C0867" w:rsidP="006C0867"/>
    <w:p w14:paraId="66A4BED1" w14:textId="77777777" w:rsidR="006C0867" w:rsidRDefault="006C0867" w:rsidP="006C0867"/>
    <w:p w14:paraId="59394AA4" w14:textId="77777777" w:rsidR="006C0867" w:rsidRDefault="006C0867" w:rsidP="006C0867"/>
    <w:p w14:paraId="05F152F1" w14:textId="77777777" w:rsidR="006C0867" w:rsidRDefault="006C0867" w:rsidP="006C0867"/>
    <w:p w14:paraId="1607A778" w14:textId="77777777" w:rsidR="006C0867" w:rsidRDefault="006C0867" w:rsidP="006C0867"/>
    <w:p w14:paraId="3EB057BF" w14:textId="77777777" w:rsidR="006C0867" w:rsidRDefault="006C0867" w:rsidP="006C0867"/>
    <w:p w14:paraId="0E231A39" w14:textId="5979C1A3" w:rsidR="006C0867" w:rsidRDefault="006C0867" w:rsidP="006C0867"/>
    <w:p w14:paraId="2F067058" w14:textId="2510A98D" w:rsidR="00A860C2" w:rsidRDefault="00A860C2" w:rsidP="006C0867"/>
    <w:p w14:paraId="0B4547F0" w14:textId="7BE58120" w:rsidR="00A860C2" w:rsidRDefault="00A860C2" w:rsidP="006C0867"/>
    <w:p w14:paraId="2E9798A5" w14:textId="08C7BAB3" w:rsidR="00A860C2" w:rsidRDefault="00A860C2" w:rsidP="006C0867"/>
    <w:p w14:paraId="715226D0" w14:textId="77A7E5D5" w:rsidR="00A860C2" w:rsidRDefault="00A860C2" w:rsidP="006C0867"/>
    <w:p w14:paraId="7F290859" w14:textId="643234CB" w:rsidR="00A860C2" w:rsidRDefault="00A860C2" w:rsidP="006C0867"/>
    <w:p w14:paraId="75203053" w14:textId="6EEAE586" w:rsidR="00A860C2" w:rsidRDefault="00A860C2" w:rsidP="006C0867"/>
    <w:p w14:paraId="44742BCF" w14:textId="37C16DDB" w:rsidR="00A860C2" w:rsidRDefault="00A860C2" w:rsidP="006C0867"/>
    <w:p w14:paraId="12A0333E" w14:textId="26DA8C58" w:rsidR="00A860C2" w:rsidRDefault="00A860C2" w:rsidP="006C0867"/>
    <w:p w14:paraId="2946D600" w14:textId="1D8C8329" w:rsidR="00A860C2" w:rsidRDefault="00A860C2" w:rsidP="006C0867"/>
    <w:p w14:paraId="32908879" w14:textId="6DD055DB" w:rsidR="00A860C2" w:rsidRDefault="00A860C2" w:rsidP="006C0867"/>
    <w:p w14:paraId="6C7AB2D5" w14:textId="3A2B9462" w:rsidR="00A860C2" w:rsidRDefault="00A860C2" w:rsidP="006C0867"/>
    <w:p w14:paraId="34E848F2" w14:textId="4E43417B" w:rsidR="00A860C2" w:rsidRDefault="00A860C2" w:rsidP="006C0867"/>
    <w:p w14:paraId="0533F629" w14:textId="35773AA4" w:rsidR="00A860C2" w:rsidRDefault="00A860C2" w:rsidP="006C0867"/>
    <w:p w14:paraId="3A1184D0" w14:textId="4D20F43B" w:rsidR="00A860C2" w:rsidRDefault="00A860C2" w:rsidP="006C0867"/>
    <w:p w14:paraId="04465F04" w14:textId="1AB7DF4B" w:rsidR="00A860C2" w:rsidRDefault="00A860C2" w:rsidP="006C0867"/>
    <w:p w14:paraId="1AFDF4A0" w14:textId="1B9E5054" w:rsidR="00A860C2" w:rsidRDefault="00A860C2" w:rsidP="006C0867"/>
    <w:p w14:paraId="237C74D1" w14:textId="789A48A5" w:rsidR="00A860C2" w:rsidRDefault="00A860C2" w:rsidP="006C0867"/>
    <w:p w14:paraId="51E1D029" w14:textId="5EFB963A" w:rsidR="00A860C2" w:rsidRDefault="00A860C2" w:rsidP="006C0867"/>
    <w:p w14:paraId="74BF0709" w14:textId="5F7DC78C" w:rsidR="00A860C2" w:rsidRDefault="00A860C2" w:rsidP="006C0867"/>
    <w:p w14:paraId="775D399F" w14:textId="4E787AF4" w:rsidR="00A860C2" w:rsidRDefault="00A860C2" w:rsidP="006C0867"/>
    <w:p w14:paraId="7F11B595" w14:textId="65701840" w:rsidR="00A860C2" w:rsidRDefault="00A860C2" w:rsidP="006C0867"/>
    <w:p w14:paraId="185F4AA9" w14:textId="1ABFEF18" w:rsidR="00A860C2" w:rsidRDefault="00A860C2" w:rsidP="006C0867"/>
    <w:p w14:paraId="504419F3" w14:textId="5FA45BE3" w:rsidR="00A860C2" w:rsidRDefault="00A860C2" w:rsidP="006C0867"/>
    <w:p w14:paraId="6FC400B0" w14:textId="4D5B42D8" w:rsidR="00A860C2" w:rsidRDefault="00A860C2" w:rsidP="006C0867"/>
    <w:p w14:paraId="73B1BC65" w14:textId="77777777" w:rsidR="006C0867" w:rsidRDefault="006C0867" w:rsidP="006C0867"/>
    <w:p w14:paraId="57A18639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4F647AD" w14:textId="09CD02C2" w:rsidR="006C0867" w:rsidRDefault="006D3914" w:rsidP="006C0867">
      <w:pPr>
        <w:pStyle w:val="af"/>
        <w:rPr>
          <w:rFonts w:hint="eastAsia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B9D964E" wp14:editId="124C1B33">
                <wp:simplePos x="0" y="0"/>
                <wp:positionH relativeFrom="column">
                  <wp:posOffset>438150</wp:posOffset>
                </wp:positionH>
                <wp:positionV relativeFrom="paragraph">
                  <wp:posOffset>12065</wp:posOffset>
                </wp:positionV>
                <wp:extent cx="5038725" cy="66008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660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0E821" w14:textId="77777777" w:rsidR="005F7164" w:rsidRPr="006C0867" w:rsidRDefault="005F7164" w:rsidP="006C0867">
                            <w:pPr>
                              <w:pStyle w:val="af"/>
                              <w:spacing w:before="5" w:line="225" w:lineRule="auto"/>
                              <w:ind w:left="1307" w:right="3153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//(ISP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어플리케이션이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없을경우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) showDialog(DIALOG_ISP);</w:t>
                            </w:r>
                          </w:p>
                          <w:p w14:paraId="57E61B18" w14:textId="77777777" w:rsidR="005F7164" w:rsidRPr="006C0867" w:rsidRDefault="005F7164" w:rsidP="006C0867">
                            <w:pPr>
                              <w:pStyle w:val="af"/>
                              <w:spacing w:line="340" w:lineRule="exact"/>
                              <w:ind w:left="13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return false;</w:t>
                            </w:r>
                          </w:p>
                          <w:p w14:paraId="31AA5125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7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}else if( url.startWith("intent://")){ //intent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형태의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스키마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처리</w:t>
                            </w:r>
                          </w:p>
                          <w:p w14:paraId="6DF7C1B8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3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try {</w:t>
                            </w:r>
                          </w:p>
                          <w:p w14:paraId="54CFA268" w14:textId="77777777" w:rsidR="005F7164" w:rsidRPr="006C0867" w:rsidRDefault="005F7164" w:rsidP="006C0867">
                            <w:pPr>
                              <w:pStyle w:val="af"/>
                              <w:spacing w:before="2" w:line="228" w:lineRule="auto"/>
                              <w:ind w:left="1509" w:right="344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Intent excepIntent = Intent.parseUri(url, Intent.URI_INTENT_SCHEME); String packageNm = excepIntent.getPackage();</w:t>
                            </w:r>
                          </w:p>
                          <w:p w14:paraId="3C9665A5" w14:textId="77777777" w:rsidR="005F7164" w:rsidRPr="006C0867" w:rsidRDefault="005F7164" w:rsidP="006C0867">
                            <w:pPr>
                              <w:pStyle w:val="af"/>
                              <w:spacing w:before="14"/>
                              <w:rPr>
                                <w:rFonts w:hint="eastAsia"/>
                                <w:color w:val="000000" w:themeColor="text1"/>
                                <w:sz w:val="17"/>
                              </w:rPr>
                            </w:pPr>
                          </w:p>
                          <w:p w14:paraId="70C63A10" w14:textId="77777777" w:rsidR="005F7164" w:rsidRPr="006C0867" w:rsidRDefault="005F7164" w:rsidP="006C0867">
                            <w:pPr>
                              <w:pStyle w:val="af"/>
                              <w:ind w:left="15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Log.d("&lt;MOBILE&gt;", "excepIntent getPackage : " + packageNm );</w:t>
                            </w:r>
                          </w:p>
                          <w:p w14:paraId="7FAE70D1" w14:textId="77777777" w:rsidR="005F7164" w:rsidRPr="006C0867" w:rsidRDefault="005F7164" w:rsidP="006C0867">
                            <w:pPr>
                              <w:pStyle w:val="af"/>
                              <w:spacing w:before="8"/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</w:pPr>
                          </w:p>
                          <w:p w14:paraId="622B0F9D" w14:textId="77777777" w:rsidR="005F7164" w:rsidRPr="006C0867" w:rsidRDefault="005F7164" w:rsidP="006C0867">
                            <w:pPr>
                              <w:pStyle w:val="af"/>
                              <w:spacing w:line="225" w:lineRule="auto"/>
                              <w:ind w:left="15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excepIntent = new Intent(Intent.ACTION_VIEW); </w:t>
                            </w:r>
                            <w:r w:rsidRPr="006C0867">
                              <w:rPr>
                                <w:color w:val="000000" w:themeColor="text1"/>
                                <w:w w:val="95"/>
                              </w:rPr>
                              <w:t>excepIntent.setData(Uri.parse("market://search?q="+packageNm));</w:t>
                            </w:r>
                          </w:p>
                          <w:p w14:paraId="2902E675" w14:textId="77777777" w:rsidR="005F7164" w:rsidRPr="006C0867" w:rsidRDefault="005F7164" w:rsidP="006C0867">
                            <w:pPr>
                              <w:pStyle w:val="af"/>
                              <w:spacing w:before="16"/>
                              <w:rPr>
                                <w:rFonts w:hint="eastAsia"/>
                                <w:color w:val="000000" w:themeColor="text1"/>
                                <w:sz w:val="17"/>
                              </w:rPr>
                            </w:pPr>
                          </w:p>
                          <w:p w14:paraId="6F4FE9F9" w14:textId="77777777" w:rsidR="005F7164" w:rsidRPr="006C0867" w:rsidRDefault="005F7164" w:rsidP="006C0867">
                            <w:pPr>
                              <w:pStyle w:val="af"/>
                              <w:spacing w:line="358" w:lineRule="exact"/>
                              <w:ind w:left="15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startActivity(excepIntent);</w:t>
                            </w:r>
                          </w:p>
                          <w:p w14:paraId="67CFDCA2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19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} catch (URISyntaxException e1) {</w:t>
                            </w:r>
                          </w:p>
                          <w:p w14:paraId="2C501156" w14:textId="77777777" w:rsidR="005F7164" w:rsidRPr="006C0867" w:rsidRDefault="005F7164" w:rsidP="006C0867">
                            <w:pPr>
                              <w:pStyle w:val="af"/>
                              <w:tabs>
                                <w:tab w:val="left" w:pos="7575"/>
                              </w:tabs>
                              <w:spacing w:line="346" w:lineRule="exact"/>
                              <w:ind w:left="27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Log.e("&lt;MOBILE&gt;",  "INTENT:// 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인입될시</w:t>
                            </w:r>
                            <w:r w:rsidRPr="006C0867">
                              <w:rPr>
                                <w:color w:val="000000" w:themeColor="text1"/>
                                <w:spacing w:val="25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예외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spacing w:val="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처리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ab/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오류</w:t>
                            </w:r>
                            <w:r w:rsidRPr="006C0867">
                              <w:rPr>
                                <w:color w:val="000000" w:themeColor="text1"/>
                                <w:spacing w:val="47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:</w:t>
                            </w:r>
                          </w:p>
                          <w:p w14:paraId="16B5EBF5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105"/>
                              </w:rPr>
                              <w:t>" + e1 );</w:t>
                            </w:r>
                          </w:p>
                          <w:p w14:paraId="5C29D611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49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4C062FA1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1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245E0B15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9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46DBE511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7CEF9F1B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7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else</w:t>
                            </w:r>
                          </w:p>
                          <w:p w14:paraId="0FB7B829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1620BF5C" w14:textId="77777777" w:rsidR="005F7164" w:rsidRPr="006C0867" w:rsidRDefault="005F7164" w:rsidP="006C0867">
                            <w:pPr>
                              <w:pStyle w:val="af"/>
                              <w:spacing w:before="5" w:line="225" w:lineRule="auto"/>
                              <w:ind w:left="909" w:right="573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95"/>
                              </w:rPr>
                              <w:t xml:space="preserve">view.loadUrl(url);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return false;</w:t>
                            </w:r>
                          </w:p>
                          <w:p w14:paraId="0159E453" w14:textId="77777777" w:rsidR="005F7164" w:rsidRPr="006C0867" w:rsidRDefault="005F7164" w:rsidP="006C0867">
                            <w:pPr>
                              <w:pStyle w:val="af"/>
                              <w:spacing w:line="341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7098E498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return true;</w:t>
                            </w:r>
                          </w:p>
                          <w:p w14:paraId="34868E03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2902D299" w14:textId="77777777" w:rsidR="005F7164" w:rsidRPr="006C0867" w:rsidRDefault="005F7164" w:rsidP="006C0867">
                            <w:pPr>
                              <w:pStyle w:val="af"/>
                              <w:spacing w:line="354" w:lineRule="exact"/>
                              <w:ind w:left="1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0B2190D6" w14:textId="38416F20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</w:p>
                          <w:p w14:paraId="2A467315" w14:textId="77777777" w:rsidR="005F7164" w:rsidRPr="00F77677" w:rsidRDefault="005F7164" w:rsidP="006C0867">
                            <w:pPr>
                              <w:ind w:left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D964E" id="Text Box 18" o:spid="_x0000_s1034" type="#_x0000_t202" style="position:absolute;margin-left:34.5pt;margin-top:.95pt;width:396.75pt;height:519.75pt;z-index:25170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" fillcolor="white [3201]" strokeweight=".5pt">
                <v:textbox>
                  <w:txbxContent>
                    <w:p w14:paraId="4150E821" w14:textId="77777777" w:rsidR="005F7164" w:rsidRPr="006C0867" w:rsidRDefault="005F7164" w:rsidP="006C0867">
                      <w:pPr>
                        <w:pStyle w:val="af"/>
                        <w:spacing w:before="5" w:line="225" w:lineRule="auto"/>
                        <w:ind w:left="1307" w:right="3153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//(ISP </w:t>
                      </w:r>
                      <w:r w:rsidRPr="006C0867">
                        <w:rPr>
                          <w:color w:val="000000" w:themeColor="text1"/>
                        </w:rPr>
                        <w:t>어플리케이션이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없을경우</w:t>
                      </w:r>
                      <w:r w:rsidRPr="006C0867">
                        <w:rPr>
                          <w:color w:val="000000" w:themeColor="text1"/>
                        </w:rPr>
                        <w:t>) showDialog(DIALOG_ISP);</w:t>
                      </w:r>
                    </w:p>
                    <w:p w14:paraId="57E61B18" w14:textId="77777777" w:rsidR="005F7164" w:rsidRPr="006C0867" w:rsidRDefault="005F7164" w:rsidP="006C0867">
                      <w:pPr>
                        <w:pStyle w:val="af"/>
                        <w:spacing w:line="340" w:lineRule="exact"/>
                        <w:ind w:left="13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return false;</w:t>
                      </w:r>
                    </w:p>
                    <w:p w14:paraId="31AA5125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708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}else if( url.startWith("intent://")){ //intent </w:t>
                      </w:r>
                      <w:r w:rsidRPr="006C0867">
                        <w:rPr>
                          <w:color w:val="000000" w:themeColor="text1"/>
                        </w:rPr>
                        <w:t>형태의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스키마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처리</w:t>
                      </w:r>
                    </w:p>
                    <w:p w14:paraId="6DF7C1B8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3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try {</w:t>
                      </w:r>
                    </w:p>
                    <w:p w14:paraId="54CFA268" w14:textId="77777777" w:rsidR="005F7164" w:rsidRPr="006C0867" w:rsidRDefault="005F7164" w:rsidP="006C0867">
                      <w:pPr>
                        <w:pStyle w:val="af"/>
                        <w:spacing w:before="2" w:line="228" w:lineRule="auto"/>
                        <w:ind w:left="1509" w:right="344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Intent excepIntent = Intent.parseUri(url, Intent.URI_INTENT_SCHEME); String packageNm = excepIntent.getPackage();</w:t>
                      </w:r>
                    </w:p>
                    <w:p w14:paraId="3C9665A5" w14:textId="77777777" w:rsidR="005F7164" w:rsidRPr="006C0867" w:rsidRDefault="005F7164" w:rsidP="006C0867">
                      <w:pPr>
                        <w:pStyle w:val="af"/>
                        <w:spacing w:before="14"/>
                        <w:rPr>
                          <w:rFonts w:hint="eastAsia"/>
                          <w:color w:val="000000" w:themeColor="text1"/>
                          <w:sz w:val="17"/>
                        </w:rPr>
                      </w:pPr>
                    </w:p>
                    <w:p w14:paraId="70C63A10" w14:textId="77777777" w:rsidR="005F7164" w:rsidRPr="006C0867" w:rsidRDefault="005F7164" w:rsidP="006C0867">
                      <w:pPr>
                        <w:pStyle w:val="af"/>
                        <w:ind w:left="15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Log.d("&lt;MOBILE&gt;", "excepIntent getPackage : " + packageNm );</w:t>
                      </w:r>
                    </w:p>
                    <w:p w14:paraId="7FAE70D1" w14:textId="77777777" w:rsidR="005F7164" w:rsidRPr="006C0867" w:rsidRDefault="005F7164" w:rsidP="006C0867">
                      <w:pPr>
                        <w:pStyle w:val="af"/>
                        <w:spacing w:before="8"/>
                        <w:rPr>
                          <w:rFonts w:hint="eastAsia"/>
                          <w:color w:val="000000" w:themeColor="text1"/>
                          <w:sz w:val="18"/>
                        </w:rPr>
                      </w:pPr>
                    </w:p>
                    <w:p w14:paraId="622B0F9D" w14:textId="77777777" w:rsidR="005F7164" w:rsidRPr="006C0867" w:rsidRDefault="005F7164" w:rsidP="006C0867">
                      <w:pPr>
                        <w:pStyle w:val="af"/>
                        <w:spacing w:line="225" w:lineRule="auto"/>
                        <w:ind w:left="1509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excepIntent = new Intent(Intent.ACTION_VIEW); </w:t>
                      </w:r>
                      <w:r w:rsidRPr="006C0867">
                        <w:rPr>
                          <w:color w:val="000000" w:themeColor="text1"/>
                          <w:w w:val="95"/>
                        </w:rPr>
                        <w:t>excepIntent.setData(Uri.parse("market://search?q="+packageNm));</w:t>
                      </w:r>
                    </w:p>
                    <w:p w14:paraId="2902E675" w14:textId="77777777" w:rsidR="005F7164" w:rsidRPr="006C0867" w:rsidRDefault="005F7164" w:rsidP="006C0867">
                      <w:pPr>
                        <w:pStyle w:val="af"/>
                        <w:spacing w:before="16"/>
                        <w:rPr>
                          <w:rFonts w:hint="eastAsia"/>
                          <w:color w:val="000000" w:themeColor="text1"/>
                          <w:sz w:val="17"/>
                        </w:rPr>
                      </w:pPr>
                    </w:p>
                    <w:p w14:paraId="6F4FE9F9" w14:textId="77777777" w:rsidR="005F7164" w:rsidRPr="006C0867" w:rsidRDefault="005F7164" w:rsidP="006C0867">
                      <w:pPr>
                        <w:pStyle w:val="af"/>
                        <w:spacing w:line="358" w:lineRule="exact"/>
                        <w:ind w:left="15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startActivity(excepIntent);</w:t>
                      </w:r>
                    </w:p>
                    <w:p w14:paraId="67CFDCA2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19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} catch (URISyntaxException e1) {</w:t>
                      </w:r>
                    </w:p>
                    <w:p w14:paraId="2C501156" w14:textId="77777777" w:rsidR="005F7164" w:rsidRPr="006C0867" w:rsidRDefault="005F7164" w:rsidP="006C0867">
                      <w:pPr>
                        <w:pStyle w:val="af"/>
                        <w:tabs>
                          <w:tab w:val="left" w:pos="7575"/>
                        </w:tabs>
                        <w:spacing w:line="346" w:lineRule="exact"/>
                        <w:ind w:left="27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Log.e("&lt;MOBILE&gt;",  "INTENT://  </w:t>
                      </w:r>
                      <w:r w:rsidRPr="006C0867">
                        <w:rPr>
                          <w:color w:val="000000" w:themeColor="text1"/>
                        </w:rPr>
                        <w:t>인입될시</w:t>
                      </w:r>
                      <w:r w:rsidRPr="006C0867">
                        <w:rPr>
                          <w:color w:val="000000" w:themeColor="text1"/>
                          <w:spacing w:val="25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예외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spacing w:val="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처리</w:t>
                      </w:r>
                      <w:r w:rsidRPr="006C0867">
                        <w:rPr>
                          <w:color w:val="000000" w:themeColor="text1"/>
                        </w:rPr>
                        <w:tab/>
                      </w:r>
                      <w:r w:rsidRPr="006C0867">
                        <w:rPr>
                          <w:color w:val="000000" w:themeColor="text1"/>
                        </w:rPr>
                        <w:t>오류</w:t>
                      </w:r>
                      <w:r w:rsidRPr="006C0867">
                        <w:rPr>
                          <w:color w:val="000000" w:themeColor="text1"/>
                          <w:spacing w:val="47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:</w:t>
                      </w:r>
                    </w:p>
                    <w:p w14:paraId="16B5EBF5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105"/>
                        </w:rPr>
                        <w:t>" + e1 );</w:t>
                      </w:r>
                    </w:p>
                    <w:p w14:paraId="5C29D611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49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4C062FA1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108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245E0B15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909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46DBE511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7CEF9F1B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7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else</w:t>
                      </w:r>
                    </w:p>
                    <w:p w14:paraId="0FB7B829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1620BF5C" w14:textId="77777777" w:rsidR="005F7164" w:rsidRPr="006C0867" w:rsidRDefault="005F7164" w:rsidP="006C0867">
                      <w:pPr>
                        <w:pStyle w:val="af"/>
                        <w:spacing w:before="5" w:line="225" w:lineRule="auto"/>
                        <w:ind w:left="909" w:right="573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95"/>
                        </w:rPr>
                        <w:t xml:space="preserve">view.loadUrl(url); </w:t>
                      </w:r>
                      <w:r w:rsidRPr="006C0867">
                        <w:rPr>
                          <w:color w:val="000000" w:themeColor="text1"/>
                        </w:rPr>
                        <w:t>return false;</w:t>
                      </w:r>
                    </w:p>
                    <w:p w14:paraId="0159E453" w14:textId="77777777" w:rsidR="005F7164" w:rsidRPr="006C0867" w:rsidRDefault="005F7164" w:rsidP="006C0867">
                      <w:pPr>
                        <w:pStyle w:val="af"/>
                        <w:spacing w:line="341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7098E498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return true;</w:t>
                      </w:r>
                    </w:p>
                    <w:p w14:paraId="34868E03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2902D299" w14:textId="77777777" w:rsidR="005F7164" w:rsidRPr="006C0867" w:rsidRDefault="005F7164" w:rsidP="006C0867">
                      <w:pPr>
                        <w:pStyle w:val="af"/>
                        <w:spacing w:line="354" w:lineRule="exact"/>
                        <w:ind w:left="1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0B2190D6" w14:textId="38416F20" w:rsidR="005F7164" w:rsidRPr="006C0867" w:rsidRDefault="005F7164" w:rsidP="006C0867">
                      <w:pPr>
                        <w:pStyle w:val="af"/>
                        <w:spacing w:line="347" w:lineRule="exact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</w:p>
                    <w:p w14:paraId="2A467315" w14:textId="77777777" w:rsidR="005F7164" w:rsidRPr="00F77677" w:rsidRDefault="005F7164" w:rsidP="006C0867">
                      <w:pPr>
                        <w:ind w:left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2664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11BA19D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C13F7B9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5135F6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340D607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95FA6E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593D0E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2C1081B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260A868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1298B41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1CFFE8D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3653B11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D97DED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64C5B2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A52F0B2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0728A1E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CD6C2AD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5F73873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83D3FD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56E42D2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2062D3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2ADC97C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0179EE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53792FA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92CE76C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6A443A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6C3400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B7BD31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85CDF1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DE71367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4E02A0A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6B99063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AB6E51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057F6871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03D67CAA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6792F6B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00E6E37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5E192C3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29C822D3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7DECC646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7F7F7286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57596BB3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1C8596F5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74A7154F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9EFE06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12808FE" w14:textId="52F74D86" w:rsidR="006C0867" w:rsidRDefault="006C0867" w:rsidP="006C0867">
      <w:pPr>
        <w:pStyle w:val="ab"/>
      </w:pPr>
      <w:bookmarkStart w:id="22" w:name="_Toc33213715"/>
      <w:r w:rsidRPr="0049104D">
        <w:rPr>
          <w:rFonts w:hint="eastAsia"/>
        </w:rPr>
        <w:t>4.</w:t>
      </w:r>
      <w:r w:rsidR="004F06D1">
        <w:rPr>
          <w:rFonts w:hint="eastAsia"/>
        </w:rPr>
        <w:t>5</w:t>
      </w:r>
      <w:r w:rsidRPr="0049104D">
        <w:rPr>
          <w:rFonts w:hint="eastAsia"/>
        </w:rPr>
        <w:t xml:space="preserve"> </w:t>
      </w:r>
      <w:r w:rsidR="004F06D1">
        <w:rPr>
          <w:rFonts w:hint="eastAsia"/>
        </w:rPr>
        <w:t>공인인증 앱 연동 방법</w:t>
      </w:r>
      <w:bookmarkEnd w:id="22"/>
    </w:p>
    <w:p w14:paraId="0547414B" w14:textId="2B16A528" w:rsidR="004F06D1" w:rsidRPr="004F06D1" w:rsidRDefault="004F06D1" w:rsidP="0079786A">
      <w:pPr>
        <w:pStyle w:val="a5"/>
        <w:numPr>
          <w:ilvl w:val="0"/>
          <w:numId w:val="22"/>
        </w:numPr>
        <w:ind w:leftChars="0"/>
      </w:pPr>
      <w:r w:rsidRPr="004F06D1">
        <w:rPr>
          <w:rFonts w:hint="eastAsia"/>
        </w:rPr>
        <w:t>안드로이드의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경우</w:t>
      </w:r>
      <w:r w:rsidRPr="004F06D1">
        <w:rPr>
          <w:rFonts w:hint="eastAsia"/>
        </w:rPr>
        <w:t xml:space="preserve">,  </w:t>
      </w:r>
      <w:r w:rsidRPr="004F06D1">
        <w:rPr>
          <w:rFonts w:hint="eastAsia"/>
        </w:rPr>
        <w:t>개별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카드사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앱에서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공인인증서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서명을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할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수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있습니다</w:t>
      </w:r>
      <w:r w:rsidRPr="004F06D1">
        <w:rPr>
          <w:rFonts w:hint="eastAsia"/>
        </w:rPr>
        <w:t xml:space="preserve">. </w:t>
      </w:r>
      <w:r w:rsidRPr="004F06D1">
        <w:rPr>
          <w:rFonts w:hint="eastAsia"/>
        </w:rPr>
        <w:t>이에</w:t>
      </w:r>
      <w:r w:rsidRPr="004F06D1">
        <w:rPr>
          <w:rFonts w:hint="eastAsia"/>
        </w:rPr>
        <w:t xml:space="preserve">, </w:t>
      </w:r>
      <w:r w:rsidRPr="004F06D1">
        <w:rPr>
          <w:rFonts w:hint="eastAsia"/>
        </w:rPr>
        <w:t>카드사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창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내에서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호출하는</w:t>
      </w:r>
      <w:r w:rsidRPr="004F06D1">
        <w:rPr>
          <w:rFonts w:hint="eastAsia"/>
        </w:rPr>
        <w:t xml:space="preserve">  intent  </w:t>
      </w:r>
      <w:r w:rsidRPr="004F06D1">
        <w:rPr>
          <w:rFonts w:hint="eastAsia"/>
        </w:rPr>
        <w:t>혹은</w:t>
      </w:r>
      <w:r w:rsidRPr="004F06D1">
        <w:rPr>
          <w:rFonts w:hint="eastAsia"/>
        </w:rPr>
        <w:t xml:space="preserve">  app  Scheme  </w:t>
      </w:r>
      <w:r w:rsidRPr="004F06D1">
        <w:rPr>
          <w:rFonts w:hint="eastAsia"/>
        </w:rPr>
        <w:t>를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허용할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수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있도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록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가맹점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앱에서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처리해줘야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합니다</w:t>
      </w:r>
      <w:r w:rsidRPr="004F06D1">
        <w:rPr>
          <w:rFonts w:hint="eastAsia"/>
        </w:rPr>
        <w:t xml:space="preserve">. </w:t>
      </w:r>
      <w:r w:rsidRPr="004F06D1">
        <w:rPr>
          <w:rFonts w:hint="eastAsia"/>
        </w:rPr>
        <w:t>이는</w:t>
      </w:r>
      <w:r>
        <w:rPr>
          <w:rFonts w:hint="eastAsia"/>
        </w:rPr>
        <w:t xml:space="preserve"> (</w:t>
      </w:r>
      <w:r w:rsidRPr="004F06D1">
        <w:rPr>
          <w:rFonts w:hint="eastAsia"/>
        </w:rPr>
        <w:t>안심클릭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결제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시</w:t>
      </w:r>
      <w:r w:rsidRPr="004F06D1">
        <w:rPr>
          <w:rFonts w:hint="eastAsia"/>
        </w:rPr>
        <w:t xml:space="preserve">,  </w:t>
      </w:r>
      <w:r w:rsidRPr="004F06D1">
        <w:rPr>
          <w:rFonts w:hint="eastAsia"/>
        </w:rPr>
        <w:t>카드사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백신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앱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연동</w:t>
      </w:r>
      <w:r w:rsidRPr="004F06D1">
        <w:rPr>
          <w:rFonts w:hint="eastAsia"/>
        </w:rPr>
        <w:t xml:space="preserve">)  </w:t>
      </w:r>
      <w:r w:rsidRPr="004F06D1">
        <w:rPr>
          <w:rFonts w:hint="eastAsia"/>
        </w:rPr>
        <w:t>의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코드를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반영하면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해결됩니다</w:t>
      </w:r>
      <w:r w:rsidRPr="004F06D1">
        <w:rPr>
          <w:rFonts w:hint="eastAsia"/>
        </w:rPr>
        <w:t>.</w:t>
      </w:r>
    </w:p>
    <w:p w14:paraId="028075B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5580BA9" w14:textId="2C2A520D" w:rsidR="004F06D1" w:rsidRDefault="004F06D1" w:rsidP="004F06D1">
      <w:pPr>
        <w:pStyle w:val="ab"/>
      </w:pPr>
      <w:bookmarkStart w:id="23" w:name="_Toc33213716"/>
      <w:r w:rsidRPr="0049104D">
        <w:rPr>
          <w:rFonts w:hint="eastAsia"/>
        </w:rPr>
        <w:t>4.</w:t>
      </w:r>
      <w:r>
        <w:rPr>
          <w:rFonts w:hint="eastAsia"/>
        </w:rPr>
        <w:t>6</w:t>
      </w:r>
      <w:r w:rsidRPr="0049104D">
        <w:rPr>
          <w:rFonts w:hint="eastAsia"/>
        </w:rPr>
        <w:t xml:space="preserve"> </w:t>
      </w:r>
      <w:r w:rsidRPr="004F06D1">
        <w:rPr>
          <w:rFonts w:hint="eastAsia"/>
        </w:rPr>
        <w:t>Android API Level 21 이상 일 때, 체크사항</w:t>
      </w:r>
      <w:bookmarkEnd w:id="23"/>
    </w:p>
    <w:p w14:paraId="408735BF" w14:textId="6598B741" w:rsidR="004F06D1" w:rsidRDefault="004F06D1" w:rsidP="0079786A">
      <w:pPr>
        <w:pStyle w:val="af"/>
        <w:numPr>
          <w:ilvl w:val="0"/>
          <w:numId w:val="22"/>
        </w:numPr>
        <w:spacing w:line="225" w:lineRule="auto"/>
        <w:ind w:right="415"/>
        <w:jc w:val="both"/>
        <w:rPr>
          <w:rFonts w:hint="eastAsia"/>
          <w:lang w:eastAsia="ko-KR"/>
        </w:rPr>
      </w:pPr>
      <w:r>
        <w:t xml:space="preserve">Android API Level 21 (Lollipop </w:t>
      </w:r>
      <w:r>
        <w:t>출시</w:t>
      </w:r>
      <w:r>
        <w:t xml:space="preserve"> </w:t>
      </w:r>
      <w:r>
        <w:t>때</w:t>
      </w:r>
      <w:r>
        <w:t xml:space="preserve"> </w:t>
      </w:r>
      <w:r>
        <w:t>배포</w:t>
      </w:r>
      <w:r>
        <w:t xml:space="preserve">) </w:t>
      </w:r>
      <w:r>
        <w:t>부터는</w:t>
      </w:r>
      <w:r>
        <w:t xml:space="preserve"> webview </w:t>
      </w:r>
      <w:r>
        <w:t>에서</w:t>
      </w:r>
      <w:r>
        <w:t xml:space="preserve"> Insecurity Page </w:t>
      </w:r>
      <w:r>
        <w:t>에</w:t>
      </w:r>
      <w:r>
        <w:t xml:space="preserve"> </w:t>
      </w:r>
      <w:r>
        <w:t>대한</w:t>
      </w:r>
      <w:r>
        <w:t xml:space="preserve"> Access </w:t>
      </w:r>
      <w:r>
        <w:t>및</w:t>
      </w:r>
      <w:r>
        <w:t xml:space="preserve"> Mixed contents, Third party cookies </w:t>
      </w:r>
      <w:r>
        <w:t>사용을</w:t>
      </w:r>
      <w:r>
        <w:t xml:space="preserve"> </w:t>
      </w:r>
      <w:r>
        <w:t>차단할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업데이트</w:t>
      </w:r>
      <w:r>
        <w:t xml:space="preserve">  </w:t>
      </w:r>
      <w:r>
        <w:t>되었습니다</w:t>
      </w:r>
      <w:r>
        <w:t xml:space="preserve">.  </w:t>
      </w:r>
      <w:r>
        <w:rPr>
          <w:lang w:eastAsia="ko-KR"/>
        </w:rPr>
        <w:t>먼저</w:t>
      </w:r>
      <w:r>
        <w:rPr>
          <w:lang w:eastAsia="ko-KR"/>
        </w:rPr>
        <w:t xml:space="preserve">, Insecurity Page </w:t>
      </w:r>
      <w:r>
        <w:rPr>
          <w:lang w:eastAsia="ko-KR"/>
        </w:rPr>
        <w:t>에</w:t>
      </w:r>
      <w:r>
        <w:rPr>
          <w:lang w:eastAsia="ko-KR"/>
        </w:rPr>
        <w:t xml:space="preserve">  </w:t>
      </w:r>
      <w:r>
        <w:rPr>
          <w:lang w:eastAsia="ko-KR"/>
        </w:rPr>
        <w:t>대한</w:t>
      </w:r>
      <w:r>
        <w:rPr>
          <w:lang w:eastAsia="ko-KR"/>
        </w:rPr>
        <w:t xml:space="preserve"> Access  </w:t>
      </w:r>
      <w:r>
        <w:rPr>
          <w:lang w:eastAsia="ko-KR"/>
        </w:rPr>
        <w:t>차단으로</w:t>
      </w:r>
      <w:r>
        <w:rPr>
          <w:lang w:eastAsia="ko-KR"/>
        </w:rPr>
        <w:t xml:space="preserve"> P_NEXT_URL  </w:t>
      </w:r>
      <w:r>
        <w:rPr>
          <w:lang w:eastAsia="ko-KR"/>
        </w:rPr>
        <w:t>의</w:t>
      </w:r>
      <w:r>
        <w:rPr>
          <w:lang w:eastAsia="ko-KR"/>
        </w:rPr>
        <w:t xml:space="preserve"> Scheme  </w:t>
      </w:r>
      <w:r>
        <w:rPr>
          <w:lang w:eastAsia="ko-KR"/>
        </w:rPr>
        <w:t>을</w:t>
      </w:r>
      <w:r>
        <w:rPr>
          <w:lang w:eastAsia="ko-KR"/>
        </w:rPr>
        <w:t xml:space="preserve"> Http  </w:t>
      </w:r>
      <w:r>
        <w:rPr>
          <w:lang w:eastAsia="ko-KR"/>
        </w:rPr>
        <w:t>로</w:t>
      </w:r>
      <w:r>
        <w:rPr>
          <w:lang w:eastAsia="ko-KR"/>
        </w:rPr>
        <w:t xml:space="preserve"> </w:t>
      </w:r>
      <w:r>
        <w:rPr>
          <w:lang w:eastAsia="ko-KR"/>
        </w:rPr>
        <w:t>하는</w:t>
      </w:r>
      <w:r>
        <w:rPr>
          <w:lang w:eastAsia="ko-KR"/>
        </w:rPr>
        <w:t xml:space="preserve"> </w:t>
      </w:r>
      <w:r>
        <w:rPr>
          <w:lang w:eastAsia="ko-KR"/>
        </w:rPr>
        <w:t>경</w:t>
      </w:r>
      <w:r>
        <w:rPr>
          <w:lang w:eastAsia="ko-KR"/>
        </w:rPr>
        <w:t xml:space="preserve">   </w:t>
      </w:r>
      <w:r>
        <w:rPr>
          <w:lang w:eastAsia="ko-KR"/>
        </w:rPr>
        <w:t>우</w:t>
      </w:r>
      <w:r>
        <w:rPr>
          <w:lang w:eastAsia="ko-KR"/>
        </w:rPr>
        <w:t xml:space="preserve">, </w:t>
      </w:r>
      <w:r>
        <w:rPr>
          <w:lang w:eastAsia="ko-KR"/>
        </w:rPr>
        <w:t>페이지가</w:t>
      </w:r>
      <w:r>
        <w:rPr>
          <w:lang w:eastAsia="ko-KR"/>
        </w:rPr>
        <w:t xml:space="preserve"> </w:t>
      </w:r>
      <w:r>
        <w:rPr>
          <w:lang w:eastAsia="ko-KR"/>
        </w:rPr>
        <w:t>호출되지</w:t>
      </w:r>
      <w:r>
        <w:rPr>
          <w:lang w:eastAsia="ko-KR"/>
        </w:rPr>
        <w:t xml:space="preserve"> </w:t>
      </w:r>
      <w:r>
        <w:rPr>
          <w:lang w:eastAsia="ko-KR"/>
        </w:rPr>
        <w:t>않아</w:t>
      </w:r>
      <w:r>
        <w:rPr>
          <w:lang w:eastAsia="ko-KR"/>
        </w:rPr>
        <w:t xml:space="preserve"> </w:t>
      </w:r>
      <w:r>
        <w:rPr>
          <w:lang w:eastAsia="ko-KR"/>
        </w:rPr>
        <w:t>인증결과가</w:t>
      </w:r>
      <w:r>
        <w:rPr>
          <w:lang w:eastAsia="ko-KR"/>
        </w:rPr>
        <w:t xml:space="preserve"> </w:t>
      </w:r>
      <w:r>
        <w:rPr>
          <w:lang w:eastAsia="ko-KR"/>
        </w:rPr>
        <w:t>전달되지</w:t>
      </w:r>
      <w:r>
        <w:rPr>
          <w:lang w:eastAsia="ko-KR"/>
        </w:rPr>
        <w:t xml:space="preserve"> </w:t>
      </w:r>
      <w:r>
        <w:rPr>
          <w:lang w:eastAsia="ko-KR"/>
        </w:rPr>
        <w:t>않을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있습니다</w:t>
      </w:r>
      <w:r>
        <w:rPr>
          <w:lang w:eastAsia="ko-KR"/>
        </w:rPr>
        <w:t xml:space="preserve">. </w:t>
      </w:r>
      <w:r>
        <w:rPr>
          <w:lang w:eastAsia="ko-KR"/>
        </w:rPr>
        <w:t>하기의</w:t>
      </w:r>
      <w:r>
        <w:rPr>
          <w:lang w:eastAsia="ko-KR"/>
        </w:rPr>
        <w:t xml:space="preserve"> </w:t>
      </w:r>
      <w:r>
        <w:rPr>
          <w:lang w:eastAsia="ko-KR"/>
        </w:rPr>
        <w:t>설정을</w:t>
      </w:r>
      <w:r>
        <w:rPr>
          <w:lang w:eastAsia="ko-KR"/>
        </w:rPr>
        <w:t xml:space="preserve">  </w:t>
      </w:r>
      <w:r>
        <w:rPr>
          <w:lang w:eastAsia="ko-KR"/>
        </w:rPr>
        <w:t>확인하십</w:t>
      </w:r>
      <w:r>
        <w:rPr>
          <w:lang w:eastAsia="ko-KR"/>
        </w:rPr>
        <w:t xml:space="preserve"> </w:t>
      </w:r>
      <w:r>
        <w:rPr>
          <w:lang w:eastAsia="ko-KR"/>
        </w:rPr>
        <w:t>시오</w:t>
      </w:r>
      <w:r>
        <w:rPr>
          <w:lang w:eastAsia="ko-KR"/>
        </w:rPr>
        <w:t>.</w:t>
      </w:r>
    </w:p>
    <w:p w14:paraId="71CCA590" w14:textId="77777777" w:rsidR="004F06D1" w:rsidRDefault="004F06D1" w:rsidP="004F06D1">
      <w:pPr>
        <w:pStyle w:val="af"/>
        <w:spacing w:line="225" w:lineRule="auto"/>
        <w:ind w:right="415"/>
        <w:jc w:val="both"/>
        <w:rPr>
          <w:rFonts w:hint="eastAsia"/>
          <w:lang w:eastAsia="ko-KR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239"/>
      </w:tblGrid>
      <w:tr w:rsidR="004F06D1" w:rsidRPr="004F06D1" w14:paraId="269DE26D" w14:textId="77777777" w:rsidTr="00E75E17">
        <w:trPr>
          <w:trHeight w:val="347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21CB1A6D" w14:textId="0E2464E7" w:rsidR="004F06D1" w:rsidRPr="004F06D1" w:rsidRDefault="004F06D1" w:rsidP="004F06D1">
            <w:pPr>
              <w:pStyle w:val="TableParagraph"/>
              <w:tabs>
                <w:tab w:val="left" w:pos="2001"/>
              </w:tabs>
              <w:spacing w:line="328" w:lineRule="exact"/>
              <w:rPr>
                <w:rFonts w:asciiTheme="majorEastAsia" w:eastAsiaTheme="majorEastAsia" w:hAnsiTheme="majorEastAsia"/>
                <w:sz w:val="20"/>
                <w:lang w:eastAsia="ko-KR"/>
              </w:rPr>
            </w:pPr>
            <w:r>
              <w:rPr>
                <w:rFonts w:asciiTheme="majorEastAsia" w:eastAsiaTheme="majorEastAsia" w:hAnsiTheme="majorEastAsia" w:cs="굴림" w:hint="eastAsia"/>
                <w:w w:val="110"/>
                <w:sz w:val="20"/>
                <w:lang w:eastAsia="ko-KR"/>
              </w:rPr>
              <w:t xml:space="preserve"> </w:t>
            </w:r>
          </w:p>
        </w:tc>
        <w:tc>
          <w:tcPr>
            <w:tcW w:w="6239" w:type="dxa"/>
            <w:tcBorders>
              <w:left w:val="double" w:sz="1" w:space="0" w:color="000000"/>
            </w:tcBorders>
            <w:shd w:val="clear" w:color="auto" w:fill="B6DDE8"/>
          </w:tcPr>
          <w:p w14:paraId="07C1887D" w14:textId="77777777" w:rsidR="004F06D1" w:rsidRPr="004F06D1" w:rsidRDefault="004F06D1" w:rsidP="004F06D1">
            <w:pPr>
              <w:pStyle w:val="TableParagraph"/>
              <w:spacing w:line="328" w:lineRule="exact"/>
              <w:ind w:right="200"/>
              <w:rPr>
                <w:rFonts w:asciiTheme="majorEastAsia" w:eastAsiaTheme="majorEastAsia" w:hAnsiTheme="majorEastAsia"/>
                <w:sz w:val="20"/>
              </w:rPr>
            </w:pPr>
            <w:r w:rsidRPr="004F06D1">
              <w:rPr>
                <w:rFonts w:asciiTheme="majorEastAsia" w:eastAsiaTheme="majorEastAsia" w:hAnsiTheme="majorEastAsia"/>
                <w:sz w:val="20"/>
              </w:rPr>
              <w:t>코드</w:t>
            </w:r>
          </w:p>
        </w:tc>
      </w:tr>
      <w:tr w:rsidR="004F06D1" w:rsidRPr="004F06D1" w14:paraId="3B47A1D9" w14:textId="77777777" w:rsidTr="00E75E17">
        <w:trPr>
          <w:trHeight w:val="621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12044039" w14:textId="77777777" w:rsidR="004F06D1" w:rsidRPr="004F06D1" w:rsidRDefault="004F06D1" w:rsidP="004F06D1">
            <w:pPr>
              <w:pStyle w:val="TableParagraph"/>
              <w:spacing w:before="97"/>
              <w:rPr>
                <w:rFonts w:asciiTheme="majorEastAsia" w:eastAsiaTheme="majorEastAsia" w:hAnsiTheme="majorEastAsia"/>
                <w:sz w:val="20"/>
              </w:rPr>
            </w:pP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Insecurity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페이지</w:t>
            </w: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차단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48208F44" w14:textId="77777777" w:rsidR="004F06D1" w:rsidRPr="004F06D1" w:rsidRDefault="004F06D1" w:rsidP="004F06D1">
            <w:pPr>
              <w:pStyle w:val="TableParagraph"/>
              <w:spacing w:line="314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w w:val="105"/>
                <w:sz w:val="18"/>
              </w:rPr>
              <w:t>WebSettings web = paymentView.getSettings();</w:t>
            </w:r>
          </w:p>
          <w:p w14:paraId="24250543" w14:textId="77777777" w:rsidR="004F06D1" w:rsidRPr="004F06D1" w:rsidRDefault="004F06D1" w:rsidP="004F06D1">
            <w:pPr>
              <w:pStyle w:val="TableParagraph"/>
              <w:spacing w:line="287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sz w:val="18"/>
              </w:rPr>
              <w:t>web.setMixedContentMode(web.MIXED_CONTENT_</w:t>
            </w:r>
            <w:r w:rsidRPr="004F06D1">
              <w:rPr>
                <w:rFonts w:asciiTheme="majorEastAsia" w:eastAsiaTheme="majorEastAsia" w:hAnsiTheme="majorEastAsia"/>
                <w:color w:val="FF0000"/>
                <w:sz w:val="18"/>
              </w:rPr>
              <w:t>NEVER</w:t>
            </w:r>
            <w:r w:rsidRPr="004F06D1">
              <w:rPr>
                <w:rFonts w:asciiTheme="majorEastAsia" w:eastAsiaTheme="majorEastAsia" w:hAnsiTheme="majorEastAsia"/>
                <w:sz w:val="18"/>
              </w:rPr>
              <w:t>_ALLOW);</w:t>
            </w:r>
          </w:p>
        </w:tc>
      </w:tr>
      <w:tr w:rsidR="004F06D1" w:rsidRPr="004F06D1" w14:paraId="3E6BAE0D" w14:textId="77777777" w:rsidTr="00E75E17">
        <w:trPr>
          <w:trHeight w:val="623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4618D8C0" w14:textId="77777777" w:rsidR="004F06D1" w:rsidRPr="004F06D1" w:rsidRDefault="004F06D1" w:rsidP="004F06D1">
            <w:pPr>
              <w:pStyle w:val="TableParagraph"/>
              <w:spacing w:before="97"/>
              <w:rPr>
                <w:rFonts w:asciiTheme="majorEastAsia" w:eastAsiaTheme="majorEastAsia" w:hAnsiTheme="majorEastAsia"/>
                <w:sz w:val="20"/>
              </w:rPr>
            </w:pP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Insecurity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페이지</w:t>
            </w: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허용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42400C33" w14:textId="77777777" w:rsidR="004F06D1" w:rsidRPr="004F06D1" w:rsidRDefault="004F06D1" w:rsidP="004F06D1">
            <w:pPr>
              <w:pStyle w:val="TableParagraph"/>
              <w:spacing w:line="315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w w:val="105"/>
                <w:sz w:val="18"/>
              </w:rPr>
              <w:t>WebSettings web = paymentView.getSettings();</w:t>
            </w:r>
          </w:p>
          <w:p w14:paraId="2E20E130" w14:textId="77777777" w:rsidR="004F06D1" w:rsidRPr="004F06D1" w:rsidRDefault="004F06D1" w:rsidP="004F06D1">
            <w:pPr>
              <w:pStyle w:val="TableParagraph"/>
              <w:spacing w:line="289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sz w:val="18"/>
              </w:rPr>
              <w:t>web.setMixedContentMode(web.MIXED_CONTENT_</w:t>
            </w:r>
            <w:r w:rsidRPr="004F06D1">
              <w:rPr>
                <w:rFonts w:asciiTheme="majorEastAsia" w:eastAsiaTheme="majorEastAsia" w:hAnsiTheme="majorEastAsia"/>
                <w:color w:val="FF0000"/>
                <w:sz w:val="18"/>
              </w:rPr>
              <w:t>ALWAYS</w:t>
            </w:r>
            <w:r w:rsidRPr="004F06D1">
              <w:rPr>
                <w:rFonts w:asciiTheme="majorEastAsia" w:eastAsiaTheme="majorEastAsia" w:hAnsiTheme="majorEastAsia"/>
                <w:sz w:val="18"/>
              </w:rPr>
              <w:t>_ALLOW);</w:t>
            </w:r>
          </w:p>
        </w:tc>
      </w:tr>
    </w:tbl>
    <w:p w14:paraId="52F87C73" w14:textId="77777777" w:rsidR="004F06D1" w:rsidRPr="004F06D1" w:rsidRDefault="004F06D1" w:rsidP="004F06D1">
      <w:pPr>
        <w:pStyle w:val="af"/>
        <w:spacing w:line="225" w:lineRule="auto"/>
        <w:ind w:right="415"/>
        <w:rPr>
          <w:rFonts w:asciiTheme="majorEastAsia" w:eastAsiaTheme="majorEastAsia" w:hAnsiTheme="majorEastAsia"/>
          <w:lang w:eastAsia="ko-KR"/>
        </w:rPr>
      </w:pPr>
    </w:p>
    <w:p w14:paraId="1FAE4C2F" w14:textId="740B8CCA" w:rsidR="004F06D1" w:rsidRPr="004F06D1" w:rsidRDefault="004F06D1" w:rsidP="0079786A">
      <w:pPr>
        <w:pStyle w:val="af"/>
        <w:numPr>
          <w:ilvl w:val="0"/>
          <w:numId w:val="22"/>
        </w:numPr>
        <w:spacing w:line="225" w:lineRule="auto"/>
        <w:ind w:right="418"/>
        <w:jc w:val="both"/>
        <w:rPr>
          <w:rFonts w:hint="eastAsia"/>
          <w:lang w:eastAsia="ko-KR"/>
        </w:rPr>
      </w:pPr>
      <w:r>
        <w:rPr>
          <w:lang w:eastAsia="ko-KR"/>
        </w:rPr>
        <w:t xml:space="preserve">P_NEXT_URL </w:t>
      </w:r>
      <w:r>
        <w:rPr>
          <w:lang w:eastAsia="ko-KR"/>
        </w:rPr>
        <w:t>의</w:t>
      </w:r>
      <w:r>
        <w:rPr>
          <w:lang w:eastAsia="ko-KR"/>
        </w:rPr>
        <w:t xml:space="preserve"> Scheme </w:t>
      </w:r>
      <w:r>
        <w:rPr>
          <w:lang w:eastAsia="ko-KR"/>
        </w:rPr>
        <w:t>이</w:t>
      </w:r>
      <w:r>
        <w:rPr>
          <w:lang w:eastAsia="ko-KR"/>
        </w:rPr>
        <w:t xml:space="preserve"> Http </w:t>
      </w:r>
      <w:r>
        <w:rPr>
          <w:lang w:eastAsia="ko-KR"/>
        </w:rPr>
        <w:t>일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반드시</w:t>
      </w:r>
      <w:r>
        <w:rPr>
          <w:lang w:eastAsia="ko-KR"/>
        </w:rPr>
        <w:t xml:space="preserve"> “Insecurity </w:t>
      </w:r>
      <w:r>
        <w:rPr>
          <w:lang w:eastAsia="ko-KR"/>
        </w:rPr>
        <w:t>페이지</w:t>
      </w:r>
      <w:r>
        <w:rPr>
          <w:lang w:eastAsia="ko-KR"/>
        </w:rPr>
        <w:t xml:space="preserve"> </w:t>
      </w:r>
      <w:r>
        <w:rPr>
          <w:lang w:eastAsia="ko-KR"/>
        </w:rPr>
        <w:t>허용</w:t>
      </w:r>
      <w:r>
        <w:rPr>
          <w:lang w:eastAsia="ko-KR"/>
        </w:rPr>
        <w:t xml:space="preserve">” </w:t>
      </w:r>
      <w:r>
        <w:rPr>
          <w:lang w:eastAsia="ko-KR"/>
        </w:rPr>
        <w:t>으로</w:t>
      </w:r>
      <w:r>
        <w:rPr>
          <w:lang w:eastAsia="ko-KR"/>
        </w:rPr>
        <w:t xml:space="preserve">  </w:t>
      </w:r>
      <w:r>
        <w:rPr>
          <w:lang w:eastAsia="ko-KR"/>
        </w:rPr>
        <w:t>설정되어야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>.</w:t>
      </w:r>
    </w:p>
    <w:p w14:paraId="7CAD5D2B" w14:textId="77777777" w:rsidR="004F06D1" w:rsidRDefault="004F06D1" w:rsidP="0079786A">
      <w:pPr>
        <w:pStyle w:val="af"/>
        <w:numPr>
          <w:ilvl w:val="0"/>
          <w:numId w:val="22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>또한</w:t>
      </w:r>
      <w:r>
        <w:rPr>
          <w:lang w:eastAsia="ko-KR"/>
        </w:rPr>
        <w:t xml:space="preserve">, Third party cookies </w:t>
      </w:r>
      <w:r>
        <w:rPr>
          <w:lang w:eastAsia="ko-KR"/>
        </w:rPr>
        <w:t>사용의</w:t>
      </w:r>
      <w:r>
        <w:rPr>
          <w:lang w:eastAsia="ko-KR"/>
        </w:rPr>
        <w:t xml:space="preserve">  </w:t>
      </w:r>
      <w:r>
        <w:rPr>
          <w:lang w:eastAsia="ko-KR"/>
        </w:rPr>
        <w:t>차단으로</w:t>
      </w:r>
      <w:r>
        <w:rPr>
          <w:lang w:eastAsia="ko-KR"/>
        </w:rPr>
        <w:t xml:space="preserve">  </w:t>
      </w:r>
      <w:r>
        <w:rPr>
          <w:lang w:eastAsia="ko-KR"/>
        </w:rPr>
        <w:t>안심클릭</w:t>
      </w:r>
      <w:r>
        <w:rPr>
          <w:lang w:eastAsia="ko-KR"/>
        </w:rPr>
        <w:t xml:space="preserve">  </w:t>
      </w:r>
      <w:r>
        <w:rPr>
          <w:lang w:eastAsia="ko-KR"/>
        </w:rPr>
        <w:t>카드</w:t>
      </w:r>
      <w:r>
        <w:rPr>
          <w:lang w:eastAsia="ko-KR"/>
        </w:rPr>
        <w:t xml:space="preserve"> 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시</w:t>
      </w:r>
      <w:r>
        <w:rPr>
          <w:lang w:eastAsia="ko-KR"/>
        </w:rPr>
        <w:t xml:space="preserve">,  </w:t>
      </w:r>
      <w:r>
        <w:rPr>
          <w:lang w:eastAsia="ko-KR"/>
        </w:rPr>
        <w:t>보안</w:t>
      </w:r>
      <w:r>
        <w:rPr>
          <w:lang w:eastAsia="ko-KR"/>
        </w:rPr>
        <w:t xml:space="preserve">  </w:t>
      </w:r>
      <w:r>
        <w:rPr>
          <w:lang w:eastAsia="ko-KR"/>
        </w:rPr>
        <w:t>키보드를</w:t>
      </w:r>
      <w:r>
        <w:rPr>
          <w:lang w:eastAsia="ko-KR"/>
        </w:rPr>
        <w:t xml:space="preserve">  </w:t>
      </w:r>
      <w:r>
        <w:rPr>
          <w:lang w:eastAsia="ko-KR"/>
        </w:rPr>
        <w:t>불러오지</w:t>
      </w:r>
      <w:r>
        <w:rPr>
          <w:lang w:eastAsia="ko-KR"/>
        </w:rPr>
        <w:t xml:space="preserve"> </w:t>
      </w:r>
      <w:r>
        <w:rPr>
          <w:lang w:eastAsia="ko-KR"/>
        </w:rPr>
        <w:t>못</w:t>
      </w:r>
      <w:r>
        <w:rPr>
          <w:lang w:eastAsia="ko-KR"/>
        </w:rPr>
        <w:t xml:space="preserve"> </w:t>
      </w:r>
      <w:r>
        <w:rPr>
          <w:lang w:eastAsia="ko-KR"/>
        </w:rPr>
        <w:t>하는</w:t>
      </w:r>
      <w:r>
        <w:rPr>
          <w:lang w:eastAsia="ko-KR"/>
        </w:rPr>
        <w:t xml:space="preserve"> </w:t>
      </w:r>
      <w:r>
        <w:rPr>
          <w:lang w:eastAsia="ko-KR"/>
        </w:rPr>
        <w:t>이슈</w:t>
      </w:r>
      <w:r>
        <w:rPr>
          <w:lang w:eastAsia="ko-KR"/>
        </w:rPr>
        <w:t xml:space="preserve"> </w:t>
      </w:r>
      <w:r>
        <w:rPr>
          <w:lang w:eastAsia="ko-KR"/>
        </w:rPr>
        <w:t>등이</w:t>
      </w:r>
      <w:r>
        <w:rPr>
          <w:lang w:eastAsia="ko-KR"/>
        </w:rPr>
        <w:t xml:space="preserve"> </w:t>
      </w:r>
      <w:r>
        <w:rPr>
          <w:lang w:eastAsia="ko-KR"/>
        </w:rPr>
        <w:t>발생할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있으니</w:t>
      </w:r>
      <w:r>
        <w:rPr>
          <w:lang w:eastAsia="ko-KR"/>
        </w:rPr>
        <w:t xml:space="preserve"> </w:t>
      </w:r>
      <w:r>
        <w:rPr>
          <w:lang w:eastAsia="ko-KR"/>
        </w:rPr>
        <w:t>하기</w:t>
      </w:r>
      <w:r>
        <w:rPr>
          <w:lang w:eastAsia="ko-KR"/>
        </w:rPr>
        <w:t xml:space="preserve"> </w:t>
      </w:r>
      <w:r>
        <w:rPr>
          <w:lang w:eastAsia="ko-KR"/>
        </w:rPr>
        <w:t>설정을</w:t>
      </w:r>
      <w:r>
        <w:rPr>
          <w:spacing w:val="8"/>
          <w:lang w:eastAsia="ko-KR"/>
        </w:rPr>
        <w:t xml:space="preserve"> </w:t>
      </w:r>
      <w:r>
        <w:rPr>
          <w:lang w:eastAsia="ko-KR"/>
        </w:rPr>
        <w:t>확인하십시오</w:t>
      </w:r>
      <w:r>
        <w:rPr>
          <w:lang w:eastAsia="ko-KR"/>
        </w:rPr>
        <w:t>.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239"/>
      </w:tblGrid>
      <w:tr w:rsidR="004F06D1" w14:paraId="4B7BE2AF" w14:textId="77777777" w:rsidTr="00E75E17">
        <w:trPr>
          <w:trHeight w:val="347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6A53860E" w14:textId="77777777" w:rsidR="004F06D1" w:rsidRDefault="004F06D1" w:rsidP="004F06D1">
            <w:pPr>
              <w:pStyle w:val="TableParagraph"/>
              <w:tabs>
                <w:tab w:val="left" w:pos="2001"/>
              </w:tabs>
              <w:spacing w:line="328" w:lineRule="exact"/>
              <w:rPr>
                <w:rFonts w:ascii="Noto Sans CJK JP Medium" w:eastAsia="Noto Sans CJK JP Medium"/>
                <w:sz w:val="20"/>
              </w:rPr>
            </w:pPr>
            <w:r>
              <w:rPr>
                <w:rFonts w:ascii="굴림" w:eastAsia="굴림" w:hAnsi="굴림" w:cs="굴림" w:hint="eastAsia"/>
                <w:w w:val="110"/>
                <w:sz w:val="20"/>
              </w:rPr>
              <w:t>상</w:t>
            </w:r>
            <w:r>
              <w:rPr>
                <w:rFonts w:ascii="Noto Sans CJK JP Medium" w:eastAsia="Noto Sans CJK JP Medium" w:hint="eastAsia"/>
                <w:w w:val="110"/>
                <w:sz w:val="20"/>
              </w:rPr>
              <w:tab/>
            </w:r>
            <w:r>
              <w:rPr>
                <w:rFonts w:ascii="굴림" w:eastAsia="굴림" w:hAnsi="굴림" w:cs="굴림" w:hint="eastAsia"/>
                <w:w w:val="110"/>
                <w:sz w:val="20"/>
              </w:rPr>
              <w:t>태</w:t>
            </w:r>
          </w:p>
        </w:tc>
        <w:tc>
          <w:tcPr>
            <w:tcW w:w="6239" w:type="dxa"/>
            <w:tcBorders>
              <w:left w:val="double" w:sz="1" w:space="0" w:color="000000"/>
            </w:tcBorders>
            <w:shd w:val="clear" w:color="auto" w:fill="B6DDE8"/>
          </w:tcPr>
          <w:p w14:paraId="214ABE86" w14:textId="77777777" w:rsidR="004F06D1" w:rsidRDefault="004F06D1" w:rsidP="004F06D1">
            <w:pPr>
              <w:pStyle w:val="TableParagraph"/>
              <w:spacing w:line="328" w:lineRule="exact"/>
              <w:ind w:left="967" w:right="200"/>
              <w:jc w:val="center"/>
              <w:rPr>
                <w:sz w:val="20"/>
              </w:rPr>
            </w:pPr>
            <w:r>
              <w:rPr>
                <w:rFonts w:ascii="굴림" w:eastAsia="굴림" w:hAnsi="굴림" w:cs="굴림" w:hint="eastAsia"/>
                <w:sz w:val="20"/>
              </w:rPr>
              <w:t>코드</w:t>
            </w:r>
          </w:p>
        </w:tc>
      </w:tr>
      <w:tr w:rsidR="004F06D1" w14:paraId="6F02CC66" w14:textId="77777777" w:rsidTr="00E75E17">
        <w:trPr>
          <w:trHeight w:val="1384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6AB442C4" w14:textId="77777777" w:rsidR="004F06D1" w:rsidRDefault="004F06D1" w:rsidP="00E75E17">
            <w:pPr>
              <w:pStyle w:val="TableParagraph"/>
              <w:spacing w:before="7"/>
              <w:rPr>
                <w:sz w:val="19"/>
              </w:rPr>
            </w:pPr>
          </w:p>
          <w:p w14:paraId="20724853" w14:textId="59685479" w:rsidR="004F06D1" w:rsidRDefault="004F06D1" w:rsidP="004F06D1">
            <w:pPr>
              <w:pStyle w:val="TableParagraph"/>
              <w:spacing w:line="196" w:lineRule="auto"/>
              <w:ind w:left="1125" w:right="200" w:hanging="725"/>
              <w:rPr>
                <w:rFonts w:ascii="Noto Sans CJK JP Medium" w:eastAsia="Noto Sans CJK JP Medium"/>
                <w:sz w:val="20"/>
              </w:rPr>
            </w:pPr>
            <w:r>
              <w:rPr>
                <w:rFonts w:ascii="Noto Sans CJK JP Medium" w:eastAsia="Noto Sans CJK JP Medium" w:hint="eastAsia"/>
                <w:sz w:val="20"/>
              </w:rPr>
              <w:t xml:space="preserve">hird party cookies </w:t>
            </w:r>
            <w:r>
              <w:rPr>
                <w:rFonts w:ascii="굴림" w:eastAsia="굴림" w:hAnsi="굴림" w:cs="굴림" w:hint="eastAsia"/>
                <w:sz w:val="20"/>
              </w:rPr>
              <w:t>허용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5B4D59F0" w14:textId="77777777" w:rsidR="004F06D1" w:rsidRDefault="004F06D1" w:rsidP="004F06D1">
            <w:pPr>
              <w:pStyle w:val="TableParagraph"/>
              <w:spacing w:before="8" w:line="225" w:lineRule="auto"/>
              <w:ind w:left="967"/>
              <w:rPr>
                <w:sz w:val="20"/>
              </w:rPr>
            </w:pPr>
            <w:r>
              <w:rPr>
                <w:sz w:val="20"/>
              </w:rPr>
              <w:t xml:space="preserve">CookieManager cookieManager = CookieManager.getInstance(); </w:t>
            </w:r>
            <w:r>
              <w:rPr>
                <w:w w:val="105"/>
                <w:sz w:val="20"/>
              </w:rPr>
              <w:t xml:space="preserve">cookieManager.setAcceptCookie(true); </w:t>
            </w:r>
            <w:r>
              <w:rPr>
                <w:sz w:val="20"/>
              </w:rPr>
              <w:t>cookieManager.setAcceptThirdPartyCookies(sampleWebView,</w:t>
            </w:r>
          </w:p>
          <w:p w14:paraId="41803876" w14:textId="77777777" w:rsidR="004F06D1" w:rsidRDefault="004F06D1" w:rsidP="004F06D1">
            <w:pPr>
              <w:pStyle w:val="TableParagraph"/>
              <w:spacing w:line="319" w:lineRule="exact"/>
              <w:ind w:left="967"/>
              <w:rPr>
                <w:sz w:val="20"/>
              </w:rPr>
            </w:pPr>
            <w:r>
              <w:rPr>
                <w:color w:val="FF0000"/>
                <w:sz w:val="20"/>
              </w:rPr>
              <w:t>true</w:t>
            </w:r>
            <w:r>
              <w:rPr>
                <w:sz w:val="20"/>
              </w:rPr>
              <w:t xml:space="preserve">); // false </w:t>
            </w:r>
            <w:r>
              <w:rPr>
                <w:rFonts w:ascii="굴림" w:eastAsia="굴림" w:hAnsi="굴림" w:cs="굴림" w:hint="eastAsia"/>
                <w:sz w:val="20"/>
              </w:rPr>
              <w:t>설정</w:t>
            </w:r>
            <w:r>
              <w:rPr>
                <w:sz w:val="20"/>
              </w:rPr>
              <w:t xml:space="preserve"> </w:t>
            </w:r>
            <w:r>
              <w:rPr>
                <w:rFonts w:ascii="굴림" w:eastAsia="굴림" w:hAnsi="굴림" w:cs="굴림" w:hint="eastAsia"/>
                <w:sz w:val="20"/>
              </w:rPr>
              <w:t>시</w:t>
            </w:r>
            <w:r>
              <w:rPr>
                <w:sz w:val="20"/>
              </w:rPr>
              <w:t xml:space="preserve"> </w:t>
            </w:r>
            <w:r>
              <w:rPr>
                <w:rFonts w:ascii="굴림" w:eastAsia="굴림" w:hAnsi="굴림" w:cs="굴림" w:hint="eastAsia"/>
                <w:sz w:val="20"/>
              </w:rPr>
              <w:t>오류</w:t>
            </w:r>
            <w:r>
              <w:rPr>
                <w:sz w:val="20"/>
              </w:rPr>
              <w:t xml:space="preserve"> </w:t>
            </w:r>
            <w:r>
              <w:rPr>
                <w:rFonts w:ascii="굴림" w:eastAsia="굴림" w:hAnsi="굴림" w:cs="굴림" w:hint="eastAsia"/>
                <w:sz w:val="20"/>
              </w:rPr>
              <w:t>발생</w:t>
            </w:r>
          </w:p>
        </w:tc>
      </w:tr>
    </w:tbl>
    <w:p w14:paraId="3E942564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546B527B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34481AC4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4D37A220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2EBB2C74" w14:textId="2E9E3C59" w:rsidR="004F06D1" w:rsidRDefault="004F06D1" w:rsidP="00E75E17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077DFFB2" w14:textId="77777777" w:rsidR="00E75E17" w:rsidRDefault="00E75E17" w:rsidP="00E75E17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5C2BD85F" w14:textId="072751A4" w:rsidR="00CA023C" w:rsidRDefault="00CA023C" w:rsidP="006C0867">
      <w:pPr>
        <w:pStyle w:val="af"/>
        <w:rPr>
          <w:rFonts w:hint="eastAsia"/>
          <w:lang w:eastAsia="ko-KR"/>
        </w:rPr>
      </w:pPr>
    </w:p>
    <w:p w14:paraId="0A73BA94" w14:textId="14C96382" w:rsidR="00A860C2" w:rsidRDefault="00A860C2" w:rsidP="006C0867">
      <w:pPr>
        <w:pStyle w:val="af"/>
        <w:rPr>
          <w:rFonts w:hint="eastAsia"/>
          <w:lang w:eastAsia="ko-KR"/>
        </w:rPr>
      </w:pPr>
    </w:p>
    <w:p w14:paraId="0CFB3E5B" w14:textId="1D93F184" w:rsidR="00A860C2" w:rsidRDefault="00A860C2" w:rsidP="006C0867">
      <w:pPr>
        <w:pStyle w:val="af"/>
        <w:rPr>
          <w:rFonts w:hint="eastAsia"/>
          <w:lang w:eastAsia="ko-KR"/>
        </w:rPr>
      </w:pPr>
    </w:p>
    <w:p w14:paraId="4FA5213B" w14:textId="77777777" w:rsidR="00A860C2" w:rsidRDefault="00A860C2" w:rsidP="006C0867">
      <w:pPr>
        <w:pStyle w:val="af"/>
        <w:rPr>
          <w:rFonts w:hint="eastAsia"/>
          <w:lang w:eastAsia="ko-KR"/>
        </w:rPr>
      </w:pPr>
    </w:p>
    <w:p w14:paraId="1918A7D4" w14:textId="77777777" w:rsidR="00CA023C" w:rsidRDefault="00CA023C" w:rsidP="006C0867">
      <w:pPr>
        <w:pStyle w:val="af"/>
        <w:rPr>
          <w:rFonts w:hint="eastAsia"/>
          <w:lang w:eastAsia="ko-KR"/>
        </w:rPr>
      </w:pPr>
    </w:p>
    <w:p w14:paraId="61EB3865" w14:textId="77777777" w:rsidR="00CA023C" w:rsidRDefault="00CA023C" w:rsidP="006C0867">
      <w:pPr>
        <w:pStyle w:val="af"/>
        <w:rPr>
          <w:rFonts w:hint="eastAsia"/>
          <w:lang w:eastAsia="ko-KR"/>
        </w:rPr>
      </w:pPr>
    </w:p>
    <w:p w14:paraId="17DF665E" w14:textId="77777777" w:rsidR="00CA023C" w:rsidRDefault="00CA023C" w:rsidP="006C0867">
      <w:pPr>
        <w:pStyle w:val="af"/>
        <w:rPr>
          <w:rFonts w:hint="eastAsia"/>
          <w:lang w:eastAsia="ko-KR"/>
        </w:rPr>
      </w:pPr>
    </w:p>
    <w:p w14:paraId="7066D84C" w14:textId="77777777" w:rsidR="00CA023C" w:rsidRPr="006C0867" w:rsidRDefault="00CA023C" w:rsidP="006C0867">
      <w:pPr>
        <w:pStyle w:val="af"/>
        <w:rPr>
          <w:rFonts w:hint="eastAsia"/>
          <w:lang w:eastAsia="ko-KR"/>
        </w:rPr>
      </w:pPr>
    </w:p>
    <w:p w14:paraId="153073B4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ED376CA" w14:textId="0CF8AAD4" w:rsidR="006C0867" w:rsidRDefault="006C0867" w:rsidP="006C0867">
      <w:pPr>
        <w:pStyle w:val="af"/>
        <w:rPr>
          <w:rFonts w:hint="eastAsia"/>
          <w:lang w:eastAsia="ko-KR"/>
        </w:rPr>
      </w:pPr>
    </w:p>
    <w:p w14:paraId="3ABE4B0D" w14:textId="36C4AE1D" w:rsidR="00A860C2" w:rsidRDefault="00A860C2" w:rsidP="006C0867">
      <w:pPr>
        <w:pStyle w:val="af"/>
        <w:rPr>
          <w:rFonts w:hint="eastAsia"/>
          <w:lang w:eastAsia="ko-KR"/>
        </w:rPr>
      </w:pPr>
    </w:p>
    <w:p w14:paraId="325865FA" w14:textId="044D00B0" w:rsidR="00A860C2" w:rsidRDefault="00A860C2" w:rsidP="006C0867">
      <w:pPr>
        <w:pStyle w:val="af"/>
        <w:rPr>
          <w:rFonts w:hint="eastAsia"/>
          <w:lang w:eastAsia="ko-KR"/>
        </w:rPr>
      </w:pPr>
    </w:p>
    <w:p w14:paraId="192023C0" w14:textId="77777777" w:rsidR="00A860C2" w:rsidRDefault="00A860C2" w:rsidP="006C0867">
      <w:pPr>
        <w:pStyle w:val="af"/>
        <w:rPr>
          <w:rFonts w:hint="eastAsia"/>
          <w:lang w:eastAsia="ko-KR"/>
        </w:rPr>
      </w:pPr>
    </w:p>
    <w:p w14:paraId="11810F48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27D83B2" w14:textId="77777777" w:rsidR="004F06D1" w:rsidRDefault="004F06D1" w:rsidP="006C0867">
      <w:pPr>
        <w:pStyle w:val="af"/>
        <w:rPr>
          <w:rFonts w:hint="eastAsia"/>
          <w:lang w:eastAsia="ko-KR"/>
        </w:rPr>
      </w:pPr>
    </w:p>
    <w:p w14:paraId="18436EB0" w14:textId="4C2E8BB1" w:rsidR="00E7597B" w:rsidRPr="00661CB4" w:rsidRDefault="00E7597B" w:rsidP="00E7597B">
      <w:pPr>
        <w:pStyle w:val="1"/>
        <w:numPr>
          <w:ilvl w:val="0"/>
          <w:numId w:val="0"/>
        </w:numPr>
        <w:ind w:leftChars="60" w:left="120"/>
        <w:rPr>
          <w:lang w:eastAsia="ko-KR"/>
        </w:rPr>
      </w:pPr>
      <w:bookmarkStart w:id="24" w:name="_Toc33213717"/>
      <w:r>
        <w:rPr>
          <w:rFonts w:hint="eastAsia"/>
          <w:lang w:eastAsia="ko-KR"/>
        </w:rPr>
        <w:lastRenderedPageBreak/>
        <w:t>5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환경의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적용</w:t>
      </w:r>
      <w:r>
        <w:rPr>
          <w:rFonts w:hint="eastAsia"/>
          <w:lang w:eastAsia="ko-KR"/>
        </w:rPr>
        <w:t>(IOS)</w:t>
      </w:r>
      <w:bookmarkEnd w:id="24"/>
    </w:p>
    <w:p w14:paraId="3F83B426" w14:textId="75B49D4A" w:rsidR="00544B9D" w:rsidRDefault="004F06D1" w:rsidP="004F06D1">
      <w:pPr>
        <w:pStyle w:val="ab"/>
      </w:pPr>
      <w:bookmarkStart w:id="25" w:name="_Toc33213718"/>
      <w:r>
        <w:rPr>
          <w:rFonts w:hint="eastAsia"/>
        </w:rPr>
        <w:t xml:space="preserve">5.1 </w:t>
      </w:r>
      <w:r w:rsidRPr="0049104D">
        <w:rPr>
          <w:rFonts w:hint="eastAsia"/>
        </w:rPr>
        <w:t xml:space="preserve"> </w:t>
      </w:r>
      <w:r>
        <w:rPr>
          <w:rFonts w:hint="eastAsia"/>
        </w:rPr>
        <w:t>기</w:t>
      </w:r>
      <w:r w:rsidR="00544B9D">
        <w:rPr>
          <w:rFonts w:hint="eastAsia"/>
        </w:rPr>
        <w:t>본적인 설치방법</w:t>
      </w:r>
      <w:bookmarkEnd w:id="25"/>
    </w:p>
    <w:p w14:paraId="1745F245" w14:textId="5170D851" w:rsidR="00544B9D" w:rsidRDefault="00544B9D" w:rsidP="0079786A">
      <w:pPr>
        <w:pStyle w:val="af"/>
        <w:numPr>
          <w:ilvl w:val="0"/>
          <w:numId w:val="22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IOS </w:t>
      </w:r>
      <w:r>
        <w:rPr>
          <w:lang w:eastAsia="ko-KR"/>
        </w:rPr>
        <w:t>어플리케이션</w:t>
      </w:r>
      <w:r>
        <w:rPr>
          <w:lang w:eastAsia="ko-KR"/>
        </w:rPr>
        <w:t xml:space="preserve"> </w:t>
      </w:r>
      <w:r>
        <w:rPr>
          <w:lang w:eastAsia="ko-KR"/>
        </w:rPr>
        <w:t>내</w:t>
      </w:r>
      <w:r>
        <w:rPr>
          <w:lang w:eastAsia="ko-KR"/>
        </w:rPr>
        <w:t xml:space="preserve"> WebView (</w:t>
      </w:r>
      <w:r>
        <w:rPr>
          <w:lang w:eastAsia="ko-KR"/>
        </w:rPr>
        <w:t>이하</w:t>
      </w:r>
      <w:r>
        <w:rPr>
          <w:lang w:eastAsia="ko-KR"/>
        </w:rPr>
        <w:t xml:space="preserve"> WebView) </w:t>
      </w:r>
      <w:r>
        <w:rPr>
          <w:lang w:eastAsia="ko-KR"/>
        </w:rPr>
        <w:t>에서</w:t>
      </w:r>
      <w:r>
        <w:rPr>
          <w:lang w:eastAsia="ko-KR"/>
        </w:rPr>
        <w:t xml:space="preserve"> </w:t>
      </w:r>
      <w:r w:rsidR="00E01ECB">
        <w:rPr>
          <w:lang w:eastAsia="ko-KR"/>
        </w:rPr>
        <w:t>WAYUP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구현하는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안냉합니다</w:t>
      </w:r>
      <w:r>
        <w:rPr>
          <w:rFonts w:hint="eastAsia"/>
          <w:lang w:eastAsia="ko-KR"/>
        </w:rPr>
        <w:t>.</w:t>
      </w:r>
    </w:p>
    <w:p w14:paraId="716BF271" w14:textId="125FFCA7" w:rsidR="00544B9D" w:rsidRDefault="00544B9D" w:rsidP="0079786A">
      <w:pPr>
        <w:pStyle w:val="af"/>
        <w:numPr>
          <w:ilvl w:val="0"/>
          <w:numId w:val="22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WebView </w:t>
      </w:r>
      <w:r>
        <w:rPr>
          <w:lang w:eastAsia="ko-KR"/>
        </w:rPr>
        <w:t>에서</w:t>
      </w:r>
      <w:r>
        <w:rPr>
          <w:lang w:eastAsia="ko-KR"/>
        </w:rPr>
        <w:t xml:space="preserve"> </w:t>
      </w:r>
      <w:r w:rsidR="00E01ECB">
        <w:rPr>
          <w:lang w:eastAsia="ko-KR"/>
        </w:rPr>
        <w:t>WAYUP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띄우는</w:t>
      </w:r>
      <w:r>
        <w:rPr>
          <w:lang w:eastAsia="ko-KR"/>
        </w:rPr>
        <w:t xml:space="preserve">  </w:t>
      </w:r>
      <w:r>
        <w:rPr>
          <w:lang w:eastAsia="ko-KR"/>
        </w:rPr>
        <w:t>방식은</w:t>
      </w:r>
      <w:r>
        <w:rPr>
          <w:lang w:eastAsia="ko-KR"/>
        </w:rPr>
        <w:t xml:space="preserve">  </w:t>
      </w:r>
      <w:r>
        <w:rPr>
          <w:rFonts w:hint="eastAsia"/>
          <w:lang w:eastAsia="ko-KR"/>
        </w:rPr>
        <w:t>안드로이드와</w:t>
      </w:r>
      <w:r>
        <w:rPr>
          <w:lang w:eastAsia="ko-KR"/>
        </w:rPr>
        <w:t xml:space="preserve"> </w:t>
      </w:r>
      <w:r>
        <w:rPr>
          <w:lang w:eastAsia="ko-KR"/>
        </w:rPr>
        <w:t>방법과</w:t>
      </w:r>
      <w:r>
        <w:rPr>
          <w:lang w:eastAsia="ko-KR"/>
        </w:rPr>
        <w:t xml:space="preserve"> </w:t>
      </w:r>
      <w:r>
        <w:rPr>
          <w:lang w:eastAsia="ko-KR"/>
        </w:rPr>
        <w:t>동일합니다</w:t>
      </w:r>
      <w:r>
        <w:rPr>
          <w:lang w:eastAsia="ko-KR"/>
        </w:rPr>
        <w:t xml:space="preserve">. </w:t>
      </w:r>
      <w:r>
        <w:rPr>
          <w:lang w:eastAsia="ko-KR"/>
        </w:rPr>
        <w:t>이에</w:t>
      </w:r>
      <w:r>
        <w:rPr>
          <w:lang w:eastAsia="ko-KR"/>
        </w:rPr>
        <w:t xml:space="preserve"> </w:t>
      </w:r>
      <w:r>
        <w:rPr>
          <w:lang w:eastAsia="ko-KR"/>
        </w:rPr>
        <w:t>이번</w:t>
      </w:r>
      <w:r>
        <w:rPr>
          <w:lang w:eastAsia="ko-KR"/>
        </w:rPr>
        <w:t xml:space="preserve"> </w:t>
      </w:r>
      <w:r>
        <w:rPr>
          <w:lang w:eastAsia="ko-KR"/>
        </w:rPr>
        <w:t>장</w:t>
      </w:r>
      <w:r>
        <w:rPr>
          <w:lang w:eastAsia="ko-KR"/>
        </w:rPr>
        <w:t xml:space="preserve"> </w:t>
      </w:r>
      <w:r>
        <w:rPr>
          <w:lang w:eastAsia="ko-KR"/>
        </w:rPr>
        <w:t>에서는</w:t>
      </w:r>
      <w:r>
        <w:rPr>
          <w:lang w:eastAsia="ko-KR"/>
        </w:rPr>
        <w:t xml:space="preserve"> mobileISP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호출시</w:t>
      </w:r>
      <w:r>
        <w:rPr>
          <w:lang w:eastAsia="ko-KR"/>
        </w:rPr>
        <w:t xml:space="preserve"> </w:t>
      </w:r>
      <w:r>
        <w:rPr>
          <w:lang w:eastAsia="ko-KR"/>
        </w:rPr>
        <w:t>주의사항</w:t>
      </w:r>
      <w:r>
        <w:rPr>
          <w:lang w:eastAsia="ko-KR"/>
        </w:rPr>
        <w:t xml:space="preserve">, </w:t>
      </w:r>
      <w:r>
        <w:rPr>
          <w:lang w:eastAsia="ko-KR"/>
        </w:rPr>
        <w:t>카드사</w:t>
      </w:r>
      <w:r>
        <w:rPr>
          <w:lang w:eastAsia="ko-KR"/>
        </w:rPr>
        <w:t xml:space="preserve">  </w:t>
      </w:r>
      <w:r>
        <w:rPr>
          <w:lang w:eastAsia="ko-KR"/>
        </w:rPr>
        <w:t>백신</w:t>
      </w:r>
      <w:r>
        <w:rPr>
          <w:lang w:eastAsia="ko-KR"/>
        </w:rPr>
        <w:t xml:space="preserve"> 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스키마</w:t>
      </w:r>
      <w:r>
        <w:rPr>
          <w:lang w:eastAsia="ko-KR"/>
        </w:rPr>
        <w:t xml:space="preserve"> </w:t>
      </w:r>
      <w:r>
        <w:rPr>
          <w:lang w:eastAsia="ko-KR"/>
        </w:rPr>
        <w:t>호출</w:t>
      </w:r>
      <w:r>
        <w:rPr>
          <w:lang w:eastAsia="ko-KR"/>
        </w:rPr>
        <w:t xml:space="preserve"> </w:t>
      </w:r>
      <w:r>
        <w:rPr>
          <w:lang w:eastAsia="ko-KR"/>
        </w:rPr>
        <w:t>및</w:t>
      </w:r>
      <w:r>
        <w:rPr>
          <w:lang w:eastAsia="ko-KR"/>
        </w:rPr>
        <w:t xml:space="preserve"> “</w:t>
      </w:r>
      <w:r>
        <w:rPr>
          <w:lang w:eastAsia="ko-KR"/>
        </w:rPr>
        <w:t>미설치</w:t>
      </w:r>
      <w:r>
        <w:rPr>
          <w:lang w:eastAsia="ko-KR"/>
        </w:rPr>
        <w:t xml:space="preserve"> </w:t>
      </w:r>
      <w:r>
        <w:rPr>
          <w:lang w:eastAsia="ko-KR"/>
        </w:rPr>
        <w:t>시</w:t>
      </w:r>
      <w:r>
        <w:rPr>
          <w:lang w:eastAsia="ko-KR"/>
        </w:rPr>
        <w:t xml:space="preserve">, </w:t>
      </w:r>
      <w:r>
        <w:rPr>
          <w:lang w:eastAsia="ko-KR"/>
        </w:rPr>
        <w:t>앱스토어</w:t>
      </w:r>
      <w:r>
        <w:rPr>
          <w:lang w:eastAsia="ko-KR"/>
        </w:rPr>
        <w:t xml:space="preserve"> </w:t>
      </w:r>
      <w:r>
        <w:rPr>
          <w:lang w:eastAsia="ko-KR"/>
        </w:rPr>
        <w:t>이동</w:t>
      </w:r>
      <w:r>
        <w:rPr>
          <w:lang w:eastAsia="ko-KR"/>
        </w:rPr>
        <w:t xml:space="preserve"> </w:t>
      </w:r>
      <w:r>
        <w:rPr>
          <w:lang w:eastAsia="ko-KR"/>
        </w:rPr>
        <w:t>이슈</w:t>
      </w:r>
      <w:r>
        <w:rPr>
          <w:lang w:eastAsia="ko-KR"/>
        </w:rPr>
        <w:t xml:space="preserve">” </w:t>
      </w:r>
      <w:r>
        <w:rPr>
          <w:lang w:eastAsia="ko-KR"/>
        </w:rPr>
        <w:t>등의</w:t>
      </w:r>
      <w:r>
        <w:rPr>
          <w:lang w:eastAsia="ko-KR"/>
        </w:rPr>
        <w:t xml:space="preserve"> </w:t>
      </w:r>
      <w:r>
        <w:rPr>
          <w:lang w:eastAsia="ko-KR"/>
        </w:rPr>
        <w:t>내용을</w:t>
      </w:r>
      <w:r>
        <w:rPr>
          <w:lang w:eastAsia="ko-KR"/>
        </w:rPr>
        <w:t xml:space="preserve"> </w:t>
      </w:r>
      <w:r>
        <w:rPr>
          <w:lang w:eastAsia="ko-KR"/>
        </w:rPr>
        <w:t>주로</w:t>
      </w:r>
      <w:r>
        <w:rPr>
          <w:spacing w:val="-1"/>
          <w:lang w:eastAsia="ko-KR"/>
        </w:rPr>
        <w:t xml:space="preserve"> </w:t>
      </w:r>
      <w:r>
        <w:rPr>
          <w:lang w:eastAsia="ko-KR"/>
        </w:rPr>
        <w:t>다룹니다</w:t>
      </w:r>
      <w:r>
        <w:rPr>
          <w:lang w:eastAsia="ko-KR"/>
        </w:rPr>
        <w:t>.</w:t>
      </w:r>
    </w:p>
    <w:p w14:paraId="3D39025C" w14:textId="3AA2FBA2" w:rsidR="004F06D1" w:rsidRDefault="004F06D1" w:rsidP="004F06D1">
      <w:pPr>
        <w:pStyle w:val="ab"/>
      </w:pPr>
    </w:p>
    <w:p w14:paraId="506475F5" w14:textId="1086FACB" w:rsidR="00544B9D" w:rsidRDefault="00544B9D" w:rsidP="00544B9D">
      <w:pPr>
        <w:pStyle w:val="ab"/>
      </w:pPr>
      <w:bookmarkStart w:id="26" w:name="_Toc33213719"/>
      <w:r>
        <w:rPr>
          <w:rFonts w:hint="eastAsia"/>
        </w:rPr>
        <w:t xml:space="preserve">5.2 </w:t>
      </w:r>
      <w:r w:rsidRPr="00544B9D">
        <w:rPr>
          <w:rFonts w:hint="eastAsia"/>
        </w:rPr>
        <w:t>mobileISP 연동방법</w:t>
      </w:r>
      <w:bookmarkEnd w:id="26"/>
    </w:p>
    <w:p w14:paraId="21F57071" w14:textId="77777777" w:rsidR="00544B9D" w:rsidRDefault="00544B9D" w:rsidP="0079786A">
      <w:pPr>
        <w:pStyle w:val="af"/>
        <w:numPr>
          <w:ilvl w:val="0"/>
          <w:numId w:val="23"/>
        </w:numPr>
        <w:spacing w:line="358" w:lineRule="exact"/>
        <w:jc w:val="both"/>
        <w:rPr>
          <w:rFonts w:hint="eastAsia"/>
          <w:lang w:eastAsia="ko-KR"/>
        </w:rPr>
      </w:pPr>
      <w:r>
        <w:rPr>
          <w:lang w:eastAsia="ko-KR"/>
        </w:rPr>
        <w:t xml:space="preserve">mobileISP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</w:t>
      </w:r>
      <w:r>
        <w:rPr>
          <w:lang w:eastAsia="ko-KR"/>
        </w:rPr>
        <w:t xml:space="preserve"> </w:t>
      </w:r>
      <w:r>
        <w:rPr>
          <w:lang w:eastAsia="ko-KR"/>
        </w:rPr>
        <w:t>된</w:t>
      </w:r>
      <w:r>
        <w:rPr>
          <w:lang w:eastAsia="ko-KR"/>
        </w:rPr>
        <w:t xml:space="preserve"> </w:t>
      </w:r>
      <w:r>
        <w:rPr>
          <w:lang w:eastAsia="ko-KR"/>
        </w:rPr>
        <w:t>뒤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앱을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lang w:eastAsia="ko-KR"/>
        </w:rPr>
        <w:t xml:space="preserve"> </w:t>
      </w:r>
      <w:r>
        <w:rPr>
          <w:lang w:eastAsia="ko-KR"/>
        </w:rPr>
        <w:t>띄우기</w:t>
      </w:r>
      <w:r>
        <w:rPr>
          <w:lang w:eastAsia="ko-KR"/>
        </w:rPr>
        <w:t xml:space="preserve"> </w:t>
      </w:r>
      <w:r>
        <w:rPr>
          <w:lang w:eastAsia="ko-KR"/>
        </w:rPr>
        <w:t>위한</w:t>
      </w:r>
      <w:r>
        <w:rPr>
          <w:lang w:eastAsia="ko-KR"/>
        </w:rPr>
        <w:t xml:space="preserve"> </w:t>
      </w:r>
      <w:r>
        <w:rPr>
          <w:lang w:eastAsia="ko-KR"/>
        </w:rPr>
        <w:t>조치사항을</w:t>
      </w:r>
      <w:r>
        <w:rPr>
          <w:lang w:eastAsia="ko-KR"/>
        </w:rPr>
        <w:t xml:space="preserve"> </w:t>
      </w:r>
      <w:r>
        <w:rPr>
          <w:lang w:eastAsia="ko-KR"/>
        </w:rPr>
        <w:t>안내합니다</w:t>
      </w:r>
      <w:r>
        <w:rPr>
          <w:lang w:eastAsia="ko-KR"/>
        </w:rPr>
        <w:t>.</w:t>
      </w:r>
    </w:p>
    <w:p w14:paraId="5E6DE8AC" w14:textId="509EF4AB" w:rsidR="000D7BA0" w:rsidRDefault="00544B9D" w:rsidP="0079786A">
      <w:pPr>
        <w:pStyle w:val="af"/>
        <w:numPr>
          <w:ilvl w:val="0"/>
          <w:numId w:val="23"/>
        </w:numPr>
        <w:spacing w:before="6"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IOS </w:t>
      </w:r>
      <w:r>
        <w:rPr>
          <w:lang w:eastAsia="ko-KR"/>
        </w:rPr>
        <w:t>는</w:t>
      </w:r>
      <w:r>
        <w:rPr>
          <w:lang w:eastAsia="ko-KR"/>
        </w:rPr>
        <w:t xml:space="preserve"> Android </w:t>
      </w:r>
      <w:r>
        <w:rPr>
          <w:lang w:eastAsia="ko-KR"/>
        </w:rPr>
        <w:t>계열과</w:t>
      </w:r>
      <w:r>
        <w:rPr>
          <w:lang w:eastAsia="ko-KR"/>
        </w:rPr>
        <w:t xml:space="preserve">  </w:t>
      </w:r>
      <w:r>
        <w:rPr>
          <w:lang w:eastAsia="ko-KR"/>
        </w:rPr>
        <w:t>다르게도</w:t>
      </w:r>
      <w:r>
        <w:rPr>
          <w:lang w:eastAsia="ko-KR"/>
        </w:rPr>
        <w:t xml:space="preserve"> mobileISP  </w:t>
      </w:r>
      <w:r>
        <w:rPr>
          <w:lang w:eastAsia="ko-KR"/>
        </w:rPr>
        <w:t>이</w:t>
      </w:r>
      <w:r>
        <w:rPr>
          <w:lang w:eastAsia="ko-KR"/>
        </w:rPr>
        <w:t xml:space="preserve"> </w:t>
      </w:r>
      <w:r>
        <w:rPr>
          <w:lang w:eastAsia="ko-KR"/>
        </w:rPr>
        <w:t>종료된</w:t>
      </w:r>
      <w:r>
        <w:rPr>
          <w:lang w:eastAsia="ko-KR"/>
        </w:rPr>
        <w:t xml:space="preserve"> </w:t>
      </w:r>
      <w:r>
        <w:rPr>
          <w:lang w:eastAsia="ko-KR"/>
        </w:rPr>
        <w:t>뒤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 </w:t>
      </w:r>
      <w:r>
        <w:rPr>
          <w:lang w:eastAsia="ko-KR"/>
        </w:rPr>
        <w:t>앱은</w:t>
      </w:r>
      <w:r>
        <w:rPr>
          <w:lang w:eastAsia="ko-KR"/>
        </w:rPr>
        <w:t xml:space="preserve">  Background  </w:t>
      </w:r>
      <w:r>
        <w:rPr>
          <w:lang w:eastAsia="ko-KR"/>
        </w:rPr>
        <w:t>에</w:t>
      </w:r>
      <w:r>
        <w:rPr>
          <w:lang w:eastAsia="ko-KR"/>
        </w:rPr>
        <w:t xml:space="preserve">  </w:t>
      </w:r>
      <w:r>
        <w:rPr>
          <w:lang w:eastAsia="ko-KR"/>
        </w:rPr>
        <w:t>머문</w:t>
      </w:r>
      <w:r>
        <w:rPr>
          <w:lang w:eastAsia="ko-KR"/>
        </w:rPr>
        <w:t xml:space="preserve">  </w:t>
      </w:r>
      <w:r>
        <w:rPr>
          <w:lang w:eastAsia="ko-KR"/>
        </w:rPr>
        <w:t>채</w:t>
      </w:r>
      <w:r>
        <w:rPr>
          <w:lang w:eastAsia="ko-KR"/>
        </w:rPr>
        <w:t xml:space="preserve">, </w:t>
      </w:r>
      <w:r>
        <w:rPr>
          <w:lang w:eastAsia="ko-KR"/>
        </w:rPr>
        <w:t>바탕화면이</w:t>
      </w:r>
      <w:r>
        <w:rPr>
          <w:lang w:eastAsia="ko-KR"/>
        </w:rPr>
        <w:t xml:space="preserve"> </w:t>
      </w:r>
      <w:r>
        <w:rPr>
          <w:lang w:eastAsia="ko-KR"/>
        </w:rPr>
        <w:t>개제됩니다</w:t>
      </w:r>
      <w:r>
        <w:rPr>
          <w:lang w:eastAsia="ko-KR"/>
        </w:rPr>
        <w:t>. (IOS</w:t>
      </w:r>
      <w:r>
        <w:rPr>
          <w:lang w:eastAsia="ko-KR"/>
        </w:rPr>
        <w:t>의</w:t>
      </w:r>
      <w:r>
        <w:rPr>
          <w:lang w:eastAsia="ko-KR"/>
        </w:rPr>
        <w:t xml:space="preserve"> </w:t>
      </w:r>
      <w:r>
        <w:rPr>
          <w:lang w:eastAsia="ko-KR"/>
        </w:rPr>
        <w:t>운영체제</w:t>
      </w:r>
      <w:r>
        <w:rPr>
          <w:lang w:eastAsia="ko-KR"/>
        </w:rPr>
        <w:t xml:space="preserve"> </w:t>
      </w:r>
      <w:r>
        <w:rPr>
          <w:lang w:eastAsia="ko-KR"/>
        </w:rPr>
        <w:t>특성에</w:t>
      </w:r>
      <w:r>
        <w:rPr>
          <w:lang w:eastAsia="ko-KR"/>
        </w:rPr>
        <w:t xml:space="preserve"> </w:t>
      </w:r>
      <w:r>
        <w:rPr>
          <w:lang w:eastAsia="ko-KR"/>
        </w:rPr>
        <w:t>기반</w:t>
      </w:r>
      <w:r>
        <w:rPr>
          <w:lang w:eastAsia="ko-KR"/>
        </w:rPr>
        <w:t xml:space="preserve">) </w:t>
      </w:r>
      <w:r>
        <w:rPr>
          <w:lang w:eastAsia="ko-KR"/>
        </w:rPr>
        <w:t>이</w:t>
      </w:r>
      <w:r>
        <w:rPr>
          <w:lang w:eastAsia="ko-KR"/>
        </w:rPr>
        <w:t xml:space="preserve"> </w:t>
      </w:r>
      <w:r>
        <w:rPr>
          <w:lang w:eastAsia="ko-KR"/>
        </w:rPr>
        <w:t>때문에</w:t>
      </w:r>
      <w:r>
        <w:rPr>
          <w:lang w:eastAsia="ko-KR"/>
        </w:rPr>
        <w:t xml:space="preserve">, mobileISP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종료되</w:t>
      </w:r>
      <w:r>
        <w:rPr>
          <w:lang w:eastAsia="ko-KR"/>
        </w:rPr>
        <w:t xml:space="preserve">  </w:t>
      </w:r>
      <w:r>
        <w:rPr>
          <w:lang w:eastAsia="ko-KR"/>
        </w:rPr>
        <w:t>면서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appScheme </w:t>
      </w:r>
      <w:r>
        <w:rPr>
          <w:lang w:eastAsia="ko-KR"/>
        </w:rPr>
        <w:t>을</w:t>
      </w:r>
      <w:r>
        <w:rPr>
          <w:lang w:eastAsia="ko-KR"/>
        </w:rPr>
        <w:t xml:space="preserve"> </w:t>
      </w:r>
      <w:r>
        <w:rPr>
          <w:lang w:eastAsia="ko-KR"/>
        </w:rPr>
        <w:t>호출하도록</w:t>
      </w:r>
      <w:r>
        <w:rPr>
          <w:lang w:eastAsia="ko-KR"/>
        </w:rPr>
        <w:t xml:space="preserve"> </w:t>
      </w:r>
      <w:r>
        <w:rPr>
          <w:lang w:eastAsia="ko-KR"/>
        </w:rPr>
        <w:t>구성해야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 xml:space="preserve">. </w:t>
      </w:r>
      <w:r>
        <w:rPr>
          <w:lang w:eastAsia="ko-KR"/>
        </w:rPr>
        <w:t>하기와</w:t>
      </w:r>
      <w:r>
        <w:rPr>
          <w:lang w:eastAsia="ko-KR"/>
        </w:rPr>
        <w:t xml:space="preserve">  </w:t>
      </w:r>
      <w:r>
        <w:rPr>
          <w:lang w:eastAsia="ko-KR"/>
        </w:rPr>
        <w:t>같이</w:t>
      </w:r>
      <w:r>
        <w:rPr>
          <w:lang w:eastAsia="ko-KR"/>
        </w:rPr>
        <w:t xml:space="preserve">  </w:t>
      </w:r>
      <w:r>
        <w:rPr>
          <w:lang w:eastAsia="ko-KR"/>
        </w:rPr>
        <w:t>셋팅</w:t>
      </w:r>
      <w:r>
        <w:rPr>
          <w:lang w:eastAsia="ko-KR"/>
        </w:rPr>
        <w:t xml:space="preserve">  </w:t>
      </w:r>
      <w:r>
        <w:rPr>
          <w:lang w:eastAsia="ko-KR"/>
        </w:rPr>
        <w:t>시</w:t>
      </w:r>
      <w:r>
        <w:rPr>
          <w:lang w:eastAsia="ko-KR"/>
        </w:rPr>
        <w:t xml:space="preserve">,  </w:t>
      </w:r>
      <w:r>
        <w:rPr>
          <w:lang w:eastAsia="ko-KR"/>
        </w:rPr>
        <w:t>요구사항과</w:t>
      </w:r>
      <w:r>
        <w:rPr>
          <w:lang w:eastAsia="ko-KR"/>
        </w:rPr>
        <w:t xml:space="preserve"> </w:t>
      </w:r>
      <w:r>
        <w:rPr>
          <w:lang w:eastAsia="ko-KR"/>
        </w:rPr>
        <w:t>같이</w:t>
      </w:r>
      <w:r>
        <w:rPr>
          <w:lang w:eastAsia="ko-KR"/>
        </w:rPr>
        <w:t xml:space="preserve">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spacing w:val="35"/>
          <w:lang w:eastAsia="ko-KR"/>
        </w:rPr>
        <w:t xml:space="preserve"> </w:t>
      </w:r>
      <w:r>
        <w:rPr>
          <w:lang w:eastAsia="ko-KR"/>
        </w:rPr>
        <w:t>기동됩니다</w:t>
      </w:r>
      <w:r w:rsidR="000D7BA0">
        <w:rPr>
          <w:rFonts w:hint="eastAsia"/>
          <w:lang w:eastAsia="ko-KR"/>
        </w:rPr>
        <w:t>.</w:t>
      </w:r>
    </w:p>
    <w:p w14:paraId="2B17DBD8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239"/>
      </w:tblGrid>
      <w:tr w:rsidR="000D7BA0" w14:paraId="69D7922B" w14:textId="77777777" w:rsidTr="00E75E17">
        <w:trPr>
          <w:trHeight w:val="347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434ECE10" w14:textId="77777777" w:rsidR="000D7BA0" w:rsidRPr="000D7BA0" w:rsidRDefault="000D7BA0" w:rsidP="000D7BA0">
            <w:pPr>
              <w:pStyle w:val="TableParagraph"/>
              <w:spacing w:line="328" w:lineRule="exact"/>
              <w:ind w:left="967"/>
              <w:rPr>
                <w:rFonts w:asciiTheme="majorHAnsi" w:eastAsiaTheme="majorHAnsi" w:hAnsiTheme="majorHAnsi"/>
                <w:sz w:val="20"/>
              </w:rPr>
            </w:pPr>
            <w:r w:rsidRPr="000D7BA0">
              <w:rPr>
                <w:rFonts w:asciiTheme="majorHAnsi" w:eastAsiaTheme="majorHAnsi" w:hAnsiTheme="majorHAnsi"/>
                <w:sz w:val="20"/>
              </w:rPr>
              <w:t>P_RESERVED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41440744" w14:textId="77777777" w:rsidR="000D7BA0" w:rsidRPr="000D7BA0" w:rsidRDefault="000D7BA0" w:rsidP="000D7BA0">
            <w:pPr>
              <w:pStyle w:val="TableParagraph"/>
              <w:spacing w:line="328" w:lineRule="exact"/>
              <w:ind w:left="967"/>
              <w:rPr>
                <w:rFonts w:asciiTheme="majorHAnsi" w:eastAsiaTheme="majorHAnsi" w:hAnsiTheme="majorHAnsi"/>
                <w:sz w:val="20"/>
              </w:rPr>
            </w:pPr>
            <w:r w:rsidRPr="000D7BA0">
              <w:rPr>
                <w:rFonts w:asciiTheme="majorHAnsi" w:eastAsiaTheme="majorHAnsi" w:hAnsiTheme="majorHAnsi"/>
                <w:sz w:val="20"/>
              </w:rPr>
              <w:t>&amp;app_scheme=가맹점스키마명://</w:t>
            </w:r>
          </w:p>
        </w:tc>
      </w:tr>
    </w:tbl>
    <w:p w14:paraId="4D59B759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B1A7694" w14:textId="344EE2A2" w:rsidR="000D7BA0" w:rsidRDefault="000D7BA0" w:rsidP="0079786A">
      <w:pPr>
        <w:pStyle w:val="af"/>
        <w:numPr>
          <w:ilvl w:val="0"/>
          <w:numId w:val="24"/>
        </w:numPr>
        <w:spacing w:before="1" w:line="225" w:lineRule="auto"/>
        <w:ind w:right="413"/>
        <w:jc w:val="both"/>
        <w:rPr>
          <w:rFonts w:hint="eastAsia"/>
          <w:lang w:eastAsia="ko-KR"/>
        </w:rPr>
      </w:pPr>
      <w:r>
        <w:rPr>
          <w:lang w:eastAsia="ko-KR"/>
        </w:rPr>
        <w:t>가맹점스키마명</w:t>
      </w:r>
      <w:r>
        <w:rPr>
          <w:lang w:eastAsia="ko-KR"/>
        </w:rPr>
        <w:t xml:space="preserve"> </w:t>
      </w:r>
      <w:r>
        <w:rPr>
          <w:lang w:eastAsia="ko-KR"/>
        </w:rPr>
        <w:t>뒤</w:t>
      </w:r>
      <w:r>
        <w:rPr>
          <w:lang w:eastAsia="ko-KR"/>
        </w:rPr>
        <w:t xml:space="preserve"> </w:t>
      </w:r>
      <w:r>
        <w:rPr>
          <w:color w:val="FF0000"/>
          <w:lang w:eastAsia="ko-KR"/>
        </w:rPr>
        <w:t xml:space="preserve">:// </w:t>
      </w:r>
      <w:r>
        <w:rPr>
          <w:lang w:eastAsia="ko-KR"/>
        </w:rPr>
        <w:t>은</w:t>
      </w:r>
      <w:r>
        <w:rPr>
          <w:lang w:eastAsia="ko-KR"/>
        </w:rPr>
        <w:t xml:space="preserve"> </w:t>
      </w:r>
      <w:r>
        <w:rPr>
          <w:lang w:eastAsia="ko-KR"/>
        </w:rPr>
        <w:t>필수로</w:t>
      </w:r>
      <w:r>
        <w:rPr>
          <w:lang w:eastAsia="ko-KR"/>
        </w:rPr>
        <w:t xml:space="preserve"> </w:t>
      </w:r>
      <w:r>
        <w:rPr>
          <w:lang w:eastAsia="ko-KR"/>
        </w:rPr>
        <w:t>입력해주셔야</w:t>
      </w:r>
      <w:r>
        <w:rPr>
          <w:lang w:eastAsia="ko-KR"/>
        </w:rPr>
        <w:t xml:space="preserve"> mobileISP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종료</w:t>
      </w:r>
      <w:r>
        <w:rPr>
          <w:lang w:eastAsia="ko-KR"/>
        </w:rPr>
        <w:t xml:space="preserve"> </w:t>
      </w:r>
      <w:r>
        <w:rPr>
          <w:lang w:eastAsia="ko-KR"/>
        </w:rPr>
        <w:t>후</w:t>
      </w:r>
      <w:r>
        <w:rPr>
          <w:lang w:eastAsia="ko-KR"/>
        </w:rPr>
        <w:t xml:space="preserve">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호출</w:t>
      </w:r>
      <w:r>
        <w:rPr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 xml:space="preserve">. (Ex.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스키마명이</w:t>
      </w:r>
      <w:r>
        <w:rPr>
          <w:lang w:eastAsia="ko-KR"/>
        </w:rPr>
        <w:t xml:space="preserve"> merchant-app </w:t>
      </w:r>
      <w:r>
        <w:rPr>
          <w:lang w:eastAsia="ko-KR"/>
        </w:rPr>
        <w:t>일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 app_scheme= merchant-app:// </w:t>
      </w:r>
      <w:r>
        <w:rPr>
          <w:lang w:eastAsia="ko-KR"/>
        </w:rPr>
        <w:t>로</w:t>
      </w:r>
      <w:r>
        <w:rPr>
          <w:lang w:eastAsia="ko-KR"/>
        </w:rPr>
        <w:t xml:space="preserve"> </w:t>
      </w:r>
      <w:r>
        <w:rPr>
          <w:lang w:eastAsia="ko-KR"/>
        </w:rPr>
        <w:t>셋팅해</w:t>
      </w:r>
      <w:r>
        <w:rPr>
          <w:lang w:eastAsia="ko-KR"/>
        </w:rPr>
        <w:t xml:space="preserve"> </w:t>
      </w:r>
      <w:r>
        <w:rPr>
          <w:lang w:eastAsia="ko-KR"/>
        </w:rPr>
        <w:t>주시면</w:t>
      </w:r>
      <w:r>
        <w:rPr>
          <w:spacing w:val="45"/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>.)</w:t>
      </w:r>
    </w:p>
    <w:p w14:paraId="05DBAEEC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1661EFD" w14:textId="062E92D9" w:rsidR="000D7BA0" w:rsidRDefault="000D7BA0" w:rsidP="000D7BA0">
      <w:pPr>
        <w:pStyle w:val="ab"/>
      </w:pPr>
      <w:bookmarkStart w:id="27" w:name="_Toc33213720"/>
      <w:r>
        <w:rPr>
          <w:rFonts w:hint="eastAsia"/>
        </w:rPr>
        <w:t xml:space="preserve">5.3 </w:t>
      </w:r>
      <w:bookmarkEnd w:id="27"/>
      <w:r w:rsidR="00A860C2">
        <w:rPr>
          <w:rFonts w:hint="eastAsia"/>
        </w:rPr>
        <w:t>안심클릭 결제 시,</w:t>
      </w:r>
      <w:r w:rsidR="00A860C2">
        <w:t xml:space="preserve"> </w:t>
      </w:r>
      <w:r w:rsidR="00A860C2">
        <w:rPr>
          <w:rFonts w:hint="eastAsia"/>
        </w:rPr>
        <w:t>카드사 백신 앱 연동</w:t>
      </w:r>
    </w:p>
    <w:p w14:paraId="73FE60B6" w14:textId="6D45EB18" w:rsidR="000D7BA0" w:rsidRDefault="00A860C2" w:rsidP="0079786A">
      <w:pPr>
        <w:pStyle w:val="a5"/>
        <w:widowControl w:val="0"/>
        <w:numPr>
          <w:ilvl w:val="1"/>
          <w:numId w:val="25"/>
        </w:numPr>
        <w:tabs>
          <w:tab w:val="left" w:pos="1380"/>
          <w:tab w:val="left" w:pos="1381"/>
        </w:tabs>
        <w:overflowPunct/>
        <w:adjustRightInd/>
        <w:spacing w:line="334" w:lineRule="exact"/>
        <w:ind w:leftChars="0" w:left="1161" w:hanging="361"/>
        <w:textAlignment w:val="auto"/>
      </w:pPr>
      <w:r>
        <w:rPr>
          <w:rFonts w:hint="eastAsia"/>
        </w:rPr>
        <w:t>IOS</w:t>
      </w:r>
      <w:r>
        <w:t xml:space="preserve"> </w:t>
      </w:r>
      <w:r>
        <w:rPr>
          <w:rFonts w:hint="eastAsia"/>
        </w:rPr>
        <w:t>환경에서는</w:t>
      </w:r>
      <w:r>
        <w:rPr>
          <w:rFonts w:hint="eastAsia"/>
        </w:rPr>
        <w:t xml:space="preserve"> </w:t>
      </w:r>
      <w:r>
        <w:rPr>
          <w:rFonts w:hint="eastAsia"/>
        </w:rPr>
        <w:t>카드사에서</w:t>
      </w:r>
      <w:r>
        <w:rPr>
          <w:rFonts w:hint="eastAsia"/>
        </w:rPr>
        <w:t xml:space="preserve"> </w:t>
      </w:r>
      <w:r>
        <w:rPr>
          <w:rFonts w:hint="eastAsia"/>
        </w:rPr>
        <w:t>별도로</w:t>
      </w:r>
      <w:r>
        <w:rPr>
          <w:rFonts w:hint="eastAsia"/>
        </w:rPr>
        <w:t xml:space="preserve"> </w:t>
      </w:r>
      <w:r>
        <w:rPr>
          <w:rFonts w:hint="eastAsia"/>
        </w:rPr>
        <w:t>백신을</w:t>
      </w:r>
      <w:r>
        <w:rPr>
          <w:rFonts w:hint="eastAsia"/>
        </w:rPr>
        <w:t xml:space="preserve"> </w:t>
      </w:r>
      <w:r>
        <w:rPr>
          <w:rFonts w:hint="eastAsia"/>
        </w:rPr>
        <w:t>구동하지</w:t>
      </w:r>
      <w:r>
        <w:rPr>
          <w:rFonts w:hint="eastAsia"/>
        </w:rPr>
        <w:t xml:space="preserve"> </w:t>
      </w:r>
      <w:r>
        <w:rPr>
          <w:rFonts w:hint="eastAsia"/>
        </w:rPr>
        <w:t>않습니다</w:t>
      </w:r>
      <w:r>
        <w:rPr>
          <w:rFonts w:hint="eastAsia"/>
        </w:rPr>
        <w:t>.</w:t>
      </w:r>
    </w:p>
    <w:p w14:paraId="64F266B2" w14:textId="77777777" w:rsidR="00A860C2" w:rsidRDefault="00A860C2" w:rsidP="00A860C2">
      <w:pPr>
        <w:widowControl w:val="0"/>
        <w:tabs>
          <w:tab w:val="left" w:pos="1380"/>
          <w:tab w:val="left" w:pos="1381"/>
        </w:tabs>
        <w:overflowPunct/>
        <w:adjustRightInd/>
        <w:spacing w:line="334" w:lineRule="exact"/>
        <w:ind w:left="0" w:firstLine="0"/>
        <w:textAlignment w:val="auto"/>
      </w:pPr>
    </w:p>
    <w:p w14:paraId="6EA9CEC5" w14:textId="4CCB03B2" w:rsidR="00A860C2" w:rsidRDefault="00A860C2" w:rsidP="00A860C2">
      <w:pPr>
        <w:pStyle w:val="ab"/>
      </w:pPr>
      <w:r>
        <w:rPr>
          <w:rFonts w:hint="eastAsia"/>
        </w:rPr>
        <w:t>5.4 카드사 앱 연동방법</w:t>
      </w:r>
    </w:p>
    <w:p w14:paraId="4B04122C" w14:textId="52518786" w:rsidR="00A860C2" w:rsidRPr="00A860C2" w:rsidRDefault="00A860C2" w:rsidP="0079786A">
      <w:pPr>
        <w:pStyle w:val="a5"/>
        <w:widowControl w:val="0"/>
        <w:numPr>
          <w:ilvl w:val="1"/>
          <w:numId w:val="25"/>
        </w:numPr>
        <w:tabs>
          <w:tab w:val="left" w:pos="1380"/>
          <w:tab w:val="left" w:pos="1381"/>
        </w:tabs>
        <w:overflowPunct/>
        <w:adjustRightInd/>
        <w:spacing w:line="334" w:lineRule="exact"/>
        <w:ind w:leftChars="0" w:left="1161" w:hanging="361"/>
        <w:textAlignment w:val="auto"/>
      </w:pPr>
      <w:r>
        <w:t>안심클릭</w:t>
      </w:r>
      <w:r>
        <w:t xml:space="preserve"> </w:t>
      </w:r>
      <w:r>
        <w:t>결제</w:t>
      </w:r>
      <w:r>
        <w:t xml:space="preserve"> </w:t>
      </w:r>
      <w:r>
        <w:t>진행에</w:t>
      </w:r>
      <w:r>
        <w:t xml:space="preserve"> </w:t>
      </w:r>
      <w:r>
        <w:t>필요한</w:t>
      </w:r>
      <w:r>
        <w:t xml:space="preserve">  Application  (</w:t>
      </w:r>
      <w:r>
        <w:t>앱카드</w:t>
      </w:r>
      <w:r>
        <w:t xml:space="preserve">  </w:t>
      </w:r>
      <w:r>
        <w:t>등의</w:t>
      </w:r>
      <w:r>
        <w:t xml:space="preserve">)  </w:t>
      </w:r>
      <w:r>
        <w:t>호출이</w:t>
      </w:r>
      <w:r>
        <w:t xml:space="preserve">  </w:t>
      </w:r>
      <w:r>
        <w:t>필요할</w:t>
      </w:r>
      <w:r>
        <w:t xml:space="preserve">  </w:t>
      </w:r>
      <w:r>
        <w:t>경우</w:t>
      </w:r>
      <w:r>
        <w:t xml:space="preserve">  </w:t>
      </w:r>
      <w:r>
        <w:t>아래</w:t>
      </w:r>
      <w:r>
        <w:t xml:space="preserve">  </w:t>
      </w:r>
      <w:r>
        <w:t>샘플코드</w:t>
      </w:r>
      <w:r>
        <w:t xml:space="preserve">  </w:t>
      </w:r>
      <w:r>
        <w:t>를</w:t>
      </w:r>
      <w:r>
        <w:t xml:space="preserve"> </w:t>
      </w:r>
      <w:r>
        <w:t>참고</w:t>
      </w:r>
      <w:r w:rsidRPr="000D7BA0">
        <w:rPr>
          <w:spacing w:val="41"/>
        </w:rPr>
        <w:t xml:space="preserve"> </w:t>
      </w:r>
      <w:r>
        <w:t>바랍니다</w:t>
      </w:r>
      <w:r>
        <w:t>.</w:t>
      </w:r>
      <w:r>
        <w:rPr>
          <w:rFonts w:hint="eastAsia"/>
        </w:rPr>
        <w:t xml:space="preserve"> (</w:t>
      </w:r>
      <w:r>
        <w:t>해당</w:t>
      </w:r>
      <w:r>
        <w:t xml:space="preserve"> </w:t>
      </w:r>
      <w:r>
        <w:t>샘플은</w:t>
      </w:r>
      <w:r>
        <w:t xml:space="preserve"> </w:t>
      </w:r>
      <w:r>
        <w:t>참고용으로</w:t>
      </w:r>
      <w:r>
        <w:t xml:space="preserve"> </w:t>
      </w:r>
      <w:r>
        <w:t>각</w:t>
      </w:r>
      <w:r>
        <w:t xml:space="preserve"> </w:t>
      </w:r>
      <w:r>
        <w:t>가맹점앱에</w:t>
      </w:r>
      <w:r>
        <w:t xml:space="preserve"> </w:t>
      </w:r>
      <w:r>
        <w:t>맞게</w:t>
      </w:r>
      <w:r>
        <w:t xml:space="preserve"> </w:t>
      </w:r>
      <w:r>
        <w:t>구현하시면</w:t>
      </w:r>
      <w:r>
        <w:rPr>
          <w:spacing w:val="18"/>
        </w:rPr>
        <w:t xml:space="preserve"> </w:t>
      </w:r>
      <w:r>
        <w:t>됩니다</w:t>
      </w:r>
      <w:r>
        <w:t>.</w:t>
      </w:r>
      <w:r>
        <w:rPr>
          <w:rFonts w:hint="eastAsia"/>
        </w:rPr>
        <w:t>)</w:t>
      </w:r>
    </w:p>
    <w:p w14:paraId="297116FD" w14:textId="6221B036" w:rsidR="000D7BA0" w:rsidRDefault="00E01ECB" w:rsidP="0079786A">
      <w:pPr>
        <w:pStyle w:val="a5"/>
        <w:numPr>
          <w:ilvl w:val="0"/>
          <w:numId w:val="24"/>
        </w:numPr>
        <w:ind w:leftChars="0"/>
      </w:pPr>
      <w:r>
        <w:t>WAYUP</w:t>
      </w:r>
      <w:r w:rsidR="000D7BA0">
        <w:rPr>
          <w:rFonts w:hint="eastAsia"/>
        </w:rPr>
        <w:t>의</w:t>
      </w:r>
      <w:r w:rsidR="000D7BA0">
        <w:rPr>
          <w:rFonts w:hint="eastAsia"/>
        </w:rPr>
        <w:t xml:space="preserve"> WebView</w:t>
      </w:r>
      <w:r w:rsidR="000D7BA0">
        <w:rPr>
          <w:rFonts w:hint="eastAsia"/>
        </w:rPr>
        <w:t>는</w:t>
      </w:r>
      <w:r w:rsidR="000D7BA0">
        <w:rPr>
          <w:rFonts w:hint="eastAsia"/>
        </w:rPr>
        <w:t xml:space="preserve"> IOS 4.X</w:t>
      </w:r>
      <w:r w:rsidR="000D7BA0">
        <w:rPr>
          <w:rFonts w:hint="eastAsia"/>
        </w:rPr>
        <w:t>이상의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버전에서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작동하지만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카드사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등의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보안정책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등으로</w:t>
      </w:r>
      <w:r w:rsidR="000D7BA0">
        <w:rPr>
          <w:rFonts w:hint="eastAsia"/>
        </w:rPr>
        <w:t xml:space="preserve"> OS</w:t>
      </w:r>
      <w:r w:rsidR="000D7BA0">
        <w:rPr>
          <w:rFonts w:hint="eastAsia"/>
        </w:rPr>
        <w:t>버전에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따른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결제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제약이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있을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수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있습니다</w:t>
      </w:r>
      <w:r w:rsidR="000D7BA0">
        <w:rPr>
          <w:rFonts w:hint="eastAsia"/>
        </w:rPr>
        <w:t>.</w:t>
      </w:r>
    </w:p>
    <w:p w14:paraId="3EE2B931" w14:textId="5404A309" w:rsidR="000D7BA0" w:rsidRDefault="000D7BA0" w:rsidP="000D7BA0"/>
    <w:p w14:paraId="1527BB8D" w14:textId="38BAC064" w:rsidR="000D7BA0" w:rsidRDefault="000D7BA0" w:rsidP="000D7BA0"/>
    <w:p w14:paraId="663EC7A4" w14:textId="273D5A22" w:rsidR="00E75E17" w:rsidRDefault="00E75E17" w:rsidP="000D7BA0"/>
    <w:p w14:paraId="77B78F6F" w14:textId="77777777" w:rsidR="00A860C2" w:rsidRDefault="00A860C2" w:rsidP="000D7BA0"/>
    <w:p w14:paraId="117DBC04" w14:textId="77777777" w:rsidR="00E75E17" w:rsidRDefault="00E75E17" w:rsidP="000D7BA0"/>
    <w:p w14:paraId="3897690F" w14:textId="77777777" w:rsidR="000D7BA0" w:rsidRDefault="000D7BA0" w:rsidP="000D7BA0"/>
    <w:p w14:paraId="3484C5A2" w14:textId="77777777" w:rsidR="00CA023C" w:rsidRDefault="00CA023C" w:rsidP="000D7BA0"/>
    <w:p w14:paraId="649EB296" w14:textId="77777777" w:rsidR="00CA023C" w:rsidRDefault="00CA023C" w:rsidP="000D7BA0"/>
    <w:p w14:paraId="3736236C" w14:textId="77777777" w:rsidR="00CA023C" w:rsidRDefault="00CA023C" w:rsidP="000D7BA0"/>
    <w:p w14:paraId="32F9B489" w14:textId="77777777" w:rsidR="00CA023C" w:rsidRDefault="00CA023C" w:rsidP="000D7BA0"/>
    <w:p w14:paraId="57D24230" w14:textId="298E0BF0" w:rsidR="000D7BA0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CD755B" wp14:editId="2224C895">
                <wp:simplePos x="0" y="0"/>
                <wp:positionH relativeFrom="column">
                  <wp:posOffset>161925</wp:posOffset>
                </wp:positionH>
                <wp:positionV relativeFrom="paragraph">
                  <wp:posOffset>-3810</wp:posOffset>
                </wp:positionV>
                <wp:extent cx="5810250" cy="802957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802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F824F" w14:textId="77777777" w:rsidR="005F7164" w:rsidRPr="000D7BA0" w:rsidRDefault="005F7164" w:rsidP="000D7BA0">
                            <w:pPr>
                              <w:pStyle w:val="af"/>
                              <w:spacing w:before="55" w:line="357" w:lineRule="exact"/>
                              <w:ind w:left="61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#pragma mark UIWebViewDelegate</w:t>
                            </w:r>
                          </w:p>
                          <w:p w14:paraId="0F66FC13" w14:textId="77777777" w:rsidR="005F7164" w:rsidRPr="000D7BA0" w:rsidRDefault="005F7164" w:rsidP="000D7BA0">
                            <w:pPr>
                              <w:pStyle w:val="af"/>
                              <w:spacing w:before="4" w:line="225" w:lineRule="auto"/>
                              <w:ind w:left="61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-(BOOL)webView:(UIWebView *)webView shouldStartLoadWithRequest:(NSURLRequest *)request navigationType:(UIWebViewNavigationType)navigationType</w:t>
                            </w:r>
                          </w:p>
                          <w:p w14:paraId="7CE1238A" w14:textId="77777777" w:rsidR="005F7164" w:rsidRPr="000D7BA0" w:rsidRDefault="005F7164" w:rsidP="000D7BA0">
                            <w:pPr>
                              <w:pStyle w:val="af"/>
                              <w:spacing w:line="354" w:lineRule="exact"/>
                              <w:ind w:left="61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{</w:t>
                            </w:r>
                          </w:p>
                          <w:p w14:paraId="641D5FA4" w14:textId="77777777" w:rsidR="005F7164" w:rsidRPr="000D7BA0" w:rsidRDefault="005F7164" w:rsidP="000D7BA0">
                            <w:pPr>
                              <w:pStyle w:val="af"/>
                              <w:spacing w:line="335" w:lineRule="exact"/>
                              <w:ind w:left="92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쿠키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강제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허용</w:t>
                            </w:r>
                          </w:p>
                          <w:p w14:paraId="55EAEFD1" w14:textId="77777777" w:rsidR="005F7164" w:rsidRPr="000D7BA0" w:rsidRDefault="005F7164" w:rsidP="000D7BA0">
                            <w:pPr>
                              <w:pStyle w:val="af"/>
                              <w:spacing w:before="4" w:line="225" w:lineRule="auto"/>
                              <w:ind w:left="958" w:right="50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NSHTTPCookieStorage *cookieSto = [NSHTTPCookieStorage sharedHTTPCookieStorage]; [cookieSto setCookieAcceptPolicy:NSHTTPCookieAcceptPolicyAlways];</w:t>
                            </w:r>
                          </w:p>
                          <w:p w14:paraId="30FF0B94" w14:textId="77777777" w:rsidR="005F7164" w:rsidRPr="000D7BA0" w:rsidRDefault="005F7164" w:rsidP="000D7BA0">
                            <w:pPr>
                              <w:pStyle w:val="af"/>
                              <w:spacing w:before="17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36C00C3" w14:textId="0A22F5D6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2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//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KISPG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를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통해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전달되는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URL</w:t>
                            </w:r>
                          </w:p>
                          <w:p w14:paraId="21660412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NSString *URLString = [NSString stringWithString:[request.URL absoluteString]];</w:t>
                            </w:r>
                          </w:p>
                          <w:p w14:paraId="61B6E819" w14:textId="77777777" w:rsidR="005F7164" w:rsidRPr="000D7BA0" w:rsidRDefault="005F7164" w:rsidP="000D7BA0">
                            <w:pPr>
                              <w:pStyle w:val="af"/>
                              <w:spacing w:before="6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0F304D0" w14:textId="77777777" w:rsidR="005F7164" w:rsidRPr="000D7BA0" w:rsidRDefault="005F7164" w:rsidP="000D7BA0">
                            <w:pPr>
                              <w:pStyle w:val="af"/>
                              <w:spacing w:before="1" w:line="225" w:lineRule="auto"/>
                              <w:ind w:left="619" w:right="962" w:firstLine="33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//URL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을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읽어왔을때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애플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스토어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주소인경우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사파리에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해당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URL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을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넘겨서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앱스토어에서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설치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할수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있도록</w:t>
                            </w:r>
                            <w:r w:rsidRPr="000D7BA0">
                              <w:rPr>
                                <w:color w:val="000000" w:themeColor="text1"/>
                                <w:spacing w:val="40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유도</w:t>
                            </w:r>
                          </w:p>
                          <w:p w14:paraId="460C7176" w14:textId="77777777" w:rsidR="005F7164" w:rsidRPr="000D7BA0" w:rsidRDefault="005F7164" w:rsidP="000D7BA0">
                            <w:pPr>
                              <w:pStyle w:val="af"/>
                              <w:spacing w:line="225" w:lineRule="auto"/>
                              <w:ind w:left="619" w:firstLine="34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BOOL isStoreURL = ([URLString rangeOfString:@"</w:t>
                            </w:r>
                            <w:hyperlink r:id="rId16">
                              <w:r w:rsidRPr="000D7BA0">
                                <w:rPr>
                                  <w:color w:val="000000" w:themeColor="text1"/>
                                  <w:sz w:val="18"/>
                                  <w:szCs w:val="18"/>
                                  <w:u w:val="single" w:color="FFFFFF"/>
                                </w:rPr>
                                <w:t>phobos.apple.com</w:t>
                              </w:r>
                            </w:hyperlink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" </w:t>
                            </w: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options:NSCaseInsensitiveSearch].location !=</w:t>
                            </w:r>
                            <w:r w:rsidRPr="000D7BA0">
                              <w:rPr>
                                <w:color w:val="000000" w:themeColor="text1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NSNotFound);</w:t>
                            </w:r>
                          </w:p>
                          <w:p w14:paraId="666983CC" w14:textId="77777777" w:rsidR="005F7164" w:rsidRPr="000D7BA0" w:rsidRDefault="005F7164" w:rsidP="000D7BA0">
                            <w:pPr>
                              <w:pStyle w:val="af"/>
                              <w:spacing w:line="225" w:lineRule="auto"/>
                              <w:ind w:left="619" w:firstLine="34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BOOL isStoreURL2 = ([URLString rangeOfString:@"</w:t>
                            </w:r>
                            <w:hyperlink r:id="rId17">
                              <w:r w:rsidRPr="000D7BA0">
                                <w:rPr>
                                  <w:color w:val="000000" w:themeColor="text1"/>
                                  <w:sz w:val="18"/>
                                  <w:szCs w:val="18"/>
                                  <w:u w:val="single" w:color="FFFFFF"/>
                                </w:rPr>
                                <w:t>itunes.apple.com</w:t>
                              </w:r>
                            </w:hyperlink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" </w:t>
                            </w: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options:NSCaseInsensitiveSearch].location != NSNotFound);</w:t>
                            </w:r>
                          </w:p>
                          <w:p w14:paraId="78F21155" w14:textId="77777777" w:rsidR="005F7164" w:rsidRPr="000D7BA0" w:rsidRDefault="005F7164" w:rsidP="000D7BA0">
                            <w:pPr>
                              <w:pStyle w:val="af"/>
                              <w:spacing w:before="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8FDD1E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2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앱스토어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이동</w:t>
                            </w:r>
                          </w:p>
                          <w:p w14:paraId="1F22AFD4" w14:textId="77777777" w:rsidR="005F7164" w:rsidRPr="000D7BA0" w:rsidRDefault="005F7164" w:rsidP="000D7BA0">
                            <w:pPr>
                              <w:pStyle w:val="af"/>
                              <w:spacing w:line="346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if (isStoreURL </w:t>
                            </w:r>
                            <w:r w:rsidRPr="000D7BA0">
                              <w:rPr>
                                <w:color w:val="000000" w:themeColor="text1"/>
                                <w:w w:val="80"/>
                                <w:sz w:val="18"/>
                                <w:szCs w:val="18"/>
                              </w:rPr>
                              <w:t xml:space="preserve">||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isStoreURL2) {</w:t>
                            </w:r>
                          </w:p>
                          <w:p w14:paraId="10C00919" w14:textId="77777777" w:rsidR="005F7164" w:rsidRPr="000D7BA0" w:rsidRDefault="005F7164" w:rsidP="000D7BA0">
                            <w:pPr>
                              <w:pStyle w:val="af"/>
                              <w:spacing w:before="4" w:line="225" w:lineRule="auto"/>
                              <w:ind w:left="1298" w:right="312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[[UIApplication sharedApplication]openURL:request.URL]; return NO;</w:t>
                            </w:r>
                          </w:p>
                          <w:p w14:paraId="3229B696" w14:textId="77777777" w:rsidR="005F7164" w:rsidRPr="000D7BA0" w:rsidRDefault="005F7164" w:rsidP="000D7BA0">
                            <w:pPr>
                              <w:pStyle w:val="af"/>
                              <w:spacing w:line="341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054E5C4E" w14:textId="77777777" w:rsidR="005F7164" w:rsidRPr="000D7BA0" w:rsidRDefault="005F7164" w:rsidP="000D7BA0">
                            <w:pPr>
                              <w:pStyle w:val="af"/>
                              <w:tabs>
                                <w:tab w:val="left" w:pos="3140"/>
                              </w:tabs>
                              <w:spacing w:before="4" w:line="225" w:lineRule="auto"/>
                              <w:ind w:left="619" w:right="1490" w:firstLine="34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else</w:t>
                            </w:r>
                            <w:r w:rsidRPr="000D7BA0">
                              <w:rPr>
                                <w:color w:val="000000" w:themeColor="text1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if([URLString</w:t>
                            </w:r>
                            <w:r w:rsidRPr="000D7BA0">
                              <w:rPr>
                                <w:color w:val="000000" w:themeColor="text1"/>
                                <w:spacing w:val="-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hasPrefix:@"http"]</w:t>
                            </w:r>
                            <w:r w:rsidRPr="000D7BA0">
                              <w:rPr>
                                <w:color w:val="000000" w:themeColor="text1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||</w:t>
                            </w:r>
                            <w:r w:rsidRPr="000D7BA0">
                              <w:rPr>
                                <w:color w:val="000000" w:themeColor="text1"/>
                                <w:spacing w:val="-6"/>
                                <w:w w:val="8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[URLString</w:t>
                            </w:r>
                            <w:r w:rsidRPr="000D7BA0">
                              <w:rPr>
                                <w:color w:val="000000" w:themeColor="text1"/>
                                <w:spacing w:val="-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hasPrefix:@"https"]</w:t>
                            </w:r>
                            <w:r w:rsidRPr="000D7BA0">
                              <w:rPr>
                                <w:color w:val="000000" w:themeColor="text1"/>
                                <w:spacing w:val="-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||</w:t>
                            </w:r>
                            <w:r w:rsidRPr="000D7BA0">
                              <w:rPr>
                                <w:color w:val="000000" w:themeColor="text1"/>
                                <w:spacing w:val="-7"/>
                                <w:w w:val="8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[URLString hasPrefix:@"about"]</w:t>
                            </w:r>
                            <w:r w:rsidRPr="000D7BA0">
                              <w:rPr>
                                <w:color w:val="000000" w:themeColor="text1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일반적인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웹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url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형태인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경우</w:t>
                            </w:r>
                            <w:r w:rsidRPr="000D7BA0">
                              <w:rPr>
                                <w:color w:val="000000" w:themeColor="text1"/>
                                <w:spacing w:val="3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진행</w:t>
                            </w:r>
                          </w:p>
                          <w:p w14:paraId="2A37DE93" w14:textId="77777777" w:rsidR="005F7164" w:rsidRPr="000D7BA0" w:rsidRDefault="005F7164" w:rsidP="000D7BA0">
                            <w:pPr>
                              <w:pStyle w:val="af"/>
                              <w:spacing w:line="352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  <w:lang w:eastAsia="ko-KR"/>
                              </w:rPr>
                              <w:t>{</w:t>
                            </w:r>
                          </w:p>
                          <w:p w14:paraId="3C6276C2" w14:textId="77777777" w:rsidR="005F7164" w:rsidRPr="000D7BA0" w:rsidRDefault="005F7164" w:rsidP="000D7BA0">
                            <w:pPr>
                              <w:pStyle w:val="af"/>
                              <w:spacing w:line="337" w:lineRule="exact"/>
                              <w:ind w:left="129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return YES;</w:t>
                            </w:r>
                          </w:p>
                          <w:p w14:paraId="2872C3A6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  <w:lang w:eastAsia="ko-KR"/>
                              </w:rPr>
                              <w:t>}</w:t>
                            </w:r>
                          </w:p>
                          <w:p w14:paraId="55C8829B" w14:textId="77777777" w:rsidR="005F7164" w:rsidRPr="000D7BA0" w:rsidRDefault="005F7164" w:rsidP="000D7BA0">
                            <w:pPr>
                              <w:pStyle w:val="af"/>
                              <w:tabs>
                                <w:tab w:val="left" w:pos="1867"/>
                              </w:tabs>
                              <w:spacing w:line="346" w:lineRule="exact"/>
                              <w:ind w:left="96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else{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ab/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그외의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값은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앱스키마로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간주하여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</w:t>
                            </w:r>
                            <w:r w:rsidRPr="000D7BA0">
                              <w:rPr>
                                <w:color w:val="000000" w:themeColor="text1"/>
                                <w:spacing w:val="29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호출</w:t>
                            </w:r>
                          </w:p>
                          <w:p w14:paraId="08476335" w14:textId="77777777" w:rsidR="005F7164" w:rsidRPr="000D7BA0" w:rsidRDefault="005F7164" w:rsidP="000D7BA0">
                            <w:pPr>
                              <w:pStyle w:val="af"/>
                              <w:spacing w:before="1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  <w:p w14:paraId="35B59523" w14:textId="77777777" w:rsidR="005F7164" w:rsidRPr="000D7BA0" w:rsidRDefault="005F7164" w:rsidP="000D7BA0">
                            <w:pPr>
                              <w:pStyle w:val="af"/>
                              <w:tabs>
                                <w:tab w:val="left" w:pos="6567"/>
                              </w:tabs>
                              <w:ind w:left="129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NSURL *appURL = </w:t>
                            </w:r>
                            <w:r w:rsidRPr="000D7BA0">
                              <w:rPr>
                                <w:color w:val="000000" w:themeColor="text1"/>
                                <w:spacing w:val="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[NSURL</w:t>
                            </w:r>
                            <w:r w:rsidRPr="000D7BA0">
                              <w:rPr>
                                <w:color w:val="000000" w:themeColor="text1"/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URLWithString:URLString];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//NSString to</w:t>
                            </w:r>
                            <w:r w:rsidRPr="000D7BA0">
                              <w:rPr>
                                <w:color w:val="000000" w:themeColor="text1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NSURL</w:t>
                            </w:r>
                          </w:p>
                          <w:p w14:paraId="122731FD" w14:textId="77777777" w:rsidR="005F7164" w:rsidRPr="000D7BA0" w:rsidRDefault="005F7164" w:rsidP="000D7BA0">
                            <w:pPr>
                              <w:pStyle w:val="af"/>
                              <w:spacing w:before="1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B57B53" w14:textId="77777777" w:rsidR="005F7164" w:rsidRPr="000D7BA0" w:rsidRDefault="005F7164" w:rsidP="000D7BA0">
                            <w:pPr>
                              <w:pStyle w:val="af"/>
                              <w:spacing w:before="1"/>
                              <w:ind w:left="14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앱스키마인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경우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앱호출</w:t>
                            </w:r>
                          </w:p>
                          <w:p w14:paraId="6DE65980" w14:textId="77777777" w:rsidR="005F7164" w:rsidRPr="000D7BA0" w:rsidRDefault="005F7164" w:rsidP="000D7BA0">
                            <w:pPr>
                              <w:pStyle w:val="af"/>
                              <w:spacing w:before="1"/>
                              <w:ind w:left="14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  <w:p w14:paraId="7076CE9D" w14:textId="77777777" w:rsidR="005F7164" w:rsidRPr="000D7BA0" w:rsidRDefault="005F7164" w:rsidP="000D7BA0">
                            <w:pPr>
                              <w:pStyle w:val="af"/>
                              <w:spacing w:before="2"/>
                              <w:ind w:left="794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BOOL bAppScheme = [[UIApplication sharedApplication] canOpenURL:appURL];</w:t>
                            </w:r>
                          </w:p>
                          <w:p w14:paraId="18E14CC2" w14:textId="77777777" w:rsidR="005F7164" w:rsidRPr="000D7BA0" w:rsidRDefault="005F7164" w:rsidP="000D7BA0">
                            <w:pPr>
                              <w:pStyle w:val="af"/>
                              <w:spacing w:before="1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64A5B5D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79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if (!bAppScheme) {</w:t>
                            </w:r>
                          </w:p>
                          <w:p w14:paraId="3D9FAAB2" w14:textId="77777777" w:rsidR="005F7164" w:rsidRPr="000D7BA0" w:rsidRDefault="005F7164" w:rsidP="000D7BA0">
                            <w:pPr>
                              <w:pStyle w:val="af"/>
                              <w:spacing w:line="451" w:lineRule="auto"/>
                              <w:ind w:left="1132" w:right="1353" w:firstLine="58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설치되지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않은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경우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앱스토어로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이동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또는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안내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얼럿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표출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return NO;</w:t>
                            </w:r>
                          </w:p>
                          <w:p w14:paraId="31643313" w14:textId="77777777" w:rsidR="005F7164" w:rsidRPr="000D7BA0" w:rsidRDefault="005F7164" w:rsidP="000D7BA0">
                            <w:pPr>
                              <w:pStyle w:val="af"/>
                              <w:ind w:left="79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6C083385" w14:textId="77777777" w:rsidR="005F7164" w:rsidRPr="000D7BA0" w:rsidRDefault="005F7164" w:rsidP="000D7BA0">
                            <w:pPr>
                              <w:pStyle w:val="af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1AD6A6F" w14:textId="77777777" w:rsidR="005F7164" w:rsidRPr="000D7BA0" w:rsidRDefault="005F7164" w:rsidP="000D7BA0">
                            <w:pPr>
                              <w:pStyle w:val="af"/>
                              <w:ind w:left="45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44D8D434" w14:textId="77777777" w:rsidR="005F7164" w:rsidRPr="000D7BA0" w:rsidRDefault="005F7164" w:rsidP="000D7BA0">
                            <w:pPr>
                              <w:pStyle w:val="af"/>
                              <w:spacing w:before="1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D51AB5A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45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return YES;</w:t>
                            </w:r>
                          </w:p>
                          <w:p w14:paraId="51277B14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112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7C44A4E5" w14:textId="77777777" w:rsidR="005F7164" w:rsidRPr="000D7BA0" w:rsidRDefault="005F7164" w:rsidP="000D7BA0">
                            <w:pPr>
                              <w:pStyle w:val="af"/>
                              <w:spacing w:before="1"/>
                              <w:ind w:left="14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  <w:p w14:paraId="4148CC69" w14:textId="77777777" w:rsidR="005F7164" w:rsidRPr="000D7BA0" w:rsidRDefault="005F7164" w:rsidP="000D7BA0">
                            <w:pPr>
                              <w:ind w:left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D755B" id="Text Box 19" o:spid="_x0000_s1035" type="#_x0000_t202" style="position:absolute;left:0;text-align:left;margin-left:12.75pt;margin-top:-.3pt;width:457.5pt;height:632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" fillcolor="white [3201]" strokeweight=".5pt">
                <v:textbox>
                  <w:txbxContent>
                    <w:p w14:paraId="50EF824F" w14:textId="77777777" w:rsidR="005F7164" w:rsidRPr="000D7BA0" w:rsidRDefault="005F7164" w:rsidP="000D7BA0">
                      <w:pPr>
                        <w:pStyle w:val="af"/>
                        <w:spacing w:before="55" w:line="357" w:lineRule="exact"/>
                        <w:ind w:left="61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#pragma mark UIWebViewDelegate</w:t>
                      </w:r>
                    </w:p>
                    <w:p w14:paraId="0F66FC13" w14:textId="77777777" w:rsidR="005F7164" w:rsidRPr="000D7BA0" w:rsidRDefault="005F7164" w:rsidP="000D7BA0">
                      <w:pPr>
                        <w:pStyle w:val="af"/>
                        <w:spacing w:before="4" w:line="225" w:lineRule="auto"/>
                        <w:ind w:left="61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-(BOOL)webView:(UIWebView *)webView shouldStartLoadWithRequest:(NSURLRequest *)request navigationType:(UIWebViewNavigationType)navigationType</w:t>
                      </w:r>
                    </w:p>
                    <w:p w14:paraId="7CE1238A" w14:textId="77777777" w:rsidR="005F7164" w:rsidRPr="000D7BA0" w:rsidRDefault="005F7164" w:rsidP="000D7BA0">
                      <w:pPr>
                        <w:pStyle w:val="af"/>
                        <w:spacing w:line="354" w:lineRule="exact"/>
                        <w:ind w:left="61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{</w:t>
                      </w:r>
                    </w:p>
                    <w:p w14:paraId="641D5FA4" w14:textId="77777777" w:rsidR="005F7164" w:rsidRPr="000D7BA0" w:rsidRDefault="005F7164" w:rsidP="000D7BA0">
                      <w:pPr>
                        <w:pStyle w:val="af"/>
                        <w:spacing w:line="335" w:lineRule="exact"/>
                        <w:ind w:left="92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쿠키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강제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허용</w:t>
                      </w:r>
                    </w:p>
                    <w:p w14:paraId="55EAEFD1" w14:textId="77777777" w:rsidR="005F7164" w:rsidRPr="000D7BA0" w:rsidRDefault="005F7164" w:rsidP="000D7BA0">
                      <w:pPr>
                        <w:pStyle w:val="af"/>
                        <w:spacing w:before="4" w:line="225" w:lineRule="auto"/>
                        <w:ind w:left="958" w:right="50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NSHTTPCookieStorage *cookieSto = [NSHTTPCookieStorage sharedHTTPCookieStorage]; [cookieSto setCookieAcceptPolicy:NSHTTPCookieAcceptPolicyAlways];</w:t>
                      </w:r>
                    </w:p>
                    <w:p w14:paraId="30FF0B94" w14:textId="77777777" w:rsidR="005F7164" w:rsidRPr="000D7BA0" w:rsidRDefault="005F7164" w:rsidP="000D7BA0">
                      <w:pPr>
                        <w:pStyle w:val="af"/>
                        <w:spacing w:before="17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36C00C3" w14:textId="0A22F5D6" w:rsidR="005F7164" w:rsidRPr="000D7BA0" w:rsidRDefault="005F7164" w:rsidP="000D7BA0">
                      <w:pPr>
                        <w:pStyle w:val="af"/>
                        <w:spacing w:line="357" w:lineRule="exact"/>
                        <w:ind w:left="92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//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KISPG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를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통해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전달되는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URL</w:t>
                      </w:r>
                    </w:p>
                    <w:p w14:paraId="21660412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NSString *URLString = [NSString stringWithString:[request.URL absoluteString]];</w:t>
                      </w:r>
                    </w:p>
                    <w:p w14:paraId="61B6E819" w14:textId="77777777" w:rsidR="005F7164" w:rsidRPr="000D7BA0" w:rsidRDefault="005F7164" w:rsidP="000D7BA0">
                      <w:pPr>
                        <w:pStyle w:val="af"/>
                        <w:spacing w:before="6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0F304D0" w14:textId="77777777" w:rsidR="005F7164" w:rsidRPr="000D7BA0" w:rsidRDefault="005F7164" w:rsidP="000D7BA0">
                      <w:pPr>
                        <w:pStyle w:val="af"/>
                        <w:spacing w:before="1" w:line="225" w:lineRule="auto"/>
                        <w:ind w:left="619" w:right="962" w:firstLine="33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//URL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을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읽어왔을때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애플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스토어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주소인경우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사파리에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해당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URL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을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넘겨서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앱스토어에서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설치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할수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있도록</w:t>
                      </w:r>
                      <w:r w:rsidRPr="000D7BA0">
                        <w:rPr>
                          <w:color w:val="000000" w:themeColor="text1"/>
                          <w:spacing w:val="40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유도</w:t>
                      </w:r>
                    </w:p>
                    <w:p w14:paraId="460C7176" w14:textId="77777777" w:rsidR="005F7164" w:rsidRPr="000D7BA0" w:rsidRDefault="005F7164" w:rsidP="000D7BA0">
                      <w:pPr>
                        <w:pStyle w:val="af"/>
                        <w:spacing w:line="225" w:lineRule="auto"/>
                        <w:ind w:left="619" w:firstLine="34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BOOL isStoreURL = ([URLString rangeOfString:@"</w:t>
                      </w:r>
                      <w:hyperlink r:id="rId18">
                        <w:r w:rsidRPr="000D7BA0">
                          <w:rPr>
                            <w:color w:val="000000" w:themeColor="text1"/>
                            <w:sz w:val="18"/>
                            <w:szCs w:val="18"/>
                            <w:u w:val="single" w:color="FFFFFF"/>
                          </w:rPr>
                          <w:t>phobos.apple.com</w:t>
                        </w:r>
                      </w:hyperlink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" </w:t>
                      </w: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options:NSCaseInsensitiveSearch].location !=</w:t>
                      </w:r>
                      <w:r w:rsidRPr="000D7BA0">
                        <w:rPr>
                          <w:color w:val="000000" w:themeColor="text1"/>
                          <w:spacing w:val="1"/>
                          <w:w w:val="10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NSNotFound);</w:t>
                      </w:r>
                    </w:p>
                    <w:p w14:paraId="666983CC" w14:textId="77777777" w:rsidR="005F7164" w:rsidRPr="000D7BA0" w:rsidRDefault="005F7164" w:rsidP="000D7BA0">
                      <w:pPr>
                        <w:pStyle w:val="af"/>
                        <w:spacing w:line="225" w:lineRule="auto"/>
                        <w:ind w:left="619" w:firstLine="34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BOOL isStoreURL2 = ([URLString rangeOfString:@"</w:t>
                      </w:r>
                      <w:hyperlink r:id="rId19">
                        <w:r w:rsidRPr="000D7BA0">
                          <w:rPr>
                            <w:color w:val="000000" w:themeColor="text1"/>
                            <w:sz w:val="18"/>
                            <w:szCs w:val="18"/>
                            <w:u w:val="single" w:color="FFFFFF"/>
                          </w:rPr>
                          <w:t>itunes.apple.com</w:t>
                        </w:r>
                      </w:hyperlink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" </w:t>
                      </w: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options:NSCaseInsensitiveSearch].location != NSNotFound);</w:t>
                      </w:r>
                    </w:p>
                    <w:p w14:paraId="78F21155" w14:textId="77777777" w:rsidR="005F7164" w:rsidRPr="000D7BA0" w:rsidRDefault="005F7164" w:rsidP="000D7BA0">
                      <w:pPr>
                        <w:pStyle w:val="af"/>
                        <w:spacing w:before="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8FDD1E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92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앱스토어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이동</w:t>
                      </w:r>
                    </w:p>
                    <w:p w14:paraId="1F22AFD4" w14:textId="77777777" w:rsidR="005F7164" w:rsidRPr="000D7BA0" w:rsidRDefault="005F7164" w:rsidP="000D7BA0">
                      <w:pPr>
                        <w:pStyle w:val="af"/>
                        <w:spacing w:line="346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if (isStoreURL </w:t>
                      </w:r>
                      <w:r w:rsidRPr="000D7BA0">
                        <w:rPr>
                          <w:color w:val="000000" w:themeColor="text1"/>
                          <w:w w:val="80"/>
                          <w:sz w:val="18"/>
                          <w:szCs w:val="18"/>
                        </w:rPr>
                        <w:t xml:space="preserve">||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isStoreURL2) {</w:t>
                      </w:r>
                    </w:p>
                    <w:p w14:paraId="10C00919" w14:textId="77777777" w:rsidR="005F7164" w:rsidRPr="000D7BA0" w:rsidRDefault="005F7164" w:rsidP="000D7BA0">
                      <w:pPr>
                        <w:pStyle w:val="af"/>
                        <w:spacing w:before="4" w:line="225" w:lineRule="auto"/>
                        <w:ind w:left="1298" w:right="312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[[UIApplication sharedApplication]openURL:request.URL]; return NO;</w:t>
                      </w:r>
                    </w:p>
                    <w:p w14:paraId="3229B696" w14:textId="77777777" w:rsidR="005F7164" w:rsidRPr="000D7BA0" w:rsidRDefault="005F7164" w:rsidP="000D7BA0">
                      <w:pPr>
                        <w:pStyle w:val="af"/>
                        <w:spacing w:line="341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054E5C4E" w14:textId="77777777" w:rsidR="005F7164" w:rsidRPr="000D7BA0" w:rsidRDefault="005F7164" w:rsidP="000D7BA0">
                      <w:pPr>
                        <w:pStyle w:val="af"/>
                        <w:tabs>
                          <w:tab w:val="left" w:pos="3140"/>
                        </w:tabs>
                        <w:spacing w:before="4" w:line="225" w:lineRule="auto"/>
                        <w:ind w:left="619" w:right="1490" w:firstLine="34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else</w:t>
                      </w:r>
                      <w:r w:rsidRPr="000D7BA0">
                        <w:rPr>
                          <w:color w:val="000000" w:themeColor="text1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if([URLString</w:t>
                      </w:r>
                      <w:r w:rsidRPr="000D7BA0">
                        <w:rPr>
                          <w:color w:val="000000" w:themeColor="text1"/>
                          <w:spacing w:val="-13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hasPrefix:@"http"]</w:t>
                      </w:r>
                      <w:r w:rsidRPr="000D7BA0">
                        <w:rPr>
                          <w:color w:val="000000" w:themeColor="text1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||</w:t>
                      </w:r>
                      <w:r w:rsidRPr="000D7BA0">
                        <w:rPr>
                          <w:color w:val="000000" w:themeColor="text1"/>
                          <w:spacing w:val="-6"/>
                          <w:w w:val="8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[URLString</w:t>
                      </w:r>
                      <w:r w:rsidRPr="000D7BA0">
                        <w:rPr>
                          <w:color w:val="000000" w:themeColor="text1"/>
                          <w:spacing w:val="-1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hasPrefix:@"https"]</w:t>
                      </w:r>
                      <w:r w:rsidRPr="000D7BA0">
                        <w:rPr>
                          <w:color w:val="000000" w:themeColor="text1"/>
                          <w:spacing w:val="-1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||</w:t>
                      </w:r>
                      <w:r w:rsidRPr="000D7BA0">
                        <w:rPr>
                          <w:color w:val="000000" w:themeColor="text1"/>
                          <w:spacing w:val="-7"/>
                          <w:w w:val="8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[URLString hasPrefix:@"about"]</w:t>
                      </w:r>
                      <w:r w:rsidRPr="000D7BA0">
                        <w:rPr>
                          <w:color w:val="000000" w:themeColor="text1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ab/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일반적인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웹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url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형태인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경우</w:t>
                      </w:r>
                      <w:r w:rsidRPr="000D7BA0">
                        <w:rPr>
                          <w:color w:val="000000" w:themeColor="text1"/>
                          <w:spacing w:val="3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진행</w:t>
                      </w:r>
                    </w:p>
                    <w:p w14:paraId="2A37DE93" w14:textId="77777777" w:rsidR="005F7164" w:rsidRPr="000D7BA0" w:rsidRDefault="005F7164" w:rsidP="000D7BA0">
                      <w:pPr>
                        <w:pStyle w:val="af"/>
                        <w:spacing w:line="352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  <w:lang w:eastAsia="ko-KR"/>
                        </w:rPr>
                        <w:t>{</w:t>
                      </w:r>
                    </w:p>
                    <w:p w14:paraId="3C6276C2" w14:textId="77777777" w:rsidR="005F7164" w:rsidRPr="000D7BA0" w:rsidRDefault="005F7164" w:rsidP="000D7BA0">
                      <w:pPr>
                        <w:pStyle w:val="af"/>
                        <w:spacing w:line="337" w:lineRule="exact"/>
                        <w:ind w:left="129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return YES;</w:t>
                      </w:r>
                    </w:p>
                    <w:p w14:paraId="2872C3A6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  <w:lang w:eastAsia="ko-KR"/>
                        </w:rPr>
                        <w:t>}</w:t>
                      </w:r>
                    </w:p>
                    <w:p w14:paraId="55C8829B" w14:textId="77777777" w:rsidR="005F7164" w:rsidRPr="000D7BA0" w:rsidRDefault="005F7164" w:rsidP="000D7BA0">
                      <w:pPr>
                        <w:pStyle w:val="af"/>
                        <w:tabs>
                          <w:tab w:val="left" w:pos="1867"/>
                        </w:tabs>
                        <w:spacing w:line="346" w:lineRule="exact"/>
                        <w:ind w:left="96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else{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ab/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그외의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값은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앱스키마로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간주하여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</w:t>
                      </w:r>
                      <w:r w:rsidRPr="000D7BA0">
                        <w:rPr>
                          <w:color w:val="000000" w:themeColor="text1"/>
                          <w:spacing w:val="29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호출</w:t>
                      </w:r>
                    </w:p>
                    <w:p w14:paraId="08476335" w14:textId="77777777" w:rsidR="005F7164" w:rsidRPr="000D7BA0" w:rsidRDefault="005F7164" w:rsidP="000D7BA0">
                      <w:pPr>
                        <w:pStyle w:val="af"/>
                        <w:spacing w:before="1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</w:p>
                    <w:p w14:paraId="35B59523" w14:textId="77777777" w:rsidR="005F7164" w:rsidRPr="000D7BA0" w:rsidRDefault="005F7164" w:rsidP="000D7BA0">
                      <w:pPr>
                        <w:pStyle w:val="af"/>
                        <w:tabs>
                          <w:tab w:val="left" w:pos="6567"/>
                        </w:tabs>
                        <w:ind w:left="129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NSURL *appURL = </w:t>
                      </w:r>
                      <w:r w:rsidRPr="000D7BA0">
                        <w:rPr>
                          <w:color w:val="000000" w:themeColor="text1"/>
                          <w:spacing w:val="16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[NSURL</w:t>
                      </w:r>
                      <w:r w:rsidRPr="000D7BA0">
                        <w:rPr>
                          <w:color w:val="000000" w:themeColor="text1"/>
                          <w:spacing w:val="22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URLWithString:URLString];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ab/>
                        <w:t>//NSString to</w:t>
                      </w:r>
                      <w:r w:rsidRPr="000D7BA0">
                        <w:rPr>
                          <w:color w:val="000000" w:themeColor="text1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NSURL</w:t>
                      </w:r>
                    </w:p>
                    <w:p w14:paraId="122731FD" w14:textId="77777777" w:rsidR="005F7164" w:rsidRPr="000D7BA0" w:rsidRDefault="005F7164" w:rsidP="000D7BA0">
                      <w:pPr>
                        <w:pStyle w:val="af"/>
                        <w:spacing w:before="1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B57B53" w14:textId="77777777" w:rsidR="005F7164" w:rsidRPr="000D7BA0" w:rsidRDefault="005F7164" w:rsidP="000D7BA0">
                      <w:pPr>
                        <w:pStyle w:val="af"/>
                        <w:spacing w:before="1"/>
                        <w:ind w:left="14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앱스키마인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경우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앱호출</w:t>
                      </w:r>
                    </w:p>
                    <w:p w14:paraId="6DE65980" w14:textId="77777777" w:rsidR="005F7164" w:rsidRPr="000D7BA0" w:rsidRDefault="005F7164" w:rsidP="000D7BA0">
                      <w:pPr>
                        <w:pStyle w:val="af"/>
                        <w:spacing w:before="1"/>
                        <w:ind w:left="14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</w:p>
                    <w:p w14:paraId="7076CE9D" w14:textId="77777777" w:rsidR="005F7164" w:rsidRPr="000D7BA0" w:rsidRDefault="005F7164" w:rsidP="000D7BA0">
                      <w:pPr>
                        <w:pStyle w:val="af"/>
                        <w:spacing w:before="2"/>
                        <w:ind w:left="794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BOOL bAppScheme = [[UIApplication sharedApplication] canOpenURL:appURL];</w:t>
                      </w:r>
                    </w:p>
                    <w:p w14:paraId="18E14CC2" w14:textId="77777777" w:rsidR="005F7164" w:rsidRPr="000D7BA0" w:rsidRDefault="005F7164" w:rsidP="000D7BA0">
                      <w:pPr>
                        <w:pStyle w:val="af"/>
                        <w:spacing w:before="1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164A5B5D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79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if (!bAppScheme) {</w:t>
                      </w:r>
                    </w:p>
                    <w:p w14:paraId="3D9FAAB2" w14:textId="77777777" w:rsidR="005F7164" w:rsidRPr="000D7BA0" w:rsidRDefault="005F7164" w:rsidP="000D7BA0">
                      <w:pPr>
                        <w:pStyle w:val="af"/>
                        <w:spacing w:line="451" w:lineRule="auto"/>
                        <w:ind w:left="1132" w:right="1353" w:firstLine="58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설치되지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않은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경우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앱스토어로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이동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또는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안내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얼럿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표출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return NO;</w:t>
                      </w:r>
                    </w:p>
                    <w:p w14:paraId="31643313" w14:textId="77777777" w:rsidR="005F7164" w:rsidRPr="000D7BA0" w:rsidRDefault="005F7164" w:rsidP="000D7BA0">
                      <w:pPr>
                        <w:pStyle w:val="af"/>
                        <w:ind w:left="79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6C083385" w14:textId="77777777" w:rsidR="005F7164" w:rsidRPr="000D7BA0" w:rsidRDefault="005F7164" w:rsidP="000D7BA0">
                      <w:pPr>
                        <w:pStyle w:val="af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11AD6A6F" w14:textId="77777777" w:rsidR="005F7164" w:rsidRPr="000D7BA0" w:rsidRDefault="005F7164" w:rsidP="000D7BA0">
                      <w:pPr>
                        <w:pStyle w:val="af"/>
                        <w:ind w:left="45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44D8D434" w14:textId="77777777" w:rsidR="005F7164" w:rsidRPr="000D7BA0" w:rsidRDefault="005F7164" w:rsidP="000D7BA0">
                      <w:pPr>
                        <w:pStyle w:val="af"/>
                        <w:spacing w:before="1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D51AB5A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45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return YES;</w:t>
                      </w:r>
                    </w:p>
                    <w:p w14:paraId="51277B14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112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7C44A4E5" w14:textId="77777777" w:rsidR="005F7164" w:rsidRPr="000D7BA0" w:rsidRDefault="005F7164" w:rsidP="000D7BA0">
                      <w:pPr>
                        <w:pStyle w:val="af"/>
                        <w:spacing w:before="1"/>
                        <w:ind w:left="14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</w:p>
                    <w:p w14:paraId="4148CC69" w14:textId="77777777" w:rsidR="005F7164" w:rsidRPr="000D7BA0" w:rsidRDefault="005F7164" w:rsidP="000D7BA0">
                      <w:pPr>
                        <w:ind w:left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421CF4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88FEE98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4C12F08" w14:textId="109A88FF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3866320" w14:textId="259576D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1FD53D2" w14:textId="1E859C32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6C5FC37" w14:textId="7469797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D666A09" w14:textId="2CFE829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AE55C03" w14:textId="0C07A18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BCD7C7C" w14:textId="352D67D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9F608FD" w14:textId="5EC38FE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F736689" w14:textId="5931474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2890AEC" w14:textId="6E74D12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289BC90" w14:textId="491394B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F3BFC82" w14:textId="0B52AF2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E16B0FA" w14:textId="4790550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71B41F8" w14:textId="3BBE78B2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52927F2" w14:textId="66EE3C3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C89DB62" w14:textId="2FB215A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DF61D82" w14:textId="45D6DCA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EDB664E" w14:textId="21F0994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635E615" w14:textId="7CC8759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1530F86" w14:textId="5A87450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270AE23" w14:textId="07D520D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659FE26" w14:textId="1577BF1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DE998B0" w14:textId="7593638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25E898A" w14:textId="6FCF35E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B5365F5" w14:textId="497B6B3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ECC85D4" w14:textId="2736EAF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0E19EA4" w14:textId="6A8FABE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4C3A5B3" w14:textId="00B899F9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44F7A60C" w14:textId="6BA9E3D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F9781DB" w14:textId="225D900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A6BB59B" w14:textId="112303A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750F42B" w14:textId="47B3D3D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8D1A342" w14:textId="7D710CD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5077E15" w14:textId="3B7CD8F3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F9BBCB7" w14:textId="54A39B89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392B58E" w14:textId="4E4BD9CF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4EEFB024" w14:textId="5C453C07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71CC869" w14:textId="5641454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10A91AD" w14:textId="2D836321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47EB531" w14:textId="2BF9E83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D4EC13A" w14:textId="4157A4D6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A5B8C9E" w14:textId="052E724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1E3B2D6" w14:textId="7750A4C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BCECC8C" w14:textId="7789F7B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2F2089F" w14:textId="1A417216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BC283EB" w14:textId="504BBB9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4696FCC" w14:textId="5BF29EF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5C8D92D" w14:textId="0540415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D1807C5" w14:textId="6DEEBD85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AE996EB" w14:textId="6E4F9C18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F24461E" w14:textId="2DA2E16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CAE645E" w14:textId="77777777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AEAD0F0" w14:textId="24A38C86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173D212" w14:textId="05C38030" w:rsidR="000D7BA0" w:rsidRDefault="000D7BA0" w:rsidP="000D7BA0">
      <w:pPr>
        <w:pStyle w:val="ab"/>
      </w:pPr>
      <w:bookmarkStart w:id="28" w:name="_Toc33213721"/>
      <w:r>
        <w:rPr>
          <w:rFonts w:hint="eastAsia"/>
        </w:rPr>
        <w:lastRenderedPageBreak/>
        <w:t>5.</w:t>
      </w:r>
      <w:r w:rsidR="00A860C2">
        <w:t>5</w:t>
      </w:r>
      <w:r>
        <w:rPr>
          <w:rFonts w:hint="eastAsia"/>
        </w:rPr>
        <w:t xml:space="preserve"> 쿠키설정</w:t>
      </w:r>
      <w:bookmarkEnd w:id="28"/>
    </w:p>
    <w:p w14:paraId="200AE9F6" w14:textId="592AB341" w:rsidR="000D7BA0" w:rsidRDefault="000D7BA0" w:rsidP="0079786A">
      <w:pPr>
        <w:pStyle w:val="af"/>
        <w:numPr>
          <w:ilvl w:val="0"/>
          <w:numId w:val="23"/>
        </w:numPr>
        <w:spacing w:before="1" w:line="225" w:lineRule="auto"/>
        <w:ind w:right="508"/>
        <w:rPr>
          <w:rFonts w:hint="eastAsia"/>
          <w:lang w:eastAsia="ko-KR"/>
        </w:rPr>
      </w:pPr>
      <w:r>
        <w:rPr>
          <w:lang w:eastAsia="ko-KR"/>
        </w:rPr>
        <w:t xml:space="preserve"> IOS WebView </w:t>
      </w:r>
      <w:r>
        <w:rPr>
          <w:lang w:eastAsia="ko-KR"/>
        </w:rPr>
        <w:t>에서</w:t>
      </w:r>
      <w:r>
        <w:rPr>
          <w:lang w:eastAsia="ko-KR"/>
        </w:rPr>
        <w:t xml:space="preserve"> </w:t>
      </w:r>
      <w:r>
        <w:rPr>
          <w:lang w:eastAsia="ko-KR"/>
        </w:rPr>
        <w:t>호출하고</w:t>
      </w:r>
      <w:r>
        <w:rPr>
          <w:lang w:eastAsia="ko-KR"/>
        </w:rPr>
        <w:t xml:space="preserve">, </w:t>
      </w:r>
      <w:r>
        <w:rPr>
          <w:lang w:eastAsia="ko-KR"/>
        </w:rPr>
        <w:t>안심클릭</w:t>
      </w:r>
      <w:r>
        <w:rPr>
          <w:lang w:eastAsia="ko-KR"/>
        </w:rPr>
        <w:t xml:space="preserve"> </w:t>
      </w:r>
      <w:r>
        <w:rPr>
          <w:lang w:eastAsia="ko-KR"/>
        </w:rPr>
        <w:t>계열</w:t>
      </w:r>
      <w:r>
        <w:rPr>
          <w:lang w:eastAsia="ko-KR"/>
        </w:rPr>
        <w:t xml:space="preserve"> </w:t>
      </w:r>
      <w:r>
        <w:rPr>
          <w:lang w:eastAsia="ko-KR"/>
        </w:rPr>
        <w:t>서비스를</w:t>
      </w:r>
      <w:r>
        <w:rPr>
          <w:lang w:eastAsia="ko-KR"/>
        </w:rPr>
        <w:t xml:space="preserve"> </w:t>
      </w:r>
      <w:r>
        <w:rPr>
          <w:lang w:eastAsia="ko-KR"/>
        </w:rPr>
        <w:t>사용하는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세</w:t>
      </w:r>
      <w:r>
        <w:rPr>
          <w:lang w:eastAsia="ko-KR"/>
        </w:rPr>
        <w:t xml:space="preserve"> </w:t>
      </w:r>
      <w:r>
        <w:rPr>
          <w:lang w:eastAsia="ko-KR"/>
        </w:rPr>
        <w:t>션만료</w:t>
      </w:r>
      <w:r>
        <w:rPr>
          <w:lang w:eastAsia="ko-KR"/>
        </w:rPr>
        <w:t xml:space="preserve"> </w:t>
      </w:r>
      <w:r>
        <w:rPr>
          <w:lang w:eastAsia="ko-KR"/>
        </w:rPr>
        <w:t>오류경고가</w:t>
      </w:r>
      <w:r>
        <w:rPr>
          <w:lang w:eastAsia="ko-KR"/>
        </w:rPr>
        <w:t xml:space="preserve"> </w:t>
      </w:r>
      <w:r>
        <w:rPr>
          <w:lang w:eastAsia="ko-KR"/>
        </w:rPr>
        <w:t>발생할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있습니다</w:t>
      </w:r>
      <w:r>
        <w:rPr>
          <w:lang w:eastAsia="ko-KR"/>
        </w:rPr>
        <w:t xml:space="preserve">. </w:t>
      </w:r>
      <w:r>
        <w:rPr>
          <w:lang w:eastAsia="ko-KR"/>
        </w:rPr>
        <w:t>이에</w:t>
      </w:r>
      <w:r>
        <w:rPr>
          <w:lang w:eastAsia="ko-KR"/>
        </w:rPr>
        <w:t xml:space="preserve">, </w:t>
      </w:r>
      <w:r>
        <w:rPr>
          <w:lang w:eastAsia="ko-KR"/>
        </w:rPr>
        <w:t>하기의</w:t>
      </w:r>
      <w:r>
        <w:rPr>
          <w:lang w:eastAsia="ko-KR"/>
        </w:rPr>
        <w:t xml:space="preserve"> </w:t>
      </w:r>
      <w:r>
        <w:rPr>
          <w:lang w:eastAsia="ko-KR"/>
        </w:rPr>
        <w:t>샘플과</w:t>
      </w:r>
      <w:r>
        <w:rPr>
          <w:lang w:eastAsia="ko-KR"/>
        </w:rPr>
        <w:t xml:space="preserve"> </w:t>
      </w:r>
      <w:r>
        <w:rPr>
          <w:lang w:eastAsia="ko-KR"/>
        </w:rPr>
        <w:t>같이</w:t>
      </w:r>
      <w:r>
        <w:rPr>
          <w:lang w:eastAsia="ko-KR"/>
        </w:rPr>
        <w:t xml:space="preserve"> </w:t>
      </w:r>
      <w:r>
        <w:rPr>
          <w:lang w:eastAsia="ko-KR"/>
        </w:rPr>
        <w:t>쿠키를</w:t>
      </w:r>
      <w:r>
        <w:rPr>
          <w:lang w:eastAsia="ko-KR"/>
        </w:rPr>
        <w:t xml:space="preserve"> </w:t>
      </w:r>
      <w:r>
        <w:rPr>
          <w:lang w:eastAsia="ko-KR"/>
        </w:rPr>
        <w:t>허용해야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>.</w:t>
      </w:r>
    </w:p>
    <w:p w14:paraId="258D1600" w14:textId="1A39A054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3091B692" w14:textId="23CC2F20" w:rsidR="000D7BA0" w:rsidRDefault="00A860C2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557EB" wp14:editId="31AACB48">
                <wp:simplePos x="0" y="0"/>
                <wp:positionH relativeFrom="column">
                  <wp:posOffset>295275</wp:posOffset>
                </wp:positionH>
                <wp:positionV relativeFrom="paragraph">
                  <wp:posOffset>3175</wp:posOffset>
                </wp:positionV>
                <wp:extent cx="5324475" cy="20383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4DBDA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(BOOL)application:(UIApplication *)application didFinishLaunchingWithOptions:(NSDictionary</w:t>
                            </w: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ab/>
                              <w:t>*)launchOptions</w:t>
                            </w:r>
                          </w:p>
                          <w:p w14:paraId="3A133DC5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{</w:t>
                            </w:r>
                          </w:p>
                          <w:p w14:paraId="0F3586E9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[[NSHTTPCookieStorage sharedHTTPCookieStorage] setCookieAcceptPolicy:NSHTTPCookieAcceptPolicyAlways];</w:t>
                            </w:r>
                          </w:p>
                          <w:p w14:paraId="1385520B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...</w:t>
                            </w:r>
                          </w:p>
                          <w:p w14:paraId="7CA928B7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return YES;</w:t>
                            </w:r>
                          </w:p>
                          <w:p w14:paraId="2CF11CF9" w14:textId="008BE195" w:rsidR="005F7164" w:rsidRPr="00625C4B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557EB" id="Text Box 20" o:spid="_x0000_s1036" type="#_x0000_t202" style="position:absolute;margin-left:23.25pt;margin-top:.25pt;width:419.25pt;height:1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" fillcolor="white [3201]" strokeweight=".5pt">
                <v:textbox>
                  <w:txbxContent>
                    <w:p w14:paraId="6D24DBDA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(BOOL)application:(UIApplication *)application didFinishLaunchingWithOptions:(NSDictionary</w:t>
                      </w: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ab/>
                        <w:t>*)launchOptions</w:t>
                      </w:r>
                    </w:p>
                    <w:p w14:paraId="3A133DC5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{</w:t>
                      </w:r>
                    </w:p>
                    <w:p w14:paraId="0F3586E9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[[NSHTTPCookieStorage sharedHTTPCookieStorage] setCookieAcceptPolicy:NSHTTPCookieAcceptPolicyAlways];</w:t>
                      </w:r>
                    </w:p>
                    <w:p w14:paraId="1385520B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...</w:t>
                      </w:r>
                    </w:p>
                    <w:p w14:paraId="7CA928B7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return YES;</w:t>
                      </w:r>
                    </w:p>
                    <w:p w14:paraId="2CF11CF9" w14:textId="008BE195" w:rsidR="005F7164" w:rsidRPr="00625C4B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6115DE32" w14:textId="2CE61DA5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65A88799" w14:textId="4143EAAE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D66EF32" w14:textId="0409CCF6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40F3193F" w14:textId="3E23B2C5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491C55AF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30374107" w14:textId="533C6CDA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52C68807" w14:textId="6EDB5A0C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255D5042" w14:textId="77777777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7DCB40B" w14:textId="77777777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38F3C916" w14:textId="191ED86F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5F100592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4B29A91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52E06F10" w14:textId="038CE54F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711901C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14D34D89" w14:textId="0FC9D751" w:rsidR="006D3381" w:rsidRDefault="006D3381" w:rsidP="006D3381">
      <w:pPr>
        <w:pStyle w:val="ab"/>
        <w:ind w:left="0" w:firstLine="0"/>
      </w:pPr>
    </w:p>
    <w:p w14:paraId="043108F8" w14:textId="75385661" w:rsidR="006D3381" w:rsidRPr="006D3381" w:rsidRDefault="006D3381" w:rsidP="006D3381">
      <w:pPr>
        <w:pStyle w:val="ab"/>
        <w:rPr>
          <w:lang w:eastAsia="en-US"/>
        </w:rPr>
      </w:pPr>
      <w:bookmarkStart w:id="29" w:name="_Toc33213722"/>
      <w:r>
        <w:rPr>
          <w:rFonts w:hint="eastAsia"/>
        </w:rPr>
        <w:t>5.</w:t>
      </w:r>
      <w:r w:rsidR="00A860C2">
        <w:t>6</w:t>
      </w:r>
      <w:r>
        <w:rPr>
          <w:rFonts w:hint="eastAsia"/>
        </w:rPr>
        <w:t xml:space="preserve"> </w:t>
      </w:r>
      <w:r w:rsidRPr="006D3381">
        <w:rPr>
          <w:rFonts w:hint="eastAsia"/>
          <w:lang w:eastAsia="en-US"/>
        </w:rPr>
        <w:t>IOS9버전 Application 구현 시, 주의 사항</w:t>
      </w:r>
      <w:bookmarkEnd w:id="29"/>
    </w:p>
    <w:p w14:paraId="4736F0F1" w14:textId="44F5A511" w:rsidR="006D3381" w:rsidRPr="006D3381" w:rsidRDefault="006D3381" w:rsidP="0079786A">
      <w:pPr>
        <w:pStyle w:val="af"/>
        <w:numPr>
          <w:ilvl w:val="0"/>
          <w:numId w:val="23"/>
        </w:numPr>
        <w:spacing w:line="225" w:lineRule="auto"/>
        <w:ind w:right="962"/>
        <w:rPr>
          <w:rFonts w:asciiTheme="minorHAnsi" w:eastAsiaTheme="minorHAnsi" w:hAnsiTheme="minorHAnsi"/>
          <w:lang w:eastAsia="ko-KR"/>
        </w:rPr>
      </w:pPr>
      <w:r w:rsidRPr="006D3381">
        <w:rPr>
          <w:rFonts w:asciiTheme="minorHAnsi" w:eastAsiaTheme="minorHAnsi" w:hAnsiTheme="minorHAnsi"/>
        </w:rPr>
        <w:t xml:space="preserve">IOS9 업데이트 이후, APP 내 보안정책 강화로 canOpenUrl 또는 openUrl 함수 사용  시, info.plist 파일에 LSApplicationQueriesSchemes 배열을 정의하여 호출할 App scheme list를 등록 해주셔야 합니다. </w:t>
      </w:r>
      <w:r w:rsidRPr="006D3381">
        <w:rPr>
          <w:rFonts w:asciiTheme="minorHAnsi" w:eastAsiaTheme="minorHAnsi" w:hAnsiTheme="minorHAnsi"/>
          <w:lang w:eastAsia="ko-KR"/>
        </w:rPr>
        <w:t>(White List 등록)</w:t>
      </w:r>
    </w:p>
    <w:p w14:paraId="18CE7E1D" w14:textId="0D56CA4B" w:rsidR="00A806C9" w:rsidRDefault="00A806C9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559B46E2" w14:textId="40FB2950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7E6CBA66" w14:textId="2C37E12E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76C65A94" w14:textId="328DDACD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070FA7D8" w14:textId="7EA6B3E0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5C4F913C" w14:textId="7383842F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1772F3AA" w14:textId="2FFA8C83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9ED4991" w14:textId="5F2C208E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AE9E278" w14:textId="39A1EB3D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13CA4E3E" w14:textId="53285426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4D31156A" w14:textId="6F0F54A7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A2F8002" w14:textId="4B4E9196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2033FE90" w14:textId="05B99057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AE30BA9" w14:textId="334312C2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2F337771" w14:textId="6479F128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52573D5" w14:textId="78D98638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4BFF1C5C" w14:textId="14EFE5BE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524D6837" w14:textId="77777777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239A12CF" w14:textId="60510565" w:rsidR="006D3381" w:rsidRPr="00661CB4" w:rsidRDefault="006D3381" w:rsidP="006D3381">
      <w:pPr>
        <w:pStyle w:val="1"/>
        <w:numPr>
          <w:ilvl w:val="0"/>
          <w:numId w:val="0"/>
        </w:numPr>
        <w:ind w:leftChars="60" w:left="120"/>
        <w:rPr>
          <w:lang w:eastAsia="ko-KR"/>
        </w:rPr>
      </w:pPr>
      <w:bookmarkStart w:id="30" w:name="_Toc33213723"/>
      <w:r>
        <w:rPr>
          <w:rFonts w:hint="eastAsia"/>
          <w:lang w:eastAsia="ko-KR"/>
        </w:rPr>
        <w:lastRenderedPageBreak/>
        <w:t>6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모바일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환경</w:t>
      </w:r>
      <w:r>
        <w:rPr>
          <w:rFonts w:hint="eastAsia"/>
          <w:lang w:eastAsia="ko-KR"/>
        </w:rPr>
        <w:t xml:space="preserve"> </w:t>
      </w:r>
      <w:r w:rsidR="00CA023C">
        <w:rPr>
          <w:rFonts w:hint="eastAsia"/>
          <w:lang w:eastAsia="ko-KR"/>
        </w:rPr>
        <w:t>적용</w:t>
      </w:r>
      <w:r w:rsidR="00CA023C">
        <w:rPr>
          <w:rFonts w:hint="eastAsia"/>
          <w:lang w:eastAsia="ko-KR"/>
        </w:rPr>
        <w:t xml:space="preserve"> </w:t>
      </w:r>
      <w:r w:rsidR="00CA023C">
        <w:rPr>
          <w:rFonts w:hint="eastAsia"/>
          <w:lang w:eastAsia="ko-KR"/>
        </w:rPr>
        <w:t>시</w:t>
      </w:r>
      <w:r w:rsidR="00CA023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유의사항</w:t>
      </w:r>
      <w:bookmarkEnd w:id="30"/>
    </w:p>
    <w:p w14:paraId="59D25ADA" w14:textId="32BEEF59" w:rsidR="00A806C9" w:rsidRDefault="006D3381" w:rsidP="006D3381">
      <w:pPr>
        <w:pStyle w:val="ab"/>
      </w:pPr>
      <w:bookmarkStart w:id="31" w:name="_Toc33213724"/>
      <w:r w:rsidRPr="006D3381">
        <w:rPr>
          <w:rFonts w:eastAsiaTheme="minorHAnsi" w:hint="eastAsia"/>
          <w:lang w:val="en-GB"/>
        </w:rPr>
        <w:t>6.1</w:t>
      </w:r>
      <w:r>
        <w:rPr>
          <w:rFonts w:eastAsiaTheme="minorHAnsi" w:hint="eastAsia"/>
          <w:b/>
          <w:lang w:val="en-GB"/>
        </w:rPr>
        <w:t xml:space="preserve"> </w:t>
      </w:r>
      <w:r w:rsidR="00A806C9">
        <w:rPr>
          <w:w w:val="109"/>
        </w:rPr>
        <w:t>네</w:t>
      </w:r>
      <w:r w:rsidR="00A806C9">
        <w:rPr>
          <w:spacing w:val="-3"/>
          <w:w w:val="109"/>
        </w:rPr>
        <w:t>이</w:t>
      </w:r>
      <w:r w:rsidR="00A806C9">
        <w:rPr>
          <w:w w:val="109"/>
        </w:rPr>
        <w:t>버</w:t>
      </w:r>
      <w:r w:rsidR="00A806C9">
        <w:rPr>
          <w:spacing w:val="-1"/>
          <w:w w:val="112"/>
        </w:rPr>
        <w:t>/</w:t>
      </w:r>
      <w:r w:rsidR="00A806C9">
        <w:rPr>
          <w:w w:val="109"/>
        </w:rPr>
        <w:t>카</w:t>
      </w:r>
      <w:r w:rsidR="00A806C9">
        <w:rPr>
          <w:spacing w:val="-3"/>
          <w:w w:val="109"/>
        </w:rPr>
        <w:t>카</w:t>
      </w:r>
      <w:r w:rsidR="00A806C9">
        <w:rPr>
          <w:w w:val="109"/>
        </w:rPr>
        <w:t>오톡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w w:val="109"/>
        </w:rPr>
        <w:t>앱</w:t>
      </w:r>
      <w:r w:rsidR="00A806C9">
        <w:t xml:space="preserve"> </w:t>
      </w:r>
      <w:r w:rsidR="00A806C9">
        <w:rPr>
          <w:spacing w:val="9"/>
        </w:rPr>
        <w:t xml:space="preserve"> </w:t>
      </w:r>
      <w:r w:rsidR="00A806C9">
        <w:rPr>
          <w:w w:val="109"/>
        </w:rPr>
        <w:t>환경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3"/>
          <w:w w:val="109"/>
        </w:rPr>
        <w:t>최</w:t>
      </w:r>
      <w:r w:rsidR="00A806C9">
        <w:rPr>
          <w:w w:val="109"/>
        </w:rPr>
        <w:t>적화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1"/>
          <w:w w:val="96"/>
        </w:rPr>
        <w:t>i</w:t>
      </w:r>
      <w:r w:rsidR="00A806C9">
        <w:rPr>
          <w:spacing w:val="-5"/>
          <w:w w:val="96"/>
        </w:rPr>
        <w:t>s</w:t>
      </w:r>
      <w:r w:rsidR="00A806C9">
        <w:rPr>
          <w:spacing w:val="-2"/>
          <w:w w:val="96"/>
        </w:rPr>
        <w:t>s</w:t>
      </w:r>
      <w:r w:rsidR="00A806C9">
        <w:rPr>
          <w:spacing w:val="-1"/>
          <w:w w:val="98"/>
        </w:rPr>
        <w:t>u</w:t>
      </w:r>
      <w:r w:rsidR="00A806C9">
        <w:rPr>
          <w:w w:val="98"/>
        </w:rPr>
        <w:t>e</w:t>
      </w:r>
      <w:r w:rsidR="00A806C9">
        <w:rPr>
          <w:w w:val="126"/>
        </w:rPr>
        <w:t>&gt;</w:t>
      </w:r>
      <w:bookmarkEnd w:id="31"/>
    </w:p>
    <w:p w14:paraId="75F43C6D" w14:textId="7329607E" w:rsidR="00A806C9" w:rsidRDefault="00A806C9" w:rsidP="00A806C9">
      <w:pPr>
        <w:pStyle w:val="af"/>
        <w:spacing w:before="15"/>
        <w:rPr>
          <w:rFonts w:ascii="Noto Sans CJK JP Medium" w:hint="eastAsia"/>
          <w:sz w:val="14"/>
          <w:lang w:eastAsia="ko-KR"/>
        </w:rPr>
      </w:pPr>
    </w:p>
    <w:p w14:paraId="35BF1CA2" w14:textId="5E0C07BC" w:rsidR="00A806C9" w:rsidRDefault="00A806C9" w:rsidP="0079786A">
      <w:pPr>
        <w:pStyle w:val="af"/>
        <w:numPr>
          <w:ilvl w:val="0"/>
          <w:numId w:val="23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>네이버</w:t>
      </w:r>
      <w:r>
        <w:rPr>
          <w:lang w:eastAsia="ko-KR"/>
        </w:rPr>
        <w:t>/</w:t>
      </w:r>
      <w:r>
        <w:rPr>
          <w:lang w:eastAsia="ko-KR"/>
        </w:rPr>
        <w:t>카카오</w:t>
      </w:r>
      <w:r>
        <w:rPr>
          <w:lang w:eastAsia="ko-KR"/>
        </w:rPr>
        <w:t xml:space="preserve"> </w:t>
      </w:r>
      <w:r>
        <w:rPr>
          <w:lang w:eastAsia="ko-KR"/>
        </w:rPr>
        <w:t>앱에서는</w:t>
      </w:r>
      <w:r>
        <w:rPr>
          <w:lang w:eastAsia="ko-KR"/>
        </w:rPr>
        <w:t xml:space="preserve"> </w:t>
      </w:r>
      <w:r>
        <w:rPr>
          <w:lang w:eastAsia="ko-KR"/>
        </w:rPr>
        <w:t>해당</w:t>
      </w:r>
      <w:r>
        <w:rPr>
          <w:lang w:eastAsia="ko-KR"/>
        </w:rPr>
        <w:t xml:space="preserve">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특성에</w:t>
      </w:r>
      <w:r>
        <w:rPr>
          <w:lang w:eastAsia="ko-KR"/>
        </w:rPr>
        <w:t xml:space="preserve"> </w:t>
      </w:r>
      <w:r>
        <w:rPr>
          <w:lang w:eastAsia="ko-KR"/>
        </w:rPr>
        <w:t>따라</w:t>
      </w:r>
      <w:r>
        <w:rPr>
          <w:lang w:eastAsia="ko-KR"/>
        </w:rPr>
        <w:t xml:space="preserve">, </w:t>
      </w:r>
      <w:r>
        <w:rPr>
          <w:lang w:eastAsia="ko-KR"/>
        </w:rPr>
        <w:t>당사</w:t>
      </w:r>
      <w:r>
        <w:rPr>
          <w:lang w:eastAsia="ko-KR"/>
        </w:rPr>
        <w:t xml:space="preserve"> </w:t>
      </w:r>
      <w:r>
        <w:rPr>
          <w:lang w:eastAsia="ko-KR"/>
        </w:rPr>
        <w:t>결제창을</w:t>
      </w:r>
      <w:r>
        <w:rPr>
          <w:lang w:eastAsia="ko-KR"/>
        </w:rPr>
        <w:t xml:space="preserve"> </w:t>
      </w:r>
      <w:r>
        <w:rPr>
          <w:lang w:eastAsia="ko-KR"/>
        </w:rPr>
        <w:t>띄울</w:t>
      </w:r>
      <w:r>
        <w:rPr>
          <w:lang w:eastAsia="ko-KR"/>
        </w:rPr>
        <w:t xml:space="preserve">  </w:t>
      </w:r>
      <w:r>
        <w:rPr>
          <w:lang w:eastAsia="ko-KR"/>
        </w:rPr>
        <w:t>때</w:t>
      </w:r>
      <w:r>
        <w:rPr>
          <w:lang w:eastAsia="ko-KR"/>
        </w:rPr>
        <w:t xml:space="preserve">,  </w:t>
      </w:r>
      <w:r>
        <w:rPr>
          <w:lang w:eastAsia="ko-KR"/>
        </w:rPr>
        <w:t>새</w:t>
      </w:r>
      <w:r>
        <w:rPr>
          <w:lang w:eastAsia="ko-KR"/>
        </w:rPr>
        <w:t xml:space="preserve">  </w:t>
      </w:r>
      <w:r>
        <w:rPr>
          <w:lang w:eastAsia="ko-KR"/>
        </w:rPr>
        <w:t>창</w:t>
      </w:r>
      <w:r>
        <w:rPr>
          <w:lang w:eastAsia="ko-KR"/>
        </w:rPr>
        <w:t>(_blank)</w:t>
      </w:r>
      <w:r>
        <w:rPr>
          <w:lang w:eastAsia="ko-KR"/>
        </w:rPr>
        <w:t>을</w:t>
      </w:r>
      <w:r>
        <w:rPr>
          <w:lang w:eastAsia="ko-KR"/>
        </w:rPr>
        <w:t xml:space="preserve">  </w:t>
      </w:r>
      <w:r>
        <w:rPr>
          <w:lang w:eastAsia="ko-KR"/>
        </w:rPr>
        <w:t>띄울</w:t>
      </w:r>
      <w:r>
        <w:rPr>
          <w:lang w:eastAsia="ko-KR"/>
        </w:rPr>
        <w:t xml:space="preserve"> 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정상적으로</w:t>
      </w:r>
      <w:r>
        <w:rPr>
          <w:lang w:eastAsia="ko-KR"/>
        </w:rPr>
        <w:t xml:space="preserve"> </w:t>
      </w:r>
      <w:r>
        <w:rPr>
          <w:lang w:eastAsia="ko-KR"/>
        </w:rPr>
        <w:t>결제가</w:t>
      </w:r>
      <w:r>
        <w:rPr>
          <w:lang w:eastAsia="ko-KR"/>
        </w:rPr>
        <w:t xml:space="preserve"> </w:t>
      </w:r>
      <w:r>
        <w:rPr>
          <w:lang w:eastAsia="ko-KR"/>
        </w:rPr>
        <w:t>진행되지</w:t>
      </w:r>
      <w:r>
        <w:rPr>
          <w:lang w:eastAsia="ko-KR"/>
        </w:rPr>
        <w:t xml:space="preserve"> </w:t>
      </w:r>
      <w:r>
        <w:rPr>
          <w:lang w:eastAsia="ko-KR"/>
        </w:rPr>
        <w:t>않을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있습니다</w:t>
      </w:r>
      <w:r>
        <w:rPr>
          <w:lang w:eastAsia="ko-KR"/>
        </w:rPr>
        <w:t xml:space="preserve">. </w:t>
      </w:r>
      <w:r>
        <w:rPr>
          <w:lang w:eastAsia="ko-KR"/>
        </w:rPr>
        <w:t>따라서</w:t>
      </w:r>
      <w:r>
        <w:rPr>
          <w:lang w:eastAsia="ko-KR"/>
        </w:rPr>
        <w:t xml:space="preserve">  </w:t>
      </w:r>
      <w:r>
        <w:rPr>
          <w:lang w:eastAsia="ko-KR"/>
        </w:rPr>
        <w:t>가맹점</w:t>
      </w:r>
      <w:r>
        <w:rPr>
          <w:lang w:eastAsia="ko-KR"/>
        </w:rPr>
        <w:t xml:space="preserve">  </w:t>
      </w:r>
      <w:r>
        <w:rPr>
          <w:lang w:eastAsia="ko-KR"/>
        </w:rPr>
        <w:t>플랫폼에서</w:t>
      </w:r>
      <w:r>
        <w:rPr>
          <w:lang w:eastAsia="ko-KR"/>
        </w:rPr>
        <w:t xml:space="preserve">,  </w:t>
      </w:r>
      <w:r>
        <w:rPr>
          <w:lang w:eastAsia="ko-KR"/>
        </w:rPr>
        <w:t>당사</w:t>
      </w:r>
      <w:r>
        <w:rPr>
          <w:lang w:eastAsia="ko-KR"/>
        </w:rPr>
        <w:t xml:space="preserve"> 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창을</w:t>
      </w:r>
      <w:r>
        <w:rPr>
          <w:lang w:eastAsia="ko-KR"/>
        </w:rPr>
        <w:t xml:space="preserve"> </w:t>
      </w:r>
      <w:r>
        <w:rPr>
          <w:lang w:eastAsia="ko-KR"/>
        </w:rPr>
        <w:t>띄울</w:t>
      </w:r>
      <w:r>
        <w:rPr>
          <w:lang w:eastAsia="ko-KR"/>
        </w:rPr>
        <w:t xml:space="preserve"> </w:t>
      </w:r>
      <w:r>
        <w:rPr>
          <w:lang w:eastAsia="ko-KR"/>
        </w:rPr>
        <w:t>때</w:t>
      </w:r>
      <w:r>
        <w:rPr>
          <w:lang w:eastAsia="ko-KR"/>
        </w:rPr>
        <w:t xml:space="preserve">, </w:t>
      </w:r>
      <w:r>
        <w:rPr>
          <w:lang w:eastAsia="ko-KR"/>
        </w:rPr>
        <w:t>새창이</w:t>
      </w:r>
      <w:r>
        <w:rPr>
          <w:lang w:eastAsia="ko-KR"/>
        </w:rPr>
        <w:t xml:space="preserve"> </w:t>
      </w:r>
      <w:r>
        <w:rPr>
          <w:lang w:eastAsia="ko-KR"/>
        </w:rPr>
        <w:t>아닌</w:t>
      </w:r>
      <w:r>
        <w:rPr>
          <w:lang w:eastAsia="ko-KR"/>
        </w:rPr>
        <w:t xml:space="preserve">, _self </w:t>
      </w:r>
      <w:r>
        <w:rPr>
          <w:lang w:eastAsia="ko-KR"/>
        </w:rPr>
        <w:t>형태로</w:t>
      </w:r>
      <w:r>
        <w:rPr>
          <w:lang w:eastAsia="ko-KR"/>
        </w:rPr>
        <w:t xml:space="preserve"> </w:t>
      </w:r>
      <w:r>
        <w:rPr>
          <w:lang w:eastAsia="ko-KR"/>
        </w:rPr>
        <w:t>띄워주시길</w:t>
      </w:r>
      <w:r>
        <w:rPr>
          <w:spacing w:val="29"/>
          <w:lang w:eastAsia="ko-KR"/>
        </w:rPr>
        <w:t xml:space="preserve"> </w:t>
      </w:r>
      <w:r>
        <w:rPr>
          <w:lang w:eastAsia="ko-KR"/>
        </w:rPr>
        <w:t>권장합니다</w:t>
      </w:r>
      <w:r>
        <w:rPr>
          <w:lang w:eastAsia="ko-KR"/>
        </w:rPr>
        <w:t>.</w:t>
      </w:r>
    </w:p>
    <w:p w14:paraId="7FBA3037" w14:textId="4F429CF3" w:rsidR="00A806C9" w:rsidRDefault="00A806C9" w:rsidP="00A806C9">
      <w:pPr>
        <w:pStyle w:val="af"/>
        <w:spacing w:before="14"/>
        <w:rPr>
          <w:rFonts w:hint="eastAsia"/>
          <w:sz w:val="34"/>
          <w:lang w:eastAsia="ko-KR"/>
        </w:rPr>
      </w:pPr>
    </w:p>
    <w:p w14:paraId="24D8A51E" w14:textId="186E499B" w:rsidR="00A806C9" w:rsidRDefault="006D3381" w:rsidP="006D3381">
      <w:pPr>
        <w:pStyle w:val="ab"/>
      </w:pPr>
      <w:bookmarkStart w:id="32" w:name="_bookmark22"/>
      <w:bookmarkStart w:id="33" w:name="_Toc33213725"/>
      <w:bookmarkEnd w:id="32"/>
      <w:r>
        <w:rPr>
          <w:rFonts w:ascii="Times New Roman" w:hAnsi="Times New Roman" w:hint="eastAsia"/>
        </w:rPr>
        <w:t xml:space="preserve">6.2 </w:t>
      </w:r>
      <w:r w:rsidR="00A806C9">
        <w:rPr>
          <w:w w:val="109"/>
        </w:rPr>
        <w:t>안</w:t>
      </w:r>
      <w:r w:rsidR="00A806C9">
        <w:rPr>
          <w:spacing w:val="-3"/>
          <w:w w:val="109"/>
        </w:rPr>
        <w:t>드</w:t>
      </w:r>
      <w:r w:rsidR="00A806C9">
        <w:rPr>
          <w:w w:val="109"/>
        </w:rPr>
        <w:t>로이드</w:t>
      </w:r>
      <w:r w:rsidR="00A806C9">
        <w:rPr>
          <w:spacing w:val="-4"/>
          <w:w w:val="112"/>
        </w:rPr>
        <w:t>/</w:t>
      </w:r>
      <w:r w:rsidR="00A806C9">
        <w:t>I</w:t>
      </w:r>
      <w:r w:rsidR="00A806C9">
        <w:rPr>
          <w:spacing w:val="-1"/>
          <w:w w:val="103"/>
        </w:rPr>
        <w:t>O</w:t>
      </w:r>
      <w:r w:rsidR="00A806C9">
        <w:rPr>
          <w:w w:val="93"/>
        </w:rPr>
        <w:t>S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w w:val="109"/>
        </w:rPr>
        <w:t>앱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w w:val="97"/>
        </w:rPr>
        <w:t>U</w:t>
      </w:r>
      <w:r w:rsidR="00A806C9">
        <w:rPr>
          <w:spacing w:val="-4"/>
          <w:w w:val="97"/>
        </w:rPr>
        <w:t>S</w:t>
      </w:r>
      <w:r w:rsidR="00A806C9">
        <w:rPr>
          <w:w w:val="90"/>
        </w:rPr>
        <w:t>E</w:t>
      </w:r>
      <w:r w:rsidR="00A806C9">
        <w:t xml:space="preserve">R </w:t>
      </w:r>
      <w:r w:rsidR="00A806C9">
        <w:rPr>
          <w:spacing w:val="-23"/>
        </w:rPr>
        <w:t xml:space="preserve"> </w:t>
      </w:r>
      <w:r w:rsidR="00A806C9">
        <w:rPr>
          <w:spacing w:val="-2"/>
          <w:w w:val="113"/>
        </w:rPr>
        <w:t>A</w:t>
      </w:r>
      <w:r w:rsidR="00A806C9">
        <w:rPr>
          <w:spacing w:val="-4"/>
          <w:w w:val="103"/>
        </w:rPr>
        <w:t>G</w:t>
      </w:r>
      <w:r w:rsidR="00A806C9">
        <w:rPr>
          <w:w w:val="90"/>
        </w:rPr>
        <w:t>E</w:t>
      </w:r>
      <w:r w:rsidR="00A806C9">
        <w:rPr>
          <w:spacing w:val="-2"/>
          <w:w w:val="109"/>
        </w:rPr>
        <w:t>N</w:t>
      </w:r>
      <w:r w:rsidR="00A806C9">
        <w:rPr>
          <w:w w:val="95"/>
        </w:rPr>
        <w:t>T</w:t>
      </w:r>
      <w:r w:rsidR="00A806C9">
        <w:t xml:space="preserve"> </w:t>
      </w:r>
      <w:r w:rsidR="00A806C9">
        <w:rPr>
          <w:spacing w:val="10"/>
        </w:rPr>
        <w:t xml:space="preserve"> </w:t>
      </w:r>
      <w:r w:rsidR="00A806C9">
        <w:rPr>
          <w:w w:val="109"/>
        </w:rPr>
        <w:t>수정</w:t>
      </w:r>
      <w:bookmarkEnd w:id="33"/>
    </w:p>
    <w:p w14:paraId="2643428C" w14:textId="77777777" w:rsidR="00A806C9" w:rsidRDefault="00A806C9" w:rsidP="00A806C9">
      <w:pPr>
        <w:pStyle w:val="af"/>
        <w:spacing w:before="8"/>
        <w:rPr>
          <w:rFonts w:ascii="Noto Sans CJK JP Medium" w:hint="eastAsia"/>
          <w:sz w:val="16"/>
          <w:lang w:eastAsia="ko-KR"/>
        </w:rPr>
      </w:pPr>
    </w:p>
    <w:p w14:paraId="7D5CB5BE" w14:textId="6E52FC24" w:rsidR="00A806C9" w:rsidRDefault="00A806C9" w:rsidP="0079786A">
      <w:pPr>
        <w:pStyle w:val="af"/>
        <w:numPr>
          <w:ilvl w:val="0"/>
          <w:numId w:val="23"/>
        </w:numPr>
        <w:spacing w:line="225" w:lineRule="auto"/>
        <w:ind w:right="418"/>
        <w:jc w:val="both"/>
        <w:rPr>
          <w:rFonts w:hint="eastAsia"/>
          <w:lang w:eastAsia="ko-KR"/>
        </w:rPr>
      </w:pPr>
      <w:r>
        <w:rPr>
          <w:lang w:eastAsia="ko-KR"/>
        </w:rPr>
        <w:t>신용카드</w:t>
      </w:r>
      <w:r>
        <w:rPr>
          <w:lang w:eastAsia="ko-KR"/>
        </w:rPr>
        <w:t xml:space="preserve">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시</w:t>
      </w:r>
      <w:r>
        <w:rPr>
          <w:lang w:eastAsia="ko-KR"/>
        </w:rPr>
        <w:t xml:space="preserve">  </w:t>
      </w:r>
      <w:r>
        <w:rPr>
          <w:lang w:eastAsia="ko-KR"/>
        </w:rPr>
        <w:t>각</w:t>
      </w:r>
      <w:r>
        <w:rPr>
          <w:lang w:eastAsia="ko-KR"/>
        </w:rPr>
        <w:t xml:space="preserve">  </w:t>
      </w:r>
      <w:r>
        <w:rPr>
          <w:lang w:eastAsia="ko-KR"/>
        </w:rPr>
        <w:t>카드사</w:t>
      </w:r>
      <w:r>
        <w:rPr>
          <w:lang w:eastAsia="ko-KR"/>
        </w:rPr>
        <w:t xml:space="preserve">  ACS</w:t>
      </w:r>
      <w:r>
        <w:rPr>
          <w:lang w:eastAsia="ko-KR"/>
        </w:rPr>
        <w:t>페이지에서는</w:t>
      </w:r>
      <w:r>
        <w:rPr>
          <w:lang w:eastAsia="ko-KR"/>
        </w:rPr>
        <w:t xml:space="preserve">  </w:t>
      </w:r>
      <w:r>
        <w:rPr>
          <w:lang w:eastAsia="ko-KR"/>
        </w:rPr>
        <w:t>사용자의</w:t>
      </w:r>
      <w:r>
        <w:rPr>
          <w:lang w:eastAsia="ko-KR"/>
        </w:rPr>
        <w:t xml:space="preserve">  USER  AGENT</w:t>
      </w:r>
      <w:r>
        <w:rPr>
          <w:lang w:eastAsia="ko-KR"/>
        </w:rPr>
        <w:t>를</w:t>
      </w:r>
      <w:r>
        <w:rPr>
          <w:lang w:eastAsia="ko-KR"/>
        </w:rPr>
        <w:t xml:space="preserve">  </w:t>
      </w:r>
      <w:r>
        <w:rPr>
          <w:lang w:eastAsia="ko-KR"/>
        </w:rPr>
        <w:t>검증하고</w:t>
      </w:r>
      <w:r>
        <w:rPr>
          <w:lang w:eastAsia="ko-KR"/>
        </w:rPr>
        <w:t xml:space="preserve">  </w:t>
      </w:r>
      <w:r>
        <w:rPr>
          <w:lang w:eastAsia="ko-KR"/>
        </w:rPr>
        <w:t>있습니다</w:t>
      </w:r>
      <w:r>
        <w:rPr>
          <w:lang w:eastAsia="ko-KR"/>
        </w:rPr>
        <w:t xml:space="preserve">.  ( </w:t>
      </w:r>
      <w:r>
        <w:rPr>
          <w:lang w:eastAsia="ko-KR"/>
        </w:rPr>
        <w:t>검증방식은</w:t>
      </w:r>
      <w:r>
        <w:rPr>
          <w:lang w:eastAsia="ko-KR"/>
        </w:rPr>
        <w:t xml:space="preserve"> </w:t>
      </w:r>
      <w:r>
        <w:rPr>
          <w:lang w:eastAsia="ko-KR"/>
        </w:rPr>
        <w:t>카드사별</w:t>
      </w:r>
      <w:r>
        <w:rPr>
          <w:lang w:eastAsia="ko-KR"/>
        </w:rPr>
        <w:t xml:space="preserve"> </w:t>
      </w:r>
      <w:r>
        <w:rPr>
          <w:lang w:eastAsia="ko-KR"/>
        </w:rPr>
        <w:t>상이</w:t>
      </w:r>
      <w:r>
        <w:rPr>
          <w:lang w:eastAsia="ko-KR"/>
        </w:rPr>
        <w:t xml:space="preserve"> )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앱에서</w:t>
      </w:r>
      <w:r>
        <w:rPr>
          <w:lang w:eastAsia="ko-KR"/>
        </w:rPr>
        <w:t xml:space="preserve"> USER AGENT</w:t>
      </w:r>
      <w:r>
        <w:rPr>
          <w:lang w:eastAsia="ko-KR"/>
        </w:rPr>
        <w:t>를</w:t>
      </w:r>
      <w:r>
        <w:rPr>
          <w:lang w:eastAsia="ko-KR"/>
        </w:rPr>
        <w:t xml:space="preserve"> </w:t>
      </w:r>
      <w:r>
        <w:rPr>
          <w:lang w:eastAsia="ko-KR"/>
        </w:rPr>
        <w:t>임의로</w:t>
      </w:r>
      <w:r>
        <w:rPr>
          <w:lang w:eastAsia="ko-KR"/>
        </w:rPr>
        <w:t xml:space="preserve"> </w:t>
      </w:r>
      <w:r>
        <w:rPr>
          <w:lang w:eastAsia="ko-KR"/>
        </w:rPr>
        <w:t>변경하는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카드사</w:t>
      </w:r>
      <w:r>
        <w:rPr>
          <w:lang w:eastAsia="ko-KR"/>
        </w:rPr>
        <w:t xml:space="preserve"> </w:t>
      </w:r>
      <w:r>
        <w:rPr>
          <w:lang w:eastAsia="ko-KR"/>
        </w:rPr>
        <w:t>인증실패가</w:t>
      </w:r>
      <w:r>
        <w:rPr>
          <w:lang w:eastAsia="ko-KR"/>
        </w:rPr>
        <w:t xml:space="preserve"> </w:t>
      </w:r>
      <w:r>
        <w:rPr>
          <w:lang w:eastAsia="ko-KR"/>
        </w:rPr>
        <w:t>발생할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있으니</w:t>
      </w:r>
      <w:r>
        <w:rPr>
          <w:lang w:eastAsia="ko-KR"/>
        </w:rPr>
        <w:t xml:space="preserve"> </w:t>
      </w:r>
      <w:r>
        <w:rPr>
          <w:lang w:eastAsia="ko-KR"/>
        </w:rPr>
        <w:t>이점</w:t>
      </w:r>
      <w:r>
        <w:rPr>
          <w:lang w:eastAsia="ko-KR"/>
        </w:rPr>
        <w:t xml:space="preserve"> </w:t>
      </w:r>
      <w:r>
        <w:rPr>
          <w:lang w:eastAsia="ko-KR"/>
        </w:rPr>
        <w:t>유의</w:t>
      </w:r>
      <w:r>
        <w:rPr>
          <w:spacing w:val="25"/>
          <w:lang w:eastAsia="ko-KR"/>
        </w:rPr>
        <w:t xml:space="preserve"> </w:t>
      </w:r>
      <w:r>
        <w:rPr>
          <w:lang w:eastAsia="ko-KR"/>
        </w:rPr>
        <w:t>바랍니다</w:t>
      </w:r>
      <w:r>
        <w:rPr>
          <w:lang w:eastAsia="ko-KR"/>
        </w:rPr>
        <w:t>.</w:t>
      </w:r>
    </w:p>
    <w:p w14:paraId="68B545C3" w14:textId="6F8E6E3B" w:rsidR="00A806C9" w:rsidRDefault="00A806C9" w:rsidP="00A806C9">
      <w:pPr>
        <w:pStyle w:val="af"/>
        <w:spacing w:before="14"/>
        <w:rPr>
          <w:rFonts w:hint="eastAsia"/>
          <w:sz w:val="34"/>
          <w:lang w:eastAsia="ko-KR"/>
        </w:rPr>
      </w:pPr>
    </w:p>
    <w:p w14:paraId="41C0A972" w14:textId="011AA40D" w:rsidR="00A806C9" w:rsidRPr="006D3381" w:rsidRDefault="006D3381" w:rsidP="006D3381">
      <w:pPr>
        <w:pStyle w:val="ab"/>
      </w:pPr>
      <w:bookmarkStart w:id="34" w:name="_bookmark23"/>
      <w:bookmarkStart w:id="35" w:name="_Toc33213726"/>
      <w:bookmarkEnd w:id="34"/>
      <w:r>
        <w:rPr>
          <w:rFonts w:hint="eastAsia"/>
          <w:w w:val="109"/>
        </w:rPr>
        <w:t xml:space="preserve">6.3 </w:t>
      </w:r>
      <w:r w:rsidR="00A806C9">
        <w:rPr>
          <w:w w:val="109"/>
        </w:rPr>
        <w:t>아</w:t>
      </w:r>
      <w:r w:rsidR="00A806C9">
        <w:rPr>
          <w:spacing w:val="-3"/>
          <w:w w:val="109"/>
        </w:rPr>
        <w:t>이</w:t>
      </w:r>
      <w:r w:rsidR="00A806C9">
        <w:rPr>
          <w:w w:val="109"/>
        </w:rPr>
        <w:t>폰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1"/>
          <w:w w:val="102"/>
        </w:rPr>
        <w:t>3</w:t>
      </w:r>
      <w:r w:rsidR="00A806C9">
        <w:rPr>
          <w:w w:val="97"/>
          <w:position w:val="8"/>
          <w:sz w:val="14"/>
        </w:rPr>
        <w:t>rd</w:t>
      </w:r>
      <w:r w:rsidR="00A806C9">
        <w:rPr>
          <w:position w:val="8"/>
          <w:sz w:val="14"/>
        </w:rPr>
        <w:t xml:space="preserve"> </w:t>
      </w:r>
      <w:r w:rsidR="00A806C9">
        <w:rPr>
          <w:spacing w:val="13"/>
          <w:position w:val="8"/>
          <w:sz w:val="14"/>
        </w:rPr>
        <w:t xml:space="preserve"> </w:t>
      </w:r>
      <w:r w:rsidR="00A806C9">
        <w:rPr>
          <w:spacing w:val="-2"/>
          <w:w w:val="99"/>
        </w:rPr>
        <w:t>p</w:t>
      </w:r>
      <w:r w:rsidR="00A806C9">
        <w:rPr>
          <w:w w:val="95"/>
        </w:rPr>
        <w:t>a</w:t>
      </w:r>
      <w:r w:rsidR="00A806C9">
        <w:rPr>
          <w:spacing w:val="6"/>
          <w:w w:val="95"/>
        </w:rPr>
        <w:t>r</w:t>
      </w:r>
      <w:r w:rsidR="00A806C9">
        <w:rPr>
          <w:spacing w:val="-1"/>
          <w:w w:val="97"/>
        </w:rPr>
        <w:t>t</w:t>
      </w:r>
      <w:r w:rsidR="00A806C9">
        <w:rPr>
          <w:spacing w:val="-1"/>
          <w:w w:val="98"/>
        </w:rPr>
        <w:t>y</w:t>
      </w:r>
      <w:r w:rsidR="00A806C9">
        <w:rPr>
          <w:w w:val="101"/>
        </w:rPr>
        <w:t>(</w:t>
      </w:r>
      <w:r w:rsidR="00A806C9">
        <w:rPr>
          <w:w w:val="109"/>
        </w:rPr>
        <w:t>제</w:t>
      </w:r>
      <w:r w:rsidR="00A806C9">
        <w:rPr>
          <w:w w:val="102"/>
        </w:rPr>
        <w:t>3</w:t>
      </w:r>
      <w:r w:rsidR="00A806C9">
        <w:t xml:space="preserve"> </w:t>
      </w:r>
      <w:r w:rsidR="00A806C9">
        <w:rPr>
          <w:spacing w:val="8"/>
        </w:rPr>
        <w:t xml:space="preserve"> </w:t>
      </w:r>
      <w:r w:rsidR="00A806C9">
        <w:rPr>
          <w:w w:val="109"/>
        </w:rPr>
        <w:t>공급자</w:t>
      </w:r>
      <w:r w:rsidR="00A806C9">
        <w:rPr>
          <w:w w:val="101"/>
        </w:rPr>
        <w:t>)</w:t>
      </w:r>
      <w:r w:rsidR="00A806C9">
        <w:t xml:space="preserve"> </w:t>
      </w:r>
      <w:r w:rsidR="00A806C9">
        <w:rPr>
          <w:spacing w:val="9"/>
        </w:rPr>
        <w:t xml:space="preserve"> </w:t>
      </w:r>
      <w:r w:rsidR="00A806C9">
        <w:rPr>
          <w:w w:val="109"/>
        </w:rPr>
        <w:t>앱</w:t>
      </w:r>
      <w:r w:rsidR="00A806C9">
        <w:rPr>
          <w:spacing w:val="-3"/>
          <w:w w:val="109"/>
        </w:rPr>
        <w:t>브</w:t>
      </w:r>
      <w:r w:rsidR="00A806C9">
        <w:rPr>
          <w:w w:val="109"/>
        </w:rPr>
        <w:t>라우저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3"/>
          <w:w w:val="109"/>
        </w:rPr>
        <w:t>결</w:t>
      </w:r>
      <w:r w:rsidR="00A806C9">
        <w:rPr>
          <w:w w:val="109"/>
        </w:rPr>
        <w:t>제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1"/>
          <w:w w:val="96"/>
        </w:rPr>
        <w:t>i</w:t>
      </w:r>
      <w:r w:rsidR="00A806C9">
        <w:rPr>
          <w:spacing w:val="-2"/>
          <w:w w:val="96"/>
        </w:rPr>
        <w:t>ss</w:t>
      </w:r>
      <w:r w:rsidR="00A806C9">
        <w:rPr>
          <w:spacing w:val="-1"/>
          <w:w w:val="98"/>
        </w:rPr>
        <w:t>u</w:t>
      </w:r>
      <w:r w:rsidR="00A806C9">
        <w:rPr>
          <w:w w:val="98"/>
        </w:rPr>
        <w:t>e</w:t>
      </w:r>
      <w:bookmarkEnd w:id="35"/>
    </w:p>
    <w:p w14:paraId="04B2FBF1" w14:textId="7A909185" w:rsidR="006D3381" w:rsidRPr="006D3381" w:rsidRDefault="00A806C9" w:rsidP="0079786A">
      <w:pPr>
        <w:pStyle w:val="af"/>
        <w:numPr>
          <w:ilvl w:val="0"/>
          <w:numId w:val="23"/>
        </w:numPr>
        <w:spacing w:before="99" w:line="225" w:lineRule="auto"/>
        <w:ind w:right="962"/>
        <w:rPr>
          <w:rFonts w:asciiTheme="minorHAnsi" w:eastAsiaTheme="minorHAnsi" w:hAnsiTheme="minorHAnsi"/>
          <w:w w:val="105"/>
          <w:lang w:eastAsia="ko-KR"/>
        </w:rPr>
      </w:pPr>
      <w:r>
        <w:rPr>
          <w:lang w:eastAsia="ko-KR"/>
        </w:rPr>
        <w:t xml:space="preserve">iOS </w:t>
      </w:r>
      <w:r>
        <w:rPr>
          <w:lang w:eastAsia="ko-KR"/>
        </w:rPr>
        <w:t>기본</w:t>
      </w:r>
      <w:r>
        <w:rPr>
          <w:lang w:eastAsia="ko-KR"/>
        </w:rPr>
        <w:t xml:space="preserve"> </w:t>
      </w:r>
      <w:r>
        <w:rPr>
          <w:lang w:eastAsia="ko-KR"/>
        </w:rPr>
        <w:t>브라우저인</w:t>
      </w:r>
      <w:r>
        <w:rPr>
          <w:lang w:eastAsia="ko-KR"/>
        </w:rPr>
        <w:t xml:space="preserve"> Safari </w:t>
      </w:r>
      <w:r>
        <w:rPr>
          <w:lang w:eastAsia="ko-KR"/>
        </w:rPr>
        <w:t>외</w:t>
      </w:r>
      <w:r>
        <w:rPr>
          <w:lang w:eastAsia="ko-KR"/>
        </w:rPr>
        <w:t xml:space="preserve"> </w:t>
      </w:r>
      <w:r>
        <w:rPr>
          <w:lang w:eastAsia="ko-KR"/>
        </w:rPr>
        <w:t>앱브라우저</w:t>
      </w:r>
      <w:r>
        <w:rPr>
          <w:lang w:eastAsia="ko-KR"/>
        </w:rPr>
        <w:t>(</w:t>
      </w:r>
      <w:r>
        <w:rPr>
          <w:lang w:eastAsia="ko-KR"/>
        </w:rPr>
        <w:t>다음</w:t>
      </w:r>
      <w:r>
        <w:rPr>
          <w:lang w:eastAsia="ko-KR"/>
        </w:rPr>
        <w:t xml:space="preserve">, </w:t>
      </w:r>
      <w:r>
        <w:rPr>
          <w:lang w:eastAsia="ko-KR"/>
        </w:rPr>
        <w:t>네이버</w:t>
      </w:r>
      <w:r>
        <w:rPr>
          <w:lang w:eastAsia="ko-KR"/>
        </w:rPr>
        <w:t xml:space="preserve">,  </w:t>
      </w:r>
      <w:r>
        <w:rPr>
          <w:lang w:eastAsia="ko-KR"/>
        </w:rPr>
        <w:t>크롬</w:t>
      </w:r>
      <w:r>
        <w:rPr>
          <w:lang w:eastAsia="ko-KR"/>
        </w:rPr>
        <w:t xml:space="preserve">,  </w:t>
      </w:r>
      <w:r>
        <w:rPr>
          <w:lang w:eastAsia="ko-KR"/>
        </w:rPr>
        <w:t>페이스북</w:t>
      </w:r>
      <w:r>
        <w:rPr>
          <w:lang w:eastAsia="ko-KR"/>
        </w:rPr>
        <w:t xml:space="preserve">  </w:t>
      </w:r>
      <w:r>
        <w:rPr>
          <w:lang w:eastAsia="ko-KR"/>
        </w:rPr>
        <w:t>등</w:t>
      </w:r>
      <w:r>
        <w:rPr>
          <w:lang w:eastAsia="ko-KR"/>
        </w:rPr>
        <w:t xml:space="preserve">)  </w:t>
      </w:r>
      <w:r>
        <w:rPr>
          <w:lang w:eastAsia="ko-KR"/>
        </w:rPr>
        <w:t>에서</w:t>
      </w:r>
      <w:r>
        <w:rPr>
          <w:lang w:eastAsia="ko-KR"/>
        </w:rPr>
        <w:t xml:space="preserve">  ISP 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진행</w:t>
      </w:r>
      <w:r>
        <w:rPr>
          <w:lang w:eastAsia="ko-KR"/>
        </w:rPr>
        <w:t xml:space="preserve"> </w:t>
      </w:r>
      <w:r>
        <w:rPr>
          <w:lang w:eastAsia="ko-KR"/>
        </w:rPr>
        <w:t>시</w:t>
      </w:r>
      <w:r>
        <w:rPr>
          <w:lang w:eastAsia="ko-KR"/>
        </w:rPr>
        <w:t xml:space="preserve">, ISP </w:t>
      </w:r>
      <w:r>
        <w:rPr>
          <w:lang w:eastAsia="ko-KR"/>
        </w:rPr>
        <w:t>앱에서</w:t>
      </w:r>
      <w:r>
        <w:rPr>
          <w:lang w:eastAsia="ko-KR"/>
        </w:rPr>
        <w:t xml:space="preserve"> </w:t>
      </w:r>
      <w:r>
        <w:rPr>
          <w:lang w:eastAsia="ko-KR"/>
        </w:rPr>
        <w:t>인증</w:t>
      </w:r>
      <w:r>
        <w:rPr>
          <w:lang w:eastAsia="ko-KR"/>
        </w:rPr>
        <w:t xml:space="preserve">  </w:t>
      </w:r>
      <w:r>
        <w:rPr>
          <w:lang w:eastAsia="ko-KR"/>
        </w:rPr>
        <w:t>완료</w:t>
      </w:r>
      <w:r>
        <w:rPr>
          <w:lang w:eastAsia="ko-KR"/>
        </w:rPr>
        <w:t xml:space="preserve"> </w:t>
      </w:r>
      <w:r>
        <w:rPr>
          <w:lang w:eastAsia="ko-KR"/>
        </w:rPr>
        <w:t>후</w:t>
      </w:r>
      <w:r>
        <w:rPr>
          <w:lang w:eastAsia="ko-KR"/>
        </w:rPr>
        <w:t xml:space="preserve"> </w:t>
      </w:r>
      <w:r>
        <w:rPr>
          <w:lang w:eastAsia="ko-KR"/>
        </w:rPr>
        <w:t>결제를</w:t>
      </w:r>
      <w:r>
        <w:rPr>
          <w:lang w:eastAsia="ko-KR"/>
        </w:rPr>
        <w:t xml:space="preserve"> </w:t>
      </w:r>
      <w:r>
        <w:rPr>
          <w:lang w:eastAsia="ko-KR"/>
        </w:rPr>
        <w:t>진행한</w:t>
      </w:r>
      <w:r>
        <w:rPr>
          <w:lang w:eastAsia="ko-KR"/>
        </w:rPr>
        <w:t xml:space="preserve"> </w:t>
      </w:r>
      <w:r>
        <w:rPr>
          <w:lang w:eastAsia="ko-KR"/>
        </w:rPr>
        <w:t>브라우저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아닌</w:t>
      </w:r>
      <w:r>
        <w:rPr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Safari 브라우저로 돌아    가는 이슈가</w:t>
      </w:r>
      <w:r w:rsidRPr="006D3381">
        <w:rPr>
          <w:rFonts w:asciiTheme="minorHAnsi" w:eastAsiaTheme="minorHAnsi" w:hAnsiTheme="minorHAnsi"/>
          <w:spacing w:val="43"/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있습니다.</w:t>
      </w:r>
      <w:r w:rsidRPr="006D3381">
        <w:rPr>
          <w:rFonts w:asciiTheme="minorHAnsi" w:eastAsiaTheme="minorHAnsi" w:hAnsiTheme="minorHAnsi" w:hint="eastAsia"/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브라우저 앱에서 결제를 진행하는 경우, 앱브라우저의 user-agent를 확인하여</w:t>
      </w:r>
      <w:r w:rsidRPr="006D3381">
        <w:rPr>
          <w:rFonts w:asciiTheme="minorHAnsi" w:eastAsiaTheme="minorHAnsi" w:hAnsiTheme="minorHAnsi" w:hint="eastAsia"/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P_RESERVED에 app_scheme={앱스키마}:// 형태를 설정하시면 해당 이슈가  해결 됩니다</w:t>
      </w:r>
    </w:p>
    <w:p w14:paraId="175C8FBD" w14:textId="795193DD" w:rsidR="00A806C9" w:rsidRPr="006D3381" w:rsidRDefault="00A806C9" w:rsidP="0079786A">
      <w:pPr>
        <w:pStyle w:val="a5"/>
        <w:widowControl w:val="0"/>
        <w:numPr>
          <w:ilvl w:val="0"/>
          <w:numId w:val="23"/>
        </w:numPr>
        <w:tabs>
          <w:tab w:val="left" w:pos="1181"/>
          <w:tab w:val="left" w:pos="1182"/>
        </w:tabs>
        <w:overflowPunct/>
        <w:adjustRightInd/>
        <w:ind w:leftChars="0"/>
        <w:textAlignment w:val="auto"/>
        <w:rPr>
          <w:rFonts w:asciiTheme="minorHAnsi" w:eastAsiaTheme="minorHAnsi" w:hAnsiTheme="minorHAnsi"/>
        </w:rPr>
      </w:pPr>
      <w:r w:rsidRPr="006D3381">
        <w:rPr>
          <w:rFonts w:asciiTheme="minorHAnsi" w:eastAsiaTheme="minorHAnsi" w:hAnsiTheme="minorHAnsi"/>
        </w:rPr>
        <w:t>확인된</w:t>
      </w:r>
      <w:r w:rsidR="006D3381">
        <w:rPr>
          <w:rFonts w:asciiTheme="minorHAnsi" w:eastAsiaTheme="minorHAnsi" w:hAnsiTheme="minorHAnsi"/>
        </w:rPr>
        <w:t xml:space="preserve"> App Scheme </w:t>
      </w:r>
    </w:p>
    <w:p w14:paraId="5502F4A4" w14:textId="77777777" w:rsidR="00A806C9" w:rsidRPr="006D3381" w:rsidRDefault="00A806C9" w:rsidP="00A806C9">
      <w:pPr>
        <w:pStyle w:val="af"/>
        <w:spacing w:before="17" w:after="1"/>
        <w:rPr>
          <w:rFonts w:asciiTheme="minorHAnsi" w:eastAsiaTheme="minorHAnsi" w:hAnsiTheme="minorHAnsi"/>
          <w:sz w:val="17"/>
        </w:rPr>
      </w:pPr>
    </w:p>
    <w:tbl>
      <w:tblPr>
        <w:tblStyle w:val="TableNormal"/>
        <w:tblW w:w="0" w:type="auto"/>
        <w:tblInd w:w="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7152"/>
      </w:tblGrid>
      <w:tr w:rsidR="00A806C9" w:rsidRPr="006D3381" w14:paraId="07D5A532" w14:textId="77777777" w:rsidTr="00A806C9">
        <w:trPr>
          <w:trHeight w:val="347"/>
        </w:trPr>
        <w:tc>
          <w:tcPr>
            <w:tcW w:w="1666" w:type="dxa"/>
          </w:tcPr>
          <w:p w14:paraId="6D700D25" w14:textId="77777777" w:rsidR="00A806C9" w:rsidRPr="006D3381" w:rsidRDefault="00A806C9" w:rsidP="006D3381">
            <w:pPr>
              <w:pStyle w:val="TableParagraph"/>
              <w:spacing w:line="328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다음</w:t>
            </w:r>
          </w:p>
        </w:tc>
        <w:tc>
          <w:tcPr>
            <w:tcW w:w="7152" w:type="dxa"/>
          </w:tcPr>
          <w:p w14:paraId="7EB52EE9" w14:textId="77777777" w:rsidR="00A806C9" w:rsidRPr="006D3381" w:rsidRDefault="00A806C9" w:rsidP="00A806C9">
            <w:pPr>
              <w:pStyle w:val="TableParagraph"/>
              <w:spacing w:line="328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daumapps://</w:t>
            </w:r>
          </w:p>
        </w:tc>
      </w:tr>
      <w:tr w:rsidR="00A806C9" w:rsidRPr="006D3381" w14:paraId="4F6E7D7D" w14:textId="77777777" w:rsidTr="00A806C9">
        <w:trPr>
          <w:trHeight w:val="345"/>
        </w:trPr>
        <w:tc>
          <w:tcPr>
            <w:tcW w:w="1666" w:type="dxa"/>
          </w:tcPr>
          <w:p w14:paraId="2A2F2F14" w14:textId="77777777" w:rsidR="00A806C9" w:rsidRPr="006D3381" w:rsidRDefault="00A806C9" w:rsidP="006D3381">
            <w:pPr>
              <w:pStyle w:val="TableParagraph"/>
              <w:spacing w:line="325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네이버</w:t>
            </w:r>
          </w:p>
        </w:tc>
        <w:tc>
          <w:tcPr>
            <w:tcW w:w="7152" w:type="dxa"/>
          </w:tcPr>
          <w:p w14:paraId="6F2DE9C8" w14:textId="77777777" w:rsidR="00A806C9" w:rsidRPr="006D3381" w:rsidRDefault="00A806C9" w:rsidP="00A806C9">
            <w:pPr>
              <w:pStyle w:val="TableParagraph"/>
              <w:spacing w:line="325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naversearchapp://</w:t>
            </w:r>
          </w:p>
        </w:tc>
      </w:tr>
      <w:tr w:rsidR="00A806C9" w:rsidRPr="006D3381" w14:paraId="187D4332" w14:textId="77777777" w:rsidTr="00A806C9">
        <w:trPr>
          <w:trHeight w:val="345"/>
        </w:trPr>
        <w:tc>
          <w:tcPr>
            <w:tcW w:w="1666" w:type="dxa"/>
          </w:tcPr>
          <w:p w14:paraId="5CD10A89" w14:textId="77777777" w:rsidR="00A806C9" w:rsidRPr="006D3381" w:rsidRDefault="00A806C9" w:rsidP="006D3381">
            <w:pPr>
              <w:pStyle w:val="TableParagraph"/>
              <w:spacing w:line="325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크롬</w:t>
            </w:r>
          </w:p>
        </w:tc>
        <w:tc>
          <w:tcPr>
            <w:tcW w:w="7152" w:type="dxa"/>
          </w:tcPr>
          <w:p w14:paraId="5A8E19B6" w14:textId="77777777" w:rsidR="00A806C9" w:rsidRPr="006D3381" w:rsidRDefault="00A806C9" w:rsidP="00A806C9">
            <w:pPr>
              <w:pStyle w:val="TableParagraph"/>
              <w:spacing w:line="325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googlechromes://</w:t>
            </w:r>
          </w:p>
        </w:tc>
      </w:tr>
      <w:tr w:rsidR="00A806C9" w:rsidRPr="006D3381" w14:paraId="369132E9" w14:textId="77777777" w:rsidTr="00A806C9">
        <w:trPr>
          <w:trHeight w:val="347"/>
        </w:trPr>
        <w:tc>
          <w:tcPr>
            <w:tcW w:w="1666" w:type="dxa"/>
          </w:tcPr>
          <w:p w14:paraId="1887941B" w14:textId="77777777" w:rsidR="00A806C9" w:rsidRPr="006D3381" w:rsidRDefault="00A806C9" w:rsidP="006D3381">
            <w:pPr>
              <w:pStyle w:val="TableParagraph"/>
              <w:spacing w:line="328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페이스북</w:t>
            </w:r>
          </w:p>
        </w:tc>
        <w:tc>
          <w:tcPr>
            <w:tcW w:w="7152" w:type="dxa"/>
          </w:tcPr>
          <w:p w14:paraId="24499977" w14:textId="77777777" w:rsidR="00A806C9" w:rsidRPr="006D3381" w:rsidRDefault="00A806C9" w:rsidP="00A806C9">
            <w:pPr>
              <w:pStyle w:val="TableParagraph"/>
              <w:spacing w:line="328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fb://</w:t>
            </w:r>
          </w:p>
        </w:tc>
      </w:tr>
      <w:tr w:rsidR="00A806C9" w:rsidRPr="006D3381" w14:paraId="63C3E184" w14:textId="77777777" w:rsidTr="00A806C9">
        <w:trPr>
          <w:trHeight w:val="345"/>
        </w:trPr>
        <w:tc>
          <w:tcPr>
            <w:tcW w:w="1666" w:type="dxa"/>
          </w:tcPr>
          <w:p w14:paraId="7B5AF5D3" w14:textId="77777777" w:rsidR="00A806C9" w:rsidRPr="006D3381" w:rsidRDefault="00A806C9" w:rsidP="006D3381">
            <w:pPr>
              <w:pStyle w:val="TableParagraph"/>
              <w:spacing w:line="326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카카오톡</w:t>
            </w:r>
          </w:p>
        </w:tc>
        <w:tc>
          <w:tcPr>
            <w:tcW w:w="7152" w:type="dxa"/>
          </w:tcPr>
          <w:p w14:paraId="6B95900B" w14:textId="77777777" w:rsidR="00A806C9" w:rsidRPr="006D3381" w:rsidRDefault="00A806C9" w:rsidP="00A806C9">
            <w:pPr>
              <w:pStyle w:val="TableParagraph"/>
              <w:spacing w:line="326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kakaotalk://</w:t>
            </w:r>
          </w:p>
        </w:tc>
      </w:tr>
    </w:tbl>
    <w:p w14:paraId="05341F43" w14:textId="06919174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1985B296" w14:textId="3920E03E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3D478A7D" w14:textId="7C98B2E6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09142B6D" w14:textId="65D2B077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5EC8A417" w14:textId="524BDE8C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43A572AE" w14:textId="3D2D648A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1176C81E" w14:textId="14E7F367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21717B5B" w14:textId="37F2EB7C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7D40BD06" w14:textId="77777777" w:rsidR="00B57523" w:rsidRDefault="00B57523" w:rsidP="002B3805">
      <w:pPr>
        <w:ind w:left="0" w:firstLine="0"/>
        <w:rPr>
          <w:rFonts w:asciiTheme="minorHAnsi" w:eastAsiaTheme="minorHAnsi" w:hAnsiTheme="minorHAnsi"/>
        </w:rPr>
      </w:pPr>
    </w:p>
    <w:p w14:paraId="0E001386" w14:textId="3BCF4C59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7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암호화</w:t>
      </w:r>
    </w:p>
    <w:p w14:paraId="33F9C4BC" w14:textId="61F2794A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승인 시 암호화 구성</w:t>
      </w:r>
    </w:p>
    <w:p w14:paraId="0FFD3DF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005FCD8F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013EBBC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5EB721C7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3297B0A1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B52229F" w14:textId="77777777" w:rsidTr="00731894">
        <w:trPr>
          <w:trHeight w:val="462"/>
        </w:trPr>
        <w:tc>
          <w:tcPr>
            <w:tcW w:w="1417" w:type="dxa"/>
          </w:tcPr>
          <w:p w14:paraId="765D9BD8" w14:textId="593801D0" w:rsidR="00E56A46" w:rsidRPr="00661CB4" w:rsidRDefault="008E4458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030B6D1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67E22FD6" w14:textId="7777777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goodsAmt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49071BFB" w14:textId="77777777" w:rsidR="00E56A46" w:rsidRPr="00921D6A" w:rsidRDefault="00E56A46" w:rsidP="00E56A46">
      <w:pPr>
        <w:rPr>
          <w:lang w:bidi="x-none"/>
        </w:rPr>
      </w:pPr>
    </w:p>
    <w:p w14:paraId="30C94D84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22E5235" w14:textId="77777777" w:rsidTr="00731894">
        <w:trPr>
          <w:trHeight w:val="1338"/>
        </w:trPr>
        <w:tc>
          <w:tcPr>
            <w:tcW w:w="8930" w:type="dxa"/>
          </w:tcPr>
          <w:p w14:paraId="35AF98EB" w14:textId="594D1138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m”;</w:t>
            </w:r>
          </w:p>
          <w:p w14:paraId="2C8A52A7" w14:textId="09353084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1919DFE" w14:textId="4BF76EA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goodsAmt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A67047F" w14:textId="59110D5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3D245334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3598CE47" w14:textId="2353EB8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0614A1FC" w14:textId="77777777" w:rsidR="00E56A46" w:rsidRPr="001D4507" w:rsidRDefault="00E56A46" w:rsidP="00E56A46">
      <w:pPr>
        <w:rPr>
          <w:lang w:bidi="x-none"/>
        </w:rPr>
      </w:pPr>
    </w:p>
    <w:p w14:paraId="1831E53E" w14:textId="77777777" w:rsidR="00E56A46" w:rsidRPr="00B57ECB" w:rsidRDefault="00E56A46" w:rsidP="00E56A46">
      <w:pPr>
        <w:rPr>
          <w:lang w:bidi="x-none"/>
        </w:rPr>
      </w:pPr>
    </w:p>
    <w:p w14:paraId="392847AA" w14:textId="3C74AD7D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취소 시 암호화 구성</w:t>
      </w:r>
    </w:p>
    <w:p w14:paraId="59520EB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111C7E62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3C0B40A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16BCD72F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6597F19A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1C3CD82" w14:textId="77777777" w:rsidTr="00731894">
        <w:trPr>
          <w:trHeight w:val="462"/>
        </w:trPr>
        <w:tc>
          <w:tcPr>
            <w:tcW w:w="1417" w:type="dxa"/>
          </w:tcPr>
          <w:p w14:paraId="0D293C7D" w14:textId="2D924AF4" w:rsidR="00E56A46" w:rsidRPr="00661CB4" w:rsidRDefault="00E56A46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2023472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29A2B343" w14:textId="09F2CBE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</w:t>
            </w:r>
            <w:r w:rsidR="00EC5DB2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 w:rsidR="00EC5DB2">
              <w:rPr>
                <w:rFonts w:asciiTheme="majorHAnsi" w:eastAsiaTheme="majorHAnsi" w:hAnsiTheme="majorHAnsi"/>
                <w:w w:val="110"/>
                <w:sz w:val="18"/>
              </w:rPr>
              <w:t xml:space="preserve"> </w:t>
            </w: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2FAFDF9A" w14:textId="77777777" w:rsidR="00E56A46" w:rsidRPr="00921D6A" w:rsidRDefault="00E56A46" w:rsidP="00E56A46">
      <w:pPr>
        <w:rPr>
          <w:lang w:bidi="x-none"/>
        </w:rPr>
      </w:pPr>
    </w:p>
    <w:p w14:paraId="0921D597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68E708C" w14:textId="77777777" w:rsidTr="00731894">
        <w:trPr>
          <w:trHeight w:val="1338"/>
        </w:trPr>
        <w:tc>
          <w:tcPr>
            <w:tcW w:w="8930" w:type="dxa"/>
          </w:tcPr>
          <w:p w14:paraId="720BAFA2" w14:textId="023B772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455DD961" w14:textId="13FAAED0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3C693E12" w14:textId="33AF1D0D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String </w:t>
            </w:r>
            <w:r w:rsidR="00EC5DB2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 w:rsidR="00EC5DB2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2C7F1E98" w14:textId="636ED4F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23C56FD5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68600436" w14:textId="6B7394FA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61807809" w14:textId="77777777" w:rsidR="00E56A46" w:rsidRPr="001D4507" w:rsidRDefault="00E56A46" w:rsidP="00E56A4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65B92BC3" w14:textId="77777777" w:rsidR="001D4507" w:rsidRDefault="001D4507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79C5FCE4" w14:textId="680011D6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8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p w14:paraId="3B83B8D4" w14:textId="3A144AC1" w:rsidR="00E56A46" w:rsidRDefault="00E56A46" w:rsidP="0079786A">
      <w:pPr>
        <w:pStyle w:val="ab"/>
        <w:numPr>
          <w:ilvl w:val="1"/>
          <w:numId w:val="28"/>
        </w:numPr>
        <w:rPr>
          <w:lang w:bidi="x-none"/>
        </w:rPr>
      </w:pPr>
      <w:r>
        <w:rPr>
          <w:rFonts w:hint="eastAsia"/>
          <w:lang w:bidi="x-none"/>
        </w:rPr>
        <w:t>주의사항</w:t>
      </w:r>
    </w:p>
    <w:p w14:paraId="47567C8D" w14:textId="77AB74CD" w:rsidR="00E56A46" w:rsidRDefault="00E56A46" w:rsidP="0079786A">
      <w:pPr>
        <w:pStyle w:val="a5"/>
        <w:numPr>
          <w:ilvl w:val="0"/>
          <w:numId w:val="5"/>
        </w:numPr>
        <w:ind w:leftChars="0"/>
        <w:rPr>
          <w:lang w:bidi="x-none"/>
        </w:rPr>
      </w:pPr>
      <w:r>
        <w:rPr>
          <w:rFonts w:hint="eastAsia"/>
          <w:lang w:bidi="x-none"/>
        </w:rPr>
        <w:t>제공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기재되어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않은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그대로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전달하고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해당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사항에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포함되는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건은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개인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정보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있으며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사용자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결제자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카드사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통신사</w:t>
      </w:r>
      <w:r>
        <w:rPr>
          <w:rFonts w:hint="eastAsia"/>
          <w:lang w:bidi="x-none"/>
        </w:rPr>
        <w:t xml:space="preserve">, </w:t>
      </w:r>
      <w:r>
        <w:rPr>
          <w:rFonts w:hint="eastAsia"/>
          <w:lang w:bidi="x-none"/>
        </w:rPr>
        <w:t>은행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직접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시</w:t>
      </w:r>
      <w:r w:rsidRPr="00E4288F">
        <w:rPr>
          <w:rFonts w:hint="eastAsia"/>
          <w:lang w:bidi="x-none"/>
        </w:rPr>
        <w:t>,</w:t>
      </w:r>
      <w:r w:rsidRPr="00E4288F">
        <w:rPr>
          <w:lang w:bidi="x-none"/>
        </w:rPr>
        <w:t xml:space="preserve"> </w:t>
      </w:r>
      <w:r w:rsidR="00663534">
        <w:rPr>
          <w:rFonts w:ascii="Consolas" w:eastAsia="바탕체" w:hAnsi="Consolas" w:cs="Consolas"/>
        </w:rPr>
        <w:t>help</w:t>
      </w:r>
      <w:r w:rsidR="00E4288F" w:rsidRPr="00E4288F">
        <w:rPr>
          <w:rFonts w:ascii="Consolas" w:eastAsia="바탕체" w:hAnsi="Consolas" w:cs="Consolas"/>
        </w:rPr>
        <w:t>@</w:t>
      </w:r>
      <w:r w:rsidR="00E01ECB">
        <w:rPr>
          <w:rFonts w:ascii="Consolas" w:eastAsia="바탕체" w:hAnsi="Consolas" w:cs="Consolas"/>
        </w:rPr>
        <w:t>wayup</w:t>
      </w:r>
      <w:r w:rsidR="00E4288F" w:rsidRPr="00E4288F">
        <w:rPr>
          <w:rFonts w:ascii="Consolas" w:eastAsia="바탕체" w:hAnsi="Consolas" w:cs="Consolas"/>
        </w:rPr>
        <w:t>.co.kr</w:t>
      </w:r>
      <w:r w:rsidRPr="00E4288F">
        <w:rPr>
          <w:lang w:bidi="x-none"/>
        </w:rPr>
        <w:t xml:space="preserve"> </w:t>
      </w:r>
      <w:r>
        <w:rPr>
          <w:rFonts w:hint="eastAsia"/>
          <w:lang w:bidi="x-none"/>
        </w:rPr>
        <w:t>로</w:t>
      </w:r>
      <w:r>
        <w:rPr>
          <w:lang w:bidi="x-none"/>
        </w:rPr>
        <w:t xml:space="preserve"> TID, ordNo, MID, ediDate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바랍니다</w:t>
      </w:r>
      <w:r>
        <w:rPr>
          <w:rFonts w:hint="eastAsia"/>
          <w:lang w:bidi="x-none"/>
        </w:rPr>
        <w:t>.</w:t>
      </w:r>
    </w:p>
    <w:p w14:paraId="5FC3FD83" w14:textId="77777777" w:rsidR="00E56A46" w:rsidRPr="00E4288F" w:rsidRDefault="00E56A46" w:rsidP="00E56A46">
      <w:pPr>
        <w:pStyle w:val="a5"/>
        <w:ind w:leftChars="0" w:left="1560" w:firstLine="0"/>
        <w:rPr>
          <w:lang w:bidi="x-none"/>
        </w:rPr>
      </w:pPr>
    </w:p>
    <w:p w14:paraId="7CE17549" w14:textId="171A8CC5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카드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705D6488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1A26224A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49E6AEB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31C97F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339726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C6C0ECD" w14:textId="77777777" w:rsidR="006965BD" w:rsidRDefault="006965BD" w:rsidP="006965BD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0000</w:t>
            </w:r>
          </w:p>
          <w:p w14:paraId="6880B4AC" w14:textId="77777777" w:rsidR="006965BD" w:rsidRDefault="006965BD" w:rsidP="006965BD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또는</w:t>
            </w:r>
          </w:p>
          <w:p w14:paraId="43FE3E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3001</w:t>
            </w:r>
          </w:p>
        </w:tc>
        <w:tc>
          <w:tcPr>
            <w:tcW w:w="7203" w:type="dxa"/>
            <w:vAlign w:val="center"/>
          </w:tcPr>
          <w:p w14:paraId="0BBF41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247B3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DE6B92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3002</w:t>
            </w:r>
          </w:p>
        </w:tc>
        <w:tc>
          <w:tcPr>
            <w:tcW w:w="7203" w:type="dxa"/>
            <w:vAlign w:val="center"/>
          </w:tcPr>
          <w:p w14:paraId="675AD2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17FF06B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3AD0B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3011</w:t>
            </w:r>
          </w:p>
        </w:tc>
        <w:tc>
          <w:tcPr>
            <w:tcW w:w="7203" w:type="dxa"/>
            <w:vAlign w:val="center"/>
          </w:tcPr>
          <w:p w14:paraId="10AEAB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27FE1AF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B175E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3012</w:t>
            </w:r>
          </w:p>
        </w:tc>
        <w:tc>
          <w:tcPr>
            <w:tcW w:w="7203" w:type="dxa"/>
            <w:vAlign w:val="center"/>
          </w:tcPr>
          <w:p w14:paraId="0C049C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미확인</w:t>
            </w:r>
          </w:p>
        </w:tc>
      </w:tr>
      <w:tr w:rsidR="00E56A46" w14:paraId="4E3059F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5D257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3013</w:t>
            </w:r>
          </w:p>
        </w:tc>
        <w:tc>
          <w:tcPr>
            <w:tcW w:w="7203" w:type="dxa"/>
            <w:vAlign w:val="center"/>
          </w:tcPr>
          <w:p w14:paraId="4272EE6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안됨</w:t>
            </w:r>
          </w:p>
        </w:tc>
      </w:tr>
      <w:tr w:rsidR="00E56A46" w14:paraId="42EAF5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FF7C78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3014</w:t>
            </w:r>
          </w:p>
        </w:tc>
        <w:tc>
          <w:tcPr>
            <w:tcW w:w="7203" w:type="dxa"/>
            <w:vAlign w:val="center"/>
          </w:tcPr>
          <w:p w14:paraId="4FAD358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59AE84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AE296B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3015</w:t>
            </w:r>
          </w:p>
        </w:tc>
        <w:tc>
          <w:tcPr>
            <w:tcW w:w="7203" w:type="dxa"/>
            <w:vAlign w:val="center"/>
          </w:tcPr>
          <w:p w14:paraId="71BC23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사용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중지된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6476F0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72BFB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3021</w:t>
            </w:r>
          </w:p>
        </w:tc>
        <w:tc>
          <w:tcPr>
            <w:tcW w:w="7203" w:type="dxa"/>
            <w:vAlign w:val="center"/>
          </w:tcPr>
          <w:p w14:paraId="0D69FE2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유효기간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140FF1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7BA2C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3022</w:t>
            </w:r>
          </w:p>
        </w:tc>
        <w:tc>
          <w:tcPr>
            <w:tcW w:w="7203" w:type="dxa"/>
            <w:vAlign w:val="center"/>
          </w:tcPr>
          <w:p w14:paraId="3B21A0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86164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97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3023</w:t>
            </w:r>
          </w:p>
        </w:tc>
        <w:tc>
          <w:tcPr>
            <w:tcW w:w="7203" w:type="dxa"/>
            <w:vAlign w:val="center"/>
          </w:tcPr>
          <w:p w14:paraId="7F8AAF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503B1C8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1233A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3024</w:t>
            </w:r>
          </w:p>
        </w:tc>
        <w:tc>
          <w:tcPr>
            <w:tcW w:w="7203" w:type="dxa"/>
            <w:vAlign w:val="center"/>
          </w:tcPr>
          <w:p w14:paraId="12548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50000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5084443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C2A7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3025</w:t>
            </w:r>
          </w:p>
        </w:tc>
        <w:tc>
          <w:tcPr>
            <w:tcW w:w="7203" w:type="dxa"/>
            <w:vAlign w:val="center"/>
          </w:tcPr>
          <w:p w14:paraId="74AA9E3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카드비밀번호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미입력</w:t>
            </w:r>
          </w:p>
        </w:tc>
      </w:tr>
      <w:tr w:rsidR="00E56A46" w14:paraId="6B75A8B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D3936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3026</w:t>
            </w:r>
          </w:p>
        </w:tc>
        <w:tc>
          <w:tcPr>
            <w:tcW w:w="7203" w:type="dxa"/>
            <w:vAlign w:val="center"/>
          </w:tcPr>
          <w:p w14:paraId="16EF0A9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본인인증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432DA0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BD5F2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3027</w:t>
            </w:r>
          </w:p>
        </w:tc>
        <w:tc>
          <w:tcPr>
            <w:tcW w:w="7203" w:type="dxa"/>
            <w:vAlign w:val="center"/>
          </w:tcPr>
          <w:p w14:paraId="79C630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카드인징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0A7B090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883DE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3031</w:t>
            </w:r>
          </w:p>
        </w:tc>
        <w:tc>
          <w:tcPr>
            <w:tcW w:w="7203" w:type="dxa"/>
            <w:vAlign w:val="center"/>
          </w:tcPr>
          <w:p w14:paraId="06050A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7CCD774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16F74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3032</w:t>
            </w:r>
          </w:p>
        </w:tc>
        <w:tc>
          <w:tcPr>
            <w:tcW w:w="7203" w:type="dxa"/>
            <w:vAlign w:val="center"/>
          </w:tcPr>
          <w:p w14:paraId="6518A0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개월수</w:t>
            </w:r>
          </w:p>
        </w:tc>
      </w:tr>
      <w:tr w:rsidR="00E56A46" w14:paraId="484A1B1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1671C3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3033</w:t>
            </w:r>
          </w:p>
        </w:tc>
        <w:tc>
          <w:tcPr>
            <w:tcW w:w="7203" w:type="dxa"/>
            <w:vAlign w:val="center"/>
          </w:tcPr>
          <w:p w14:paraId="1BB34AD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6DFC64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DFE92D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3034</w:t>
            </w:r>
          </w:p>
        </w:tc>
        <w:tc>
          <w:tcPr>
            <w:tcW w:w="7203" w:type="dxa"/>
            <w:vAlign w:val="center"/>
          </w:tcPr>
          <w:p w14:paraId="0A54B0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미설정</w:t>
            </w:r>
          </w:p>
        </w:tc>
      </w:tr>
      <w:tr w:rsidR="00E56A46" w14:paraId="51821B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A9276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3041</w:t>
            </w:r>
          </w:p>
        </w:tc>
        <w:tc>
          <w:tcPr>
            <w:tcW w:w="7203" w:type="dxa"/>
            <w:vAlign w:val="center"/>
          </w:tcPr>
          <w:p w14:paraId="225928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lang w:bidi="x-none"/>
              </w:rPr>
              <w:t>1000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7654715E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6F70B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3051</w:t>
            </w:r>
          </w:p>
        </w:tc>
        <w:tc>
          <w:tcPr>
            <w:tcW w:w="7203" w:type="dxa"/>
            <w:vAlign w:val="center"/>
          </w:tcPr>
          <w:p w14:paraId="5942E4E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미등록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18D8C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08E22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3052</w:t>
            </w:r>
          </w:p>
        </w:tc>
        <w:tc>
          <w:tcPr>
            <w:tcW w:w="7203" w:type="dxa"/>
            <w:vAlign w:val="center"/>
          </w:tcPr>
          <w:p w14:paraId="07C3E7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통화코드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16E73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E478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3053</w:t>
            </w:r>
          </w:p>
        </w:tc>
        <w:tc>
          <w:tcPr>
            <w:tcW w:w="7203" w:type="dxa"/>
            <w:vAlign w:val="center"/>
          </w:tcPr>
          <w:p w14:paraId="096BC2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확인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해외카드</w:t>
            </w:r>
          </w:p>
        </w:tc>
      </w:tr>
      <w:tr w:rsidR="00E56A46" w14:paraId="525D903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7B195D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3054</w:t>
            </w:r>
          </w:p>
        </w:tc>
        <w:tc>
          <w:tcPr>
            <w:tcW w:w="7203" w:type="dxa"/>
            <w:vAlign w:val="center"/>
          </w:tcPr>
          <w:p w14:paraId="32CF362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환율전환오류</w:t>
            </w:r>
          </w:p>
        </w:tc>
      </w:tr>
      <w:tr w:rsidR="00E56A46" w14:paraId="6C9FD96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A729F9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3055</w:t>
            </w:r>
          </w:p>
        </w:tc>
        <w:tc>
          <w:tcPr>
            <w:tcW w:w="7203" w:type="dxa"/>
            <w:vAlign w:val="center"/>
          </w:tcPr>
          <w:p w14:paraId="4A6054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972BCD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6469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3056</w:t>
            </w:r>
          </w:p>
        </w:tc>
        <w:tc>
          <w:tcPr>
            <w:tcW w:w="7203" w:type="dxa"/>
            <w:vAlign w:val="center"/>
          </w:tcPr>
          <w:p w14:paraId="663279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달러승인불가</w:t>
            </w:r>
          </w:p>
        </w:tc>
      </w:tr>
      <w:tr w:rsidR="00E56A46" w14:paraId="3B9519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23E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3057</w:t>
            </w:r>
          </w:p>
        </w:tc>
        <w:tc>
          <w:tcPr>
            <w:tcW w:w="7203" w:type="dxa"/>
            <w:vAlign w:val="center"/>
          </w:tcPr>
          <w:p w14:paraId="13EB0E6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불가카드</w:t>
            </w:r>
          </w:p>
        </w:tc>
      </w:tr>
      <w:tr w:rsidR="00E56A46" w14:paraId="379E9B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F00EE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3061</w:t>
            </w:r>
          </w:p>
        </w:tc>
        <w:tc>
          <w:tcPr>
            <w:tcW w:w="7203" w:type="dxa"/>
            <w:vAlign w:val="center"/>
          </w:tcPr>
          <w:p w14:paraId="51795A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인터넷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적용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4BA7B1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B432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3062</w:t>
            </w:r>
          </w:p>
        </w:tc>
        <w:tc>
          <w:tcPr>
            <w:tcW w:w="7203" w:type="dxa"/>
            <w:vAlign w:val="center"/>
          </w:tcPr>
          <w:p w14:paraId="4E130B5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22A770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B3EFC8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3071</w:t>
            </w:r>
          </w:p>
        </w:tc>
        <w:tc>
          <w:tcPr>
            <w:tcW w:w="7203" w:type="dxa"/>
            <w:vAlign w:val="center"/>
          </w:tcPr>
          <w:p w14:paraId="3A6AE6F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3167CFA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2437D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3072</w:t>
            </w:r>
          </w:p>
        </w:tc>
        <w:tc>
          <w:tcPr>
            <w:tcW w:w="7203" w:type="dxa"/>
            <w:vAlign w:val="center"/>
          </w:tcPr>
          <w:p w14:paraId="627EB1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 xml:space="preserve">TID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BBF318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694EA7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3073</w:t>
            </w:r>
          </w:p>
        </w:tc>
        <w:tc>
          <w:tcPr>
            <w:tcW w:w="7203" w:type="dxa"/>
            <w:vAlign w:val="center"/>
          </w:tcPr>
          <w:p w14:paraId="49F4B48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기매입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201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DB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3081</w:t>
            </w:r>
          </w:p>
        </w:tc>
        <w:tc>
          <w:tcPr>
            <w:tcW w:w="7203" w:type="dxa"/>
            <w:vAlign w:val="center"/>
          </w:tcPr>
          <w:p w14:paraId="6DF982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잔액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723A6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D0E5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3091</w:t>
            </w:r>
          </w:p>
        </w:tc>
        <w:tc>
          <w:tcPr>
            <w:tcW w:w="7203" w:type="dxa"/>
            <w:vAlign w:val="center"/>
          </w:tcPr>
          <w:p w14:paraId="43127BC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사용불가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202FDE1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A677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3095</w:t>
            </w:r>
          </w:p>
        </w:tc>
        <w:tc>
          <w:tcPr>
            <w:tcW w:w="7203" w:type="dxa"/>
            <w:vAlign w:val="center"/>
          </w:tcPr>
          <w:p w14:paraId="264AD7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응답</w:t>
            </w:r>
          </w:p>
        </w:tc>
      </w:tr>
      <w:tr w:rsidR="00E56A46" w14:paraId="0557793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7688C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3096</w:t>
            </w:r>
          </w:p>
        </w:tc>
        <w:tc>
          <w:tcPr>
            <w:tcW w:w="7203" w:type="dxa"/>
            <w:vAlign w:val="center"/>
          </w:tcPr>
          <w:p w14:paraId="30DC0F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외화승인불가</w:t>
            </w:r>
            <w:r>
              <w:rPr>
                <w:rFonts w:hint="eastAsia"/>
                <w:lang w:bidi="x-none"/>
              </w:rPr>
              <w:t>VAN</w:t>
            </w:r>
          </w:p>
        </w:tc>
      </w:tr>
      <w:tr w:rsidR="00E56A46" w14:paraId="7C1F7F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D277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3097</w:t>
            </w:r>
          </w:p>
        </w:tc>
        <w:tc>
          <w:tcPr>
            <w:tcW w:w="7203" w:type="dxa"/>
            <w:vAlign w:val="center"/>
          </w:tcPr>
          <w:p w14:paraId="3045AD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외화승인설정오류</w:t>
            </w:r>
          </w:p>
        </w:tc>
      </w:tr>
      <w:tr w:rsidR="00E56A46" w14:paraId="2E9E7BB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F784CD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3098</w:t>
            </w:r>
          </w:p>
        </w:tc>
        <w:tc>
          <w:tcPr>
            <w:tcW w:w="7203" w:type="dxa"/>
            <w:vAlign w:val="center"/>
          </w:tcPr>
          <w:p w14:paraId="2528F07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해외카드결제불가</w:t>
            </w:r>
          </w:p>
        </w:tc>
      </w:tr>
      <w:tr w:rsidR="00E56A46" w14:paraId="39B1BE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0FE18C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3099</w:t>
            </w:r>
          </w:p>
        </w:tc>
        <w:tc>
          <w:tcPr>
            <w:tcW w:w="7203" w:type="dxa"/>
            <w:vAlign w:val="center"/>
          </w:tcPr>
          <w:p w14:paraId="7F09E5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7B9A5E0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2F6CB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3100</w:t>
            </w:r>
          </w:p>
        </w:tc>
        <w:tc>
          <w:tcPr>
            <w:tcW w:w="7203" w:type="dxa"/>
            <w:vAlign w:val="center"/>
          </w:tcPr>
          <w:p w14:paraId="00D80D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세이브결제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47F5A6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C1586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3101</w:t>
            </w:r>
          </w:p>
        </w:tc>
        <w:tc>
          <w:tcPr>
            <w:tcW w:w="7203" w:type="dxa"/>
            <w:vAlign w:val="center"/>
          </w:tcPr>
          <w:p w14:paraId="10C3F0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타상점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574CA7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5EEE0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3102</w:t>
            </w:r>
          </w:p>
        </w:tc>
        <w:tc>
          <w:tcPr>
            <w:tcW w:w="7203" w:type="dxa"/>
            <w:vAlign w:val="center"/>
          </w:tcPr>
          <w:p w14:paraId="283A153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거래금액이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입금완료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2E4A88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2C31F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3103</w:t>
            </w:r>
          </w:p>
        </w:tc>
        <w:tc>
          <w:tcPr>
            <w:tcW w:w="7203" w:type="dxa"/>
            <w:vAlign w:val="center"/>
          </w:tcPr>
          <w:p w14:paraId="02A9270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가드번호</w:t>
            </w:r>
          </w:p>
        </w:tc>
      </w:tr>
      <w:tr w:rsidR="00E56A46" w14:paraId="594EC9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C715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3104</w:t>
            </w:r>
          </w:p>
        </w:tc>
        <w:tc>
          <w:tcPr>
            <w:tcW w:w="7203" w:type="dxa"/>
            <w:vAlign w:val="center"/>
          </w:tcPr>
          <w:p w14:paraId="2392FF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번호</w:t>
            </w:r>
          </w:p>
        </w:tc>
      </w:tr>
      <w:tr w:rsidR="00E56A46" w14:paraId="4AFCA8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E95D79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3105</w:t>
            </w:r>
          </w:p>
        </w:tc>
        <w:tc>
          <w:tcPr>
            <w:tcW w:w="7203" w:type="dxa"/>
            <w:vAlign w:val="center"/>
          </w:tcPr>
          <w:p w14:paraId="157BD7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유형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96A970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C9099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3106</w:t>
            </w:r>
          </w:p>
        </w:tc>
        <w:tc>
          <w:tcPr>
            <w:tcW w:w="7203" w:type="dxa"/>
            <w:vAlign w:val="center"/>
          </w:tcPr>
          <w:p w14:paraId="1080D4A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서브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거래내역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</w:tbl>
    <w:p w14:paraId="740C3DFF" w14:textId="77777777" w:rsidR="00E56A46" w:rsidRDefault="00E56A46" w:rsidP="00E56A46">
      <w:pPr>
        <w:rPr>
          <w:lang w:bidi="x-none"/>
        </w:rPr>
      </w:pPr>
    </w:p>
    <w:p w14:paraId="475DBC24" w14:textId="77777777" w:rsidR="003D7C8B" w:rsidRPr="003D7C8B" w:rsidRDefault="003D7C8B" w:rsidP="00E56A46">
      <w:pPr>
        <w:rPr>
          <w:lang w:bidi="x-none"/>
        </w:rPr>
      </w:pPr>
    </w:p>
    <w:p w14:paraId="5CAAF5D7" w14:textId="77777777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취소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25A61B90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41F6B1A5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707C30B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6765A8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27BD3A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64A7D21" w14:textId="77777777" w:rsidR="006965BD" w:rsidRDefault="006965BD" w:rsidP="006965BD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0000</w:t>
            </w:r>
          </w:p>
          <w:p w14:paraId="52AF3AAC" w14:textId="77777777" w:rsidR="006965BD" w:rsidRDefault="006965BD" w:rsidP="006965BD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또는</w:t>
            </w:r>
          </w:p>
          <w:p w14:paraId="3009E3B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2001</w:t>
            </w:r>
          </w:p>
        </w:tc>
        <w:tc>
          <w:tcPr>
            <w:tcW w:w="7203" w:type="dxa"/>
            <w:vAlign w:val="center"/>
          </w:tcPr>
          <w:p w14:paraId="0671454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F181F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373176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2002</w:t>
            </w:r>
          </w:p>
        </w:tc>
        <w:tc>
          <w:tcPr>
            <w:tcW w:w="7203" w:type="dxa"/>
            <w:vAlign w:val="center"/>
          </w:tcPr>
          <w:p w14:paraId="115619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진행중</w:t>
            </w:r>
          </w:p>
        </w:tc>
      </w:tr>
      <w:tr w:rsidR="00E56A46" w14:paraId="0D98E45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7DC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2003</w:t>
            </w:r>
          </w:p>
        </w:tc>
        <w:tc>
          <w:tcPr>
            <w:tcW w:w="7203" w:type="dxa"/>
            <w:vAlign w:val="center"/>
          </w:tcPr>
          <w:p w14:paraId="3280AD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2F5BC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D7BFC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2004</w:t>
            </w:r>
          </w:p>
        </w:tc>
        <w:tc>
          <w:tcPr>
            <w:tcW w:w="7203" w:type="dxa"/>
            <w:vAlign w:val="center"/>
          </w:tcPr>
          <w:p w14:paraId="58A0E4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이미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4F5EBC9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F9FC7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2010</w:t>
            </w:r>
          </w:p>
        </w:tc>
        <w:tc>
          <w:tcPr>
            <w:tcW w:w="7203" w:type="dxa"/>
            <w:vAlign w:val="center"/>
          </w:tcPr>
          <w:p w14:paraId="5FC623F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>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이하</w:t>
            </w:r>
          </w:p>
        </w:tc>
      </w:tr>
      <w:tr w:rsidR="00E56A46" w14:paraId="749D7EB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7571A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2011</w:t>
            </w:r>
          </w:p>
        </w:tc>
        <w:tc>
          <w:tcPr>
            <w:tcW w:w="7203" w:type="dxa"/>
            <w:vAlign w:val="center"/>
          </w:tcPr>
          <w:p w14:paraId="3495DF1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2925CB0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13A27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2012</w:t>
            </w:r>
          </w:p>
        </w:tc>
        <w:tc>
          <w:tcPr>
            <w:tcW w:w="7203" w:type="dxa"/>
            <w:vAlign w:val="center"/>
          </w:tcPr>
          <w:p w14:paraId="614B84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2908770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E9D64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2013</w:t>
            </w:r>
          </w:p>
        </w:tc>
        <w:tc>
          <w:tcPr>
            <w:tcW w:w="7203" w:type="dxa"/>
            <w:vAlign w:val="center"/>
          </w:tcPr>
          <w:p w14:paraId="0ACE57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78CA7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CB161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2014</w:t>
            </w:r>
          </w:p>
        </w:tc>
        <w:tc>
          <w:tcPr>
            <w:tcW w:w="7203" w:type="dxa"/>
            <w:vAlign w:val="center"/>
          </w:tcPr>
          <w:p w14:paraId="3E1A7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385D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FC23E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2015</w:t>
            </w:r>
          </w:p>
        </w:tc>
        <w:tc>
          <w:tcPr>
            <w:tcW w:w="7203" w:type="dxa"/>
            <w:vAlign w:val="center"/>
          </w:tcPr>
          <w:p w14:paraId="28F9F4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</w:t>
            </w:r>
          </w:p>
        </w:tc>
      </w:tr>
      <w:tr w:rsidR="00E56A46" w14:paraId="303BE79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575937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2016</w:t>
            </w:r>
          </w:p>
        </w:tc>
        <w:tc>
          <w:tcPr>
            <w:tcW w:w="7203" w:type="dxa"/>
            <w:vAlign w:val="center"/>
          </w:tcPr>
          <w:p w14:paraId="4AA8290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기한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4DAE159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53035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2017</w:t>
            </w:r>
          </w:p>
        </w:tc>
        <w:tc>
          <w:tcPr>
            <w:tcW w:w="7203" w:type="dxa"/>
            <w:vAlign w:val="center"/>
          </w:tcPr>
          <w:p w14:paraId="258A82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72D8EA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7FC64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2018</w:t>
            </w:r>
          </w:p>
        </w:tc>
        <w:tc>
          <w:tcPr>
            <w:tcW w:w="7203" w:type="dxa"/>
            <w:vAlign w:val="center"/>
          </w:tcPr>
          <w:p w14:paraId="02E786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매입후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B5E871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9C733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2019</w:t>
            </w:r>
          </w:p>
        </w:tc>
        <w:tc>
          <w:tcPr>
            <w:tcW w:w="7203" w:type="dxa"/>
            <w:vAlign w:val="center"/>
          </w:tcPr>
          <w:p w14:paraId="6A1A3B3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6CA12E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72777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2020</w:t>
            </w:r>
          </w:p>
        </w:tc>
        <w:tc>
          <w:tcPr>
            <w:tcW w:w="7203" w:type="dxa"/>
            <w:vAlign w:val="center"/>
          </w:tcPr>
          <w:p w14:paraId="765D1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망상취소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허용시간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6508B3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E823B9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2021</w:t>
            </w:r>
          </w:p>
        </w:tc>
        <w:tc>
          <w:tcPr>
            <w:tcW w:w="7203" w:type="dxa"/>
            <w:vAlign w:val="center"/>
          </w:tcPr>
          <w:p w14:paraId="6536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매입전취소</w:t>
            </w:r>
          </w:p>
        </w:tc>
      </w:tr>
      <w:tr w:rsidR="00E56A46" w14:paraId="1F3532B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9D4081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2022</w:t>
            </w:r>
          </w:p>
        </w:tc>
        <w:tc>
          <w:tcPr>
            <w:tcW w:w="7203" w:type="dxa"/>
            <w:vAlign w:val="center"/>
          </w:tcPr>
          <w:p w14:paraId="76470FC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매입후취소</w:t>
            </w:r>
          </w:p>
        </w:tc>
      </w:tr>
      <w:tr w:rsidR="00E56A46" w14:paraId="105D2C3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6E66B4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2023</w:t>
            </w:r>
          </w:p>
        </w:tc>
        <w:tc>
          <w:tcPr>
            <w:tcW w:w="7203" w:type="dxa"/>
            <w:vAlign w:val="center"/>
          </w:tcPr>
          <w:p w14:paraId="60AE0E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22209AE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74FA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2024</w:t>
            </w:r>
          </w:p>
        </w:tc>
        <w:tc>
          <w:tcPr>
            <w:tcW w:w="7203" w:type="dxa"/>
            <w:vAlign w:val="center"/>
          </w:tcPr>
          <w:p w14:paraId="5FC4F61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98305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E2862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2025</w:t>
            </w:r>
          </w:p>
        </w:tc>
        <w:tc>
          <w:tcPr>
            <w:tcW w:w="7203" w:type="dxa"/>
            <w:vAlign w:val="center"/>
          </w:tcPr>
          <w:p w14:paraId="2840520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입력</w:t>
            </w:r>
          </w:p>
        </w:tc>
      </w:tr>
      <w:tr w:rsidR="00E56A46" w14:paraId="32DD57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84146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2026</w:t>
            </w:r>
          </w:p>
        </w:tc>
        <w:tc>
          <w:tcPr>
            <w:tcW w:w="7203" w:type="dxa"/>
            <w:vAlign w:val="center"/>
          </w:tcPr>
          <w:p w14:paraId="010EE11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입금액보다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큽니다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B0825D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07FA6F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2027</w:t>
            </w:r>
          </w:p>
        </w:tc>
        <w:tc>
          <w:tcPr>
            <w:tcW w:w="7203" w:type="dxa"/>
            <w:vAlign w:val="center"/>
          </w:tcPr>
          <w:p w14:paraId="6C34A7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또는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구매거절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</w:t>
            </w:r>
          </w:p>
        </w:tc>
      </w:tr>
      <w:tr w:rsidR="00E56A46" w14:paraId="4E7595A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8A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2028</w:t>
            </w:r>
          </w:p>
        </w:tc>
        <w:tc>
          <w:tcPr>
            <w:tcW w:w="7203" w:type="dxa"/>
            <w:vAlign w:val="center"/>
          </w:tcPr>
          <w:p w14:paraId="7D8ABCB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6F7A255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FFB59A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2029</w:t>
            </w:r>
          </w:p>
        </w:tc>
        <w:tc>
          <w:tcPr>
            <w:tcW w:w="7203" w:type="dxa"/>
            <w:vAlign w:val="center"/>
          </w:tcPr>
          <w:p w14:paraId="38AA11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결제수단</w:t>
            </w:r>
          </w:p>
        </w:tc>
      </w:tr>
      <w:tr w:rsidR="00E56A46" w14:paraId="1BF72C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BF841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2030</w:t>
            </w:r>
          </w:p>
        </w:tc>
        <w:tc>
          <w:tcPr>
            <w:tcW w:w="7203" w:type="dxa"/>
            <w:vAlign w:val="center"/>
          </w:tcPr>
          <w:p w14:paraId="3DF931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해당결제수단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731E096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46C839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2031</w:t>
            </w:r>
          </w:p>
        </w:tc>
        <w:tc>
          <w:tcPr>
            <w:tcW w:w="7203" w:type="dxa"/>
            <w:vAlign w:val="center"/>
          </w:tcPr>
          <w:p w14:paraId="0200C8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전체금액취소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573766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25C90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2032</w:t>
            </w:r>
          </w:p>
        </w:tc>
        <w:tc>
          <w:tcPr>
            <w:tcW w:w="7203" w:type="dxa"/>
            <w:vAlign w:val="center"/>
          </w:tcPr>
          <w:p w14:paraId="1416457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큼</w:t>
            </w:r>
          </w:p>
        </w:tc>
      </w:tr>
      <w:tr w:rsidR="00E56A46" w14:paraId="4C4C14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92A35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2033</w:t>
            </w:r>
          </w:p>
        </w:tc>
        <w:tc>
          <w:tcPr>
            <w:tcW w:w="7203" w:type="dxa"/>
            <w:vAlign w:val="center"/>
          </w:tcPr>
          <w:p w14:paraId="79910A7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불가능금액</w:t>
            </w:r>
            <w:r>
              <w:rPr>
                <w:rFonts w:hint="eastAsia"/>
                <w:lang w:bidi="x-none"/>
              </w:rPr>
              <w:t>,</w:t>
            </w:r>
            <w:r>
              <w:rPr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전체취소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이용바람</w:t>
            </w:r>
          </w:p>
        </w:tc>
      </w:tr>
      <w:tr w:rsidR="00E56A46" w14:paraId="6321FC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DC05F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2034</w:t>
            </w:r>
          </w:p>
        </w:tc>
        <w:tc>
          <w:tcPr>
            <w:tcW w:w="7203" w:type="dxa"/>
            <w:vAlign w:val="center"/>
          </w:tcPr>
          <w:p w14:paraId="7825F4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. </w:t>
            </w:r>
            <w:r>
              <w:rPr>
                <w:rFonts w:hint="eastAsia"/>
                <w:lang w:bidi="x-none"/>
              </w:rPr>
              <w:t>매입완료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  <w:tr w:rsidR="00E56A46" w14:paraId="57A252E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CFCD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2035</w:t>
            </w:r>
          </w:p>
        </w:tc>
        <w:tc>
          <w:tcPr>
            <w:tcW w:w="7203" w:type="dxa"/>
            <w:vAlign w:val="center"/>
          </w:tcPr>
          <w:p w14:paraId="241513B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채권방지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설정으로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취소불가</w:t>
            </w:r>
            <w:r>
              <w:rPr>
                <w:rFonts w:hint="eastAsia"/>
                <w:lang w:bidi="x-none"/>
              </w:rPr>
              <w:t>.</w:t>
            </w:r>
            <w:r>
              <w:rPr>
                <w:lang w:bidi="x-none"/>
              </w:rPr>
              <w:t xml:space="preserve"> PG</w:t>
            </w:r>
            <w:r>
              <w:rPr>
                <w:rFonts w:hint="eastAsia"/>
                <w:lang w:bidi="x-none"/>
              </w:rPr>
              <w:t>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문의바람</w:t>
            </w:r>
          </w:p>
        </w:tc>
      </w:tr>
      <w:tr w:rsidR="00E56A46" w14:paraId="69FB73F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5473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2036</w:t>
            </w:r>
          </w:p>
        </w:tc>
        <w:tc>
          <w:tcPr>
            <w:tcW w:w="7203" w:type="dxa"/>
            <w:vAlign w:val="center"/>
          </w:tcPr>
          <w:p w14:paraId="07E151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3DC6E2C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E9D9F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2037</w:t>
            </w:r>
          </w:p>
        </w:tc>
        <w:tc>
          <w:tcPr>
            <w:tcW w:w="7203" w:type="dxa"/>
            <w:vAlign w:val="center"/>
          </w:tcPr>
          <w:p w14:paraId="300B54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취소요청금액과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401C5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1F74A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2038</w:t>
            </w:r>
          </w:p>
        </w:tc>
        <w:tc>
          <w:tcPr>
            <w:tcW w:w="7203" w:type="dxa"/>
            <w:vAlign w:val="center"/>
          </w:tcPr>
          <w:p w14:paraId="56F313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일반취소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3F462A2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48D408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2039</w:t>
            </w:r>
          </w:p>
        </w:tc>
        <w:tc>
          <w:tcPr>
            <w:tcW w:w="7203" w:type="dxa"/>
            <w:vAlign w:val="center"/>
          </w:tcPr>
          <w:p w14:paraId="59F24B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일반거래로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1A72349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C527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2040</w:t>
            </w:r>
          </w:p>
        </w:tc>
        <w:tc>
          <w:tcPr>
            <w:tcW w:w="7203" w:type="dxa"/>
            <w:vAlign w:val="center"/>
          </w:tcPr>
          <w:p w14:paraId="16857F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07E2E0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57B6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2041</w:t>
            </w:r>
          </w:p>
        </w:tc>
        <w:tc>
          <w:tcPr>
            <w:tcW w:w="7203" w:type="dxa"/>
            <w:vAlign w:val="center"/>
          </w:tcPr>
          <w:p w14:paraId="01FAA6E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익월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0F8F315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5C42D7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2042</w:t>
            </w:r>
          </w:p>
        </w:tc>
        <w:tc>
          <w:tcPr>
            <w:tcW w:w="7203" w:type="dxa"/>
            <w:vAlign w:val="center"/>
          </w:tcPr>
          <w:p w14:paraId="7210F4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환불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</w:tbl>
    <w:p w14:paraId="0364D7DC" w14:textId="4B4F1FA2" w:rsidR="00E56A46" w:rsidRDefault="00E56A46" w:rsidP="00E56A46">
      <w:pPr>
        <w:rPr>
          <w:lang w:bidi="x-none"/>
        </w:rPr>
      </w:pPr>
    </w:p>
    <w:p w14:paraId="77416960" w14:textId="77777777" w:rsidR="00E22CEB" w:rsidRDefault="00E22CEB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4EB9D30F" w14:textId="687BFA62" w:rsidR="00E56A46" w:rsidRPr="0082376B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9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카드사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tbl>
      <w:tblPr>
        <w:tblW w:w="90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2108"/>
        <w:gridCol w:w="602"/>
        <w:gridCol w:w="2108"/>
        <w:gridCol w:w="2108"/>
      </w:tblGrid>
      <w:tr w:rsidR="00E56A46" w14:paraId="68DB224F" w14:textId="77777777" w:rsidTr="00AD47D4">
        <w:trPr>
          <w:trHeight w:hRule="exact" w:val="340"/>
        </w:trPr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49E2D2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1DC0887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7E40BDD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14C07F5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37E1B4A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</w:tr>
      <w:tr w:rsidR="00E56A46" w14:paraId="7B9A42BA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39C015C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01</w:t>
            </w:r>
          </w:p>
        </w:tc>
        <w:tc>
          <w:tcPr>
            <w:tcW w:w="2108" w:type="dxa"/>
            <w:vAlign w:val="center"/>
          </w:tcPr>
          <w:p w14:paraId="19104E6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비씨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219CC0D4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159E3EB7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27</w:t>
            </w:r>
          </w:p>
        </w:tc>
        <w:tc>
          <w:tcPr>
            <w:tcW w:w="2108" w:type="dxa"/>
            <w:vAlign w:val="center"/>
          </w:tcPr>
          <w:p w14:paraId="72D8A0B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해외다이너스</w:t>
            </w:r>
          </w:p>
        </w:tc>
      </w:tr>
      <w:tr w:rsidR="00E56A46" w14:paraId="58C6D433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67FEC6E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02</w:t>
            </w:r>
          </w:p>
        </w:tc>
        <w:tc>
          <w:tcPr>
            <w:tcW w:w="2108" w:type="dxa"/>
            <w:vAlign w:val="center"/>
          </w:tcPr>
          <w:p w14:paraId="3420F34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6F215AC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6DA3A34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28</w:t>
            </w:r>
          </w:p>
        </w:tc>
        <w:tc>
          <w:tcPr>
            <w:tcW w:w="2108" w:type="dxa"/>
            <w:vAlign w:val="center"/>
          </w:tcPr>
          <w:p w14:paraId="39BB12A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AMAX</w:t>
            </w:r>
          </w:p>
        </w:tc>
      </w:tr>
      <w:tr w:rsidR="00E56A46" w14:paraId="56C65919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5EC7925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03</w:t>
            </w:r>
          </w:p>
        </w:tc>
        <w:tc>
          <w:tcPr>
            <w:tcW w:w="2108" w:type="dxa"/>
            <w:vAlign w:val="center"/>
          </w:tcPr>
          <w:p w14:paraId="2945664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하나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6671696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27E4F2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29</w:t>
            </w:r>
          </w:p>
        </w:tc>
        <w:tc>
          <w:tcPr>
            <w:tcW w:w="2108" w:type="dxa"/>
            <w:vAlign w:val="center"/>
          </w:tcPr>
          <w:p w14:paraId="153CC10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JCB</w:t>
            </w:r>
          </w:p>
        </w:tc>
      </w:tr>
      <w:tr w:rsidR="00E56A46" w14:paraId="668DAD83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125504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04</w:t>
            </w:r>
          </w:p>
        </w:tc>
        <w:tc>
          <w:tcPr>
            <w:tcW w:w="2108" w:type="dxa"/>
            <w:vAlign w:val="center"/>
          </w:tcPr>
          <w:p w14:paraId="6293C1B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삼성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597C447A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0F5BEDD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</w:t>
            </w:r>
          </w:p>
        </w:tc>
        <w:tc>
          <w:tcPr>
            <w:tcW w:w="2108" w:type="dxa"/>
            <w:vAlign w:val="center"/>
          </w:tcPr>
          <w:p w14:paraId="54C00BB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</w:p>
        </w:tc>
      </w:tr>
      <w:tr w:rsidR="00E56A46" w14:paraId="6DF8881A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6446727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06</w:t>
            </w:r>
          </w:p>
        </w:tc>
        <w:tc>
          <w:tcPr>
            <w:tcW w:w="2108" w:type="dxa"/>
            <w:vAlign w:val="center"/>
          </w:tcPr>
          <w:p w14:paraId="7DA27DC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신한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5DBFEB6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26B673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32</w:t>
            </w:r>
          </w:p>
        </w:tc>
        <w:tc>
          <w:tcPr>
            <w:tcW w:w="2108" w:type="dxa"/>
            <w:vAlign w:val="center"/>
          </w:tcPr>
          <w:p w14:paraId="406E99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우체국</w:t>
            </w:r>
          </w:p>
        </w:tc>
      </w:tr>
      <w:tr w:rsidR="00E56A46" w14:paraId="04350D5A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728A45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07</w:t>
            </w:r>
          </w:p>
        </w:tc>
        <w:tc>
          <w:tcPr>
            <w:tcW w:w="2108" w:type="dxa"/>
            <w:vAlign w:val="center"/>
          </w:tcPr>
          <w:p w14:paraId="3D9299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현대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3C11286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7948893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33</w:t>
            </w:r>
          </w:p>
        </w:tc>
        <w:tc>
          <w:tcPr>
            <w:tcW w:w="2108" w:type="dxa"/>
            <w:vAlign w:val="center"/>
          </w:tcPr>
          <w:p w14:paraId="6EC4852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MG</w:t>
            </w:r>
            <w:r>
              <w:rPr>
                <w:rFonts w:hint="eastAsia"/>
                <w:lang w:bidi="x-none"/>
              </w:rPr>
              <w:t>새마을체크</w:t>
            </w:r>
          </w:p>
        </w:tc>
      </w:tr>
      <w:tr w:rsidR="00E56A46" w14:paraId="26E49B5B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024DE3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08</w:t>
            </w:r>
          </w:p>
        </w:tc>
        <w:tc>
          <w:tcPr>
            <w:tcW w:w="2108" w:type="dxa"/>
            <w:vAlign w:val="center"/>
          </w:tcPr>
          <w:p w14:paraId="0122583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롯데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1D9F8084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0B12117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34</w:t>
            </w:r>
          </w:p>
        </w:tc>
        <w:tc>
          <w:tcPr>
            <w:tcW w:w="2108" w:type="dxa"/>
            <w:vAlign w:val="center"/>
          </w:tcPr>
          <w:p w14:paraId="4F345D1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중국은행체크</w:t>
            </w:r>
          </w:p>
        </w:tc>
      </w:tr>
      <w:tr w:rsidR="00E56A46" w14:paraId="58BA8D3B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2B28B93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11</w:t>
            </w:r>
          </w:p>
        </w:tc>
        <w:tc>
          <w:tcPr>
            <w:tcW w:w="2108" w:type="dxa"/>
            <w:vAlign w:val="center"/>
          </w:tcPr>
          <w:p w14:paraId="5457486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시티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338273B0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2E9CE49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38</w:t>
            </w:r>
          </w:p>
        </w:tc>
        <w:tc>
          <w:tcPr>
            <w:tcW w:w="2108" w:type="dxa"/>
            <w:vAlign w:val="center"/>
          </w:tcPr>
          <w:p w14:paraId="53FAD49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은련</w:t>
            </w:r>
          </w:p>
        </w:tc>
      </w:tr>
      <w:tr w:rsidR="00E56A46" w14:paraId="4D2DA598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07C8EB4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12</w:t>
            </w:r>
          </w:p>
        </w:tc>
        <w:tc>
          <w:tcPr>
            <w:tcW w:w="2108" w:type="dxa"/>
            <w:vAlign w:val="center"/>
          </w:tcPr>
          <w:p w14:paraId="41F5AF6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NH</w:t>
            </w:r>
            <w:r>
              <w:rPr>
                <w:rFonts w:hint="eastAsia"/>
                <w:lang w:bidi="x-none"/>
              </w:rPr>
              <w:t>농협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09578C6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7EB2919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41</w:t>
            </w:r>
          </w:p>
        </w:tc>
        <w:tc>
          <w:tcPr>
            <w:tcW w:w="2108" w:type="dxa"/>
            <w:vAlign w:val="center"/>
          </w:tcPr>
          <w:p w14:paraId="2388ABA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신협</w:t>
            </w:r>
          </w:p>
        </w:tc>
      </w:tr>
      <w:tr w:rsidR="00E56A46" w14:paraId="7D7C49CB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6B368B1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13</w:t>
            </w:r>
          </w:p>
        </w:tc>
        <w:tc>
          <w:tcPr>
            <w:tcW w:w="2108" w:type="dxa"/>
            <w:vAlign w:val="center"/>
          </w:tcPr>
          <w:p w14:paraId="2682C72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수협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021ED5E6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74008AE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42</w:t>
            </w:r>
          </w:p>
        </w:tc>
        <w:tc>
          <w:tcPr>
            <w:tcW w:w="2108" w:type="dxa"/>
            <w:vAlign w:val="center"/>
          </w:tcPr>
          <w:p w14:paraId="53DDC28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저축은행</w:t>
            </w:r>
          </w:p>
        </w:tc>
      </w:tr>
      <w:tr w:rsidR="00E56A46" w14:paraId="2BC28DE8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2427FD0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15</w:t>
            </w:r>
          </w:p>
        </w:tc>
        <w:tc>
          <w:tcPr>
            <w:tcW w:w="2108" w:type="dxa"/>
            <w:vAlign w:val="center"/>
          </w:tcPr>
          <w:p w14:paraId="2D22372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우리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14A9BB1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4E7A38F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43</w:t>
            </w:r>
          </w:p>
        </w:tc>
        <w:tc>
          <w:tcPr>
            <w:tcW w:w="2108" w:type="dxa"/>
            <w:vAlign w:val="center"/>
          </w:tcPr>
          <w:p w14:paraId="41E93C7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KDB</w:t>
            </w:r>
            <w:r>
              <w:rPr>
                <w:rFonts w:hint="eastAsia"/>
                <w:lang w:bidi="x-none"/>
              </w:rPr>
              <w:t>산업</w:t>
            </w:r>
          </w:p>
        </w:tc>
      </w:tr>
      <w:tr w:rsidR="00E56A46" w14:paraId="7361E38D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61CAD8D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21</w:t>
            </w:r>
          </w:p>
        </w:tc>
        <w:tc>
          <w:tcPr>
            <w:tcW w:w="2108" w:type="dxa"/>
            <w:vAlign w:val="center"/>
          </w:tcPr>
          <w:p w14:paraId="3DEDAEF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광주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625DDAB2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459BDB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44</w:t>
            </w:r>
          </w:p>
        </w:tc>
        <w:tc>
          <w:tcPr>
            <w:tcW w:w="2108" w:type="dxa"/>
            <w:vAlign w:val="center"/>
          </w:tcPr>
          <w:p w14:paraId="074EC17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카카오뱅크</w:t>
            </w:r>
          </w:p>
        </w:tc>
      </w:tr>
      <w:tr w:rsidR="00E56A46" w14:paraId="47C75621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0D637DD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22</w:t>
            </w:r>
          </w:p>
        </w:tc>
        <w:tc>
          <w:tcPr>
            <w:tcW w:w="2108" w:type="dxa"/>
            <w:vAlign w:val="center"/>
          </w:tcPr>
          <w:p w14:paraId="3CDEED2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전북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4F3DDC4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133825C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45</w:t>
            </w:r>
          </w:p>
        </w:tc>
        <w:tc>
          <w:tcPr>
            <w:tcW w:w="2108" w:type="dxa"/>
            <w:vAlign w:val="center"/>
          </w:tcPr>
          <w:p w14:paraId="6C0CF2B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케이뱅크</w:t>
            </w:r>
          </w:p>
        </w:tc>
      </w:tr>
      <w:tr w:rsidR="00E56A46" w14:paraId="0498E162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4540042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</w:t>
            </w:r>
            <w:r>
              <w:rPr>
                <w:lang w:bidi="x-none"/>
              </w:rPr>
              <w:t>3</w:t>
            </w:r>
          </w:p>
        </w:tc>
        <w:tc>
          <w:tcPr>
            <w:tcW w:w="2108" w:type="dxa"/>
            <w:vAlign w:val="center"/>
          </w:tcPr>
          <w:p w14:paraId="43EB658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제주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38A258A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472F3D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46</w:t>
            </w:r>
          </w:p>
        </w:tc>
        <w:tc>
          <w:tcPr>
            <w:tcW w:w="2108" w:type="dxa"/>
            <w:vAlign w:val="center"/>
          </w:tcPr>
          <w:p w14:paraId="7A50B0B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카카오머니</w:t>
            </w:r>
          </w:p>
        </w:tc>
      </w:tr>
      <w:tr w:rsidR="00E56A46" w14:paraId="14DFBD1A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780B325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25</w:t>
            </w:r>
          </w:p>
        </w:tc>
        <w:tc>
          <w:tcPr>
            <w:tcW w:w="2108" w:type="dxa"/>
            <w:vAlign w:val="center"/>
          </w:tcPr>
          <w:p w14:paraId="6097D16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해외비자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3B486E0D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64B2AD3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47</w:t>
            </w:r>
          </w:p>
        </w:tc>
        <w:tc>
          <w:tcPr>
            <w:tcW w:w="2108" w:type="dxa"/>
            <w:vAlign w:val="center"/>
          </w:tcPr>
          <w:p w14:paraId="35ABA4D8" w14:textId="5C4642B7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강원</w:t>
            </w:r>
          </w:p>
        </w:tc>
      </w:tr>
      <w:tr w:rsidR="00E56A46" w14:paraId="798B367E" w14:textId="77777777" w:rsidTr="00AD47D4">
        <w:trPr>
          <w:trHeight w:hRule="exact" w:val="340"/>
        </w:trPr>
        <w:tc>
          <w:tcPr>
            <w:tcW w:w="2108" w:type="dxa"/>
            <w:vAlign w:val="center"/>
          </w:tcPr>
          <w:p w14:paraId="66663E9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26</w:t>
            </w:r>
          </w:p>
        </w:tc>
        <w:tc>
          <w:tcPr>
            <w:tcW w:w="2108" w:type="dxa"/>
            <w:vAlign w:val="center"/>
          </w:tcPr>
          <w:p w14:paraId="7B7D521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해외마스터</w:t>
            </w:r>
          </w:p>
        </w:tc>
        <w:tc>
          <w:tcPr>
            <w:tcW w:w="602" w:type="dxa"/>
            <w:tcBorders>
              <w:top w:val="nil"/>
              <w:bottom w:val="nil"/>
            </w:tcBorders>
            <w:vAlign w:val="center"/>
          </w:tcPr>
          <w:p w14:paraId="11C357F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2108" w:type="dxa"/>
            <w:vAlign w:val="center"/>
          </w:tcPr>
          <w:p w14:paraId="0E131C5E" w14:textId="0283E128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48</w:t>
            </w:r>
          </w:p>
        </w:tc>
        <w:tc>
          <w:tcPr>
            <w:tcW w:w="2108" w:type="dxa"/>
            <w:vAlign w:val="center"/>
          </w:tcPr>
          <w:p w14:paraId="0E33F002" w14:textId="27BBE8EB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UNIONPAY</w:t>
            </w:r>
          </w:p>
        </w:tc>
      </w:tr>
    </w:tbl>
    <w:p w14:paraId="67803722" w14:textId="77777777" w:rsidR="00AD47D4" w:rsidRDefault="00AD47D4" w:rsidP="00AD47D4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rFonts w:hint="eastAsia"/>
          <w:lang w:eastAsia="ko-KR"/>
        </w:rPr>
        <w:t>10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신용카드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전표</w:t>
      </w:r>
      <w:r>
        <w:rPr>
          <w:rFonts w:hint="eastAsia"/>
          <w:lang w:eastAsia="ko-KR"/>
        </w:rPr>
        <w:t xml:space="preserve"> URL</w:t>
      </w:r>
    </w:p>
    <w:p w14:paraId="3CD00505" w14:textId="1498D949" w:rsidR="00AD47D4" w:rsidRPr="0014188A" w:rsidRDefault="00AD47D4" w:rsidP="00AD47D4">
      <w:pPr>
        <w:pStyle w:val="1"/>
        <w:numPr>
          <w:ilvl w:val="0"/>
          <w:numId w:val="0"/>
        </w:numPr>
        <w:ind w:leftChars="360" w:left="1440" w:hangingChars="257" w:hanging="720"/>
        <w:rPr>
          <w:lang w:eastAsia="ko-KR"/>
        </w:rPr>
      </w:pPr>
      <w:r w:rsidRPr="004479A5">
        <w:rPr>
          <w:szCs w:val="28"/>
          <w:lang w:val="en-US"/>
        </w:rPr>
        <w:t>https://api.</w:t>
      </w:r>
      <w:r w:rsidR="002B0FB1">
        <w:rPr>
          <w:rFonts w:hint="eastAsia"/>
          <w:szCs w:val="28"/>
          <w:lang w:val="en-US" w:eastAsia="ko-KR"/>
        </w:rPr>
        <w:t>wayup.co</w:t>
      </w:r>
      <w:r w:rsidRPr="004479A5">
        <w:rPr>
          <w:szCs w:val="28"/>
          <w:lang w:val="en-US"/>
        </w:rPr>
        <w:t>.kr/receipt?tid=</w:t>
      </w:r>
      <w:r w:rsidRPr="004479A5">
        <w:rPr>
          <w:rFonts w:hint="eastAsia"/>
          <w:szCs w:val="28"/>
        </w:rPr>
        <w:t>{tid}</w:t>
      </w:r>
      <w:r w:rsidRPr="004479A5">
        <w:rPr>
          <w:szCs w:val="28"/>
          <w:lang w:val="en-US"/>
        </w:rPr>
        <w:t>&amp;appN</w:t>
      </w:r>
      <w:r w:rsidRPr="004479A5">
        <w:rPr>
          <w:rFonts w:hint="eastAsia"/>
          <w:szCs w:val="28"/>
        </w:rPr>
        <w:t>o</w:t>
      </w:r>
      <w:r w:rsidRPr="004479A5">
        <w:rPr>
          <w:szCs w:val="28"/>
          <w:lang w:val="en-US"/>
        </w:rPr>
        <w:t>=</w:t>
      </w:r>
      <w:r w:rsidRPr="004479A5">
        <w:rPr>
          <w:rFonts w:hint="eastAsia"/>
          <w:szCs w:val="28"/>
        </w:rPr>
        <w:t>{appNo}</w:t>
      </w:r>
    </w:p>
    <w:p w14:paraId="135D595A" w14:textId="77777777" w:rsidR="00AD47D4" w:rsidRPr="0014188A" w:rsidRDefault="00AD47D4" w:rsidP="00AD47D4">
      <w:pPr>
        <w:pStyle w:val="Indent"/>
        <w:rPr>
          <w:sz w:val="28"/>
          <w:szCs w:val="28"/>
          <w:lang w:val="en-GB"/>
        </w:rPr>
      </w:pPr>
    </w:p>
    <w:tbl>
      <w:tblPr>
        <w:tblStyle w:val="TableNormal"/>
        <w:tblW w:w="7938" w:type="dxa"/>
        <w:tblInd w:w="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985"/>
        <w:gridCol w:w="2835"/>
        <w:gridCol w:w="2268"/>
      </w:tblGrid>
      <w:tr w:rsidR="00AD47D4" w:rsidRPr="00BF41B6" w14:paraId="13A186EF" w14:textId="77777777" w:rsidTr="00A7117A">
        <w:trPr>
          <w:trHeight w:val="20"/>
        </w:trPr>
        <w:tc>
          <w:tcPr>
            <w:tcW w:w="850" w:type="dxa"/>
            <w:shd w:val="clear" w:color="auto" w:fill="D9D9D9"/>
            <w:vAlign w:val="center"/>
          </w:tcPr>
          <w:p w14:paraId="7F397E93" w14:textId="77777777" w:rsidR="00AD47D4" w:rsidRPr="00BF41B6" w:rsidRDefault="00AD47D4" w:rsidP="00A7117A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BB9C609" w14:textId="77777777" w:rsidR="00AD47D4" w:rsidRPr="00BF41B6" w:rsidRDefault="00AD47D4" w:rsidP="00A7117A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0EF3232" w14:textId="77777777" w:rsidR="00AD47D4" w:rsidRPr="00BF41B6" w:rsidRDefault="00AD47D4" w:rsidP="00A7117A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365635B" w14:textId="77777777" w:rsidR="00AD47D4" w:rsidRPr="00BF41B6" w:rsidRDefault="00AD47D4" w:rsidP="00A7117A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AD47D4" w:rsidRPr="00BF41B6" w14:paraId="201DF15E" w14:textId="77777777" w:rsidTr="00A7117A">
        <w:trPr>
          <w:trHeight w:val="20"/>
        </w:trPr>
        <w:tc>
          <w:tcPr>
            <w:tcW w:w="850" w:type="dxa"/>
            <w:vAlign w:val="center"/>
          </w:tcPr>
          <w:p w14:paraId="36C23AFE" w14:textId="77777777" w:rsidR="00AD47D4" w:rsidRPr="00BF41B6" w:rsidRDefault="00AD47D4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985" w:type="dxa"/>
            <w:vAlign w:val="center"/>
          </w:tcPr>
          <w:p w14:paraId="545DF6A4" w14:textId="77777777" w:rsidR="00AD47D4" w:rsidRPr="00BF41B6" w:rsidRDefault="00AD47D4" w:rsidP="00A7117A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2835" w:type="dxa"/>
            <w:vAlign w:val="center"/>
          </w:tcPr>
          <w:p w14:paraId="33CBDFA6" w14:textId="77777777" w:rsidR="00AD47D4" w:rsidRPr="00BF41B6" w:rsidRDefault="00AD47D4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2268" w:type="dxa"/>
            <w:vAlign w:val="center"/>
          </w:tcPr>
          <w:p w14:paraId="2F4FB6A0" w14:textId="77777777" w:rsidR="00AD47D4" w:rsidRPr="00BF41B6" w:rsidRDefault="00AD47D4" w:rsidP="00A7117A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AD47D4" w:rsidRPr="00BF41B6" w14:paraId="0076436D" w14:textId="77777777" w:rsidTr="00A7117A">
        <w:trPr>
          <w:trHeight w:val="20"/>
        </w:trPr>
        <w:tc>
          <w:tcPr>
            <w:tcW w:w="850" w:type="dxa"/>
            <w:vAlign w:val="center"/>
          </w:tcPr>
          <w:p w14:paraId="37C16370" w14:textId="77777777" w:rsidR="00AD47D4" w:rsidRPr="00BF41B6" w:rsidRDefault="00AD47D4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985" w:type="dxa"/>
            <w:vAlign w:val="center"/>
          </w:tcPr>
          <w:p w14:paraId="111093AF" w14:textId="77777777" w:rsidR="00AD47D4" w:rsidRPr="00BF41B6" w:rsidRDefault="00AD47D4" w:rsidP="00A7117A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835" w:type="dxa"/>
            <w:vAlign w:val="center"/>
          </w:tcPr>
          <w:p w14:paraId="43FE6BCD" w14:textId="77777777" w:rsidR="00AD47D4" w:rsidRPr="00BF41B6" w:rsidRDefault="00AD47D4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268" w:type="dxa"/>
            <w:vAlign w:val="center"/>
          </w:tcPr>
          <w:p w14:paraId="127A7F67" w14:textId="77777777" w:rsidR="00AD47D4" w:rsidRPr="00BF41B6" w:rsidRDefault="00AD47D4" w:rsidP="00A7117A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</w:tbl>
    <w:p w14:paraId="0A67936F" w14:textId="5DA4BA53" w:rsidR="00E4288F" w:rsidRDefault="00E4288F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sectPr w:rsidR="00E4288F" w:rsidSect="00380A02">
      <w:footerReference w:type="even" r:id="rId20"/>
      <w:footerReference w:type="default" r:id="rId21"/>
      <w:pgSz w:w="12240" w:h="15840" w:code="1"/>
      <w:pgMar w:top="1701" w:right="1440" w:bottom="1440" w:left="1440" w:header="720" w:footer="35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AD79F" w14:textId="77777777" w:rsidR="002B4070" w:rsidRDefault="002B4070">
      <w:r>
        <w:separator/>
      </w:r>
    </w:p>
  </w:endnote>
  <w:endnote w:type="continuationSeparator" w:id="0">
    <w:p w14:paraId="3FAAC78E" w14:textId="77777777" w:rsidR="002B4070" w:rsidRDefault="002B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Medium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Black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A5F7" w14:textId="77777777" w:rsidR="005F7164" w:rsidRPr="00E22CEB" w:rsidRDefault="005F7164" w:rsidP="00E22C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FBF8C" w14:textId="557C2182" w:rsidR="005F7164" w:rsidRDefault="005F71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2CEB">
      <w:rPr>
        <w:rStyle w:val="a8"/>
        <w:noProof/>
      </w:rPr>
      <w:t>3</w:t>
    </w:r>
    <w:r>
      <w:rPr>
        <w:rStyle w:val="a8"/>
      </w:rPr>
      <w:fldChar w:fldCharType="end"/>
    </w:r>
  </w:p>
  <w:p w14:paraId="71140E56" w14:textId="77777777" w:rsidR="005F7164" w:rsidRDefault="005F7164">
    <w:pPr>
      <w:pStyle w:val="a6"/>
      <w:ind w:right="360"/>
    </w:pPr>
  </w:p>
  <w:p w14:paraId="7A401590" w14:textId="77777777" w:rsidR="005F7164" w:rsidRDefault="005F7164"/>
  <w:p w14:paraId="6DBA9455" w14:textId="77777777" w:rsidR="005F7164" w:rsidRDefault="005F7164"/>
  <w:p w14:paraId="3112ABEF" w14:textId="77777777" w:rsidR="005F7164" w:rsidRDefault="005F7164"/>
  <w:p w14:paraId="44B83EA4" w14:textId="77777777" w:rsidR="005F7164" w:rsidRDefault="005F71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D66ED" w14:textId="77777777" w:rsidR="005F7164" w:rsidRDefault="005F7164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1ACF7" w14:textId="77777777" w:rsidR="002B4070" w:rsidRDefault="002B4070">
      <w:r>
        <w:separator/>
      </w:r>
    </w:p>
  </w:footnote>
  <w:footnote w:type="continuationSeparator" w:id="0">
    <w:p w14:paraId="1F567FF4" w14:textId="77777777" w:rsidR="002B4070" w:rsidRDefault="002B4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8FCAC" w14:textId="73EA2FFD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A6016" w14:textId="77777777" w:rsidR="005F7164" w:rsidRPr="00380A02" w:rsidRDefault="005F7164" w:rsidP="00CA023C">
    <w:pPr>
      <w:pStyle w:val="a4"/>
      <w:ind w:left="0" w:firstLine="0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3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8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0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E2336C2"/>
    <w:multiLevelType w:val="multilevel"/>
    <w:tmpl w:val="C92C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78478A6"/>
    <w:multiLevelType w:val="multilevel"/>
    <w:tmpl w:val="98AA40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6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7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8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9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20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1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22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4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5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6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7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num w:numId="1" w16cid:durableId="2120562941">
    <w:abstractNumId w:val="1"/>
  </w:num>
  <w:num w:numId="2" w16cid:durableId="1661301408">
    <w:abstractNumId w:val="2"/>
  </w:num>
  <w:num w:numId="3" w16cid:durableId="2017146487">
    <w:abstractNumId w:val="27"/>
  </w:num>
  <w:num w:numId="4" w16cid:durableId="168954071">
    <w:abstractNumId w:val="21"/>
  </w:num>
  <w:num w:numId="5" w16cid:durableId="834345106">
    <w:abstractNumId w:val="26"/>
  </w:num>
  <w:num w:numId="6" w16cid:durableId="200478439">
    <w:abstractNumId w:val="16"/>
  </w:num>
  <w:num w:numId="7" w16cid:durableId="487327345">
    <w:abstractNumId w:val="17"/>
  </w:num>
  <w:num w:numId="8" w16cid:durableId="13843604">
    <w:abstractNumId w:val="18"/>
  </w:num>
  <w:num w:numId="9" w16cid:durableId="1304584304">
    <w:abstractNumId w:val="20"/>
  </w:num>
  <w:num w:numId="10" w16cid:durableId="711660265">
    <w:abstractNumId w:val="10"/>
  </w:num>
  <w:num w:numId="11" w16cid:durableId="238710539">
    <w:abstractNumId w:val="24"/>
  </w:num>
  <w:num w:numId="12" w16cid:durableId="962998714">
    <w:abstractNumId w:val="4"/>
  </w:num>
  <w:num w:numId="13" w16cid:durableId="1833990019">
    <w:abstractNumId w:val="6"/>
  </w:num>
  <w:num w:numId="14" w16cid:durableId="958023924">
    <w:abstractNumId w:val="5"/>
  </w:num>
  <w:num w:numId="15" w16cid:durableId="1041830663">
    <w:abstractNumId w:val="23"/>
  </w:num>
  <w:num w:numId="16" w16cid:durableId="1868985115">
    <w:abstractNumId w:val="3"/>
  </w:num>
  <w:num w:numId="17" w16cid:durableId="186875582">
    <w:abstractNumId w:val="22"/>
  </w:num>
  <w:num w:numId="18" w16cid:durableId="42992089">
    <w:abstractNumId w:val="12"/>
  </w:num>
  <w:num w:numId="19" w16cid:durableId="491721419">
    <w:abstractNumId w:val="19"/>
  </w:num>
  <w:num w:numId="20" w16cid:durableId="13725191">
    <w:abstractNumId w:val="14"/>
  </w:num>
  <w:num w:numId="21" w16cid:durableId="769393564">
    <w:abstractNumId w:val="9"/>
  </w:num>
  <w:num w:numId="22" w16cid:durableId="585193487">
    <w:abstractNumId w:val="7"/>
  </w:num>
  <w:num w:numId="23" w16cid:durableId="156002719">
    <w:abstractNumId w:val="15"/>
  </w:num>
  <w:num w:numId="24" w16cid:durableId="2031881178">
    <w:abstractNumId w:val="25"/>
  </w:num>
  <w:num w:numId="25" w16cid:durableId="1488745272">
    <w:abstractNumId w:val="8"/>
  </w:num>
  <w:num w:numId="26" w16cid:durableId="576600470">
    <w:abstractNumId w:val="0"/>
  </w:num>
  <w:num w:numId="27" w16cid:durableId="1104113486">
    <w:abstractNumId w:val="11"/>
  </w:num>
  <w:num w:numId="28" w16cid:durableId="1438678233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6DD"/>
    <w:rsid w:val="00021987"/>
    <w:rsid w:val="00022EE7"/>
    <w:rsid w:val="0002331E"/>
    <w:rsid w:val="00023634"/>
    <w:rsid w:val="0002388C"/>
    <w:rsid w:val="000262D6"/>
    <w:rsid w:val="0002706D"/>
    <w:rsid w:val="000270AF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6801"/>
    <w:rsid w:val="0009734A"/>
    <w:rsid w:val="0009788F"/>
    <w:rsid w:val="000979FE"/>
    <w:rsid w:val="00097A02"/>
    <w:rsid w:val="00097E37"/>
    <w:rsid w:val="000A0A4F"/>
    <w:rsid w:val="000A1D02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0FE1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39D"/>
    <w:rsid w:val="00151718"/>
    <w:rsid w:val="00151F90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D16"/>
    <w:rsid w:val="001635D0"/>
    <w:rsid w:val="00165F6F"/>
    <w:rsid w:val="0016751C"/>
    <w:rsid w:val="00167A0D"/>
    <w:rsid w:val="00170120"/>
    <w:rsid w:val="00170774"/>
    <w:rsid w:val="00171125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B0377"/>
    <w:rsid w:val="001B0658"/>
    <w:rsid w:val="001B113C"/>
    <w:rsid w:val="001B218E"/>
    <w:rsid w:val="001B21AC"/>
    <w:rsid w:val="001B23F9"/>
    <w:rsid w:val="001B29DF"/>
    <w:rsid w:val="001B42B4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933"/>
    <w:rsid w:val="001C77CD"/>
    <w:rsid w:val="001D01B4"/>
    <w:rsid w:val="001D1A80"/>
    <w:rsid w:val="001D2571"/>
    <w:rsid w:val="001D34BF"/>
    <w:rsid w:val="001D35E6"/>
    <w:rsid w:val="001D367B"/>
    <w:rsid w:val="001D3A9C"/>
    <w:rsid w:val="001D3C03"/>
    <w:rsid w:val="001D4507"/>
    <w:rsid w:val="001D45FA"/>
    <w:rsid w:val="001D5B37"/>
    <w:rsid w:val="001D65A5"/>
    <w:rsid w:val="001E1645"/>
    <w:rsid w:val="001E2729"/>
    <w:rsid w:val="001E30A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469"/>
    <w:rsid w:val="00214A56"/>
    <w:rsid w:val="00214F39"/>
    <w:rsid w:val="002158AF"/>
    <w:rsid w:val="00215B02"/>
    <w:rsid w:val="00216D4F"/>
    <w:rsid w:val="00216D8E"/>
    <w:rsid w:val="00220A7F"/>
    <w:rsid w:val="002222A1"/>
    <w:rsid w:val="00222600"/>
    <w:rsid w:val="00222E39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1775"/>
    <w:rsid w:val="002720E5"/>
    <w:rsid w:val="00272101"/>
    <w:rsid w:val="00273514"/>
    <w:rsid w:val="002743CC"/>
    <w:rsid w:val="0027537E"/>
    <w:rsid w:val="002762DD"/>
    <w:rsid w:val="002768B1"/>
    <w:rsid w:val="002779E0"/>
    <w:rsid w:val="002807D1"/>
    <w:rsid w:val="002813ED"/>
    <w:rsid w:val="00281EDA"/>
    <w:rsid w:val="00283150"/>
    <w:rsid w:val="0028440B"/>
    <w:rsid w:val="00284A3A"/>
    <w:rsid w:val="0028520A"/>
    <w:rsid w:val="00286922"/>
    <w:rsid w:val="00286FC7"/>
    <w:rsid w:val="002870A4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A02A9"/>
    <w:rsid w:val="002A04C4"/>
    <w:rsid w:val="002A17BC"/>
    <w:rsid w:val="002A1B94"/>
    <w:rsid w:val="002A2DAF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0FB1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070"/>
    <w:rsid w:val="002B413A"/>
    <w:rsid w:val="002B45C6"/>
    <w:rsid w:val="002B49C2"/>
    <w:rsid w:val="002B53B6"/>
    <w:rsid w:val="002B5550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07F39"/>
    <w:rsid w:val="003101B5"/>
    <w:rsid w:val="0031150F"/>
    <w:rsid w:val="00312030"/>
    <w:rsid w:val="0031251E"/>
    <w:rsid w:val="00313A3D"/>
    <w:rsid w:val="00313AA5"/>
    <w:rsid w:val="00314204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04ED"/>
    <w:rsid w:val="00361B7F"/>
    <w:rsid w:val="00361E03"/>
    <w:rsid w:val="00363145"/>
    <w:rsid w:val="00363186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19"/>
    <w:rsid w:val="00395A7E"/>
    <w:rsid w:val="00396A8E"/>
    <w:rsid w:val="003972C7"/>
    <w:rsid w:val="00397580"/>
    <w:rsid w:val="00397C5C"/>
    <w:rsid w:val="003A002A"/>
    <w:rsid w:val="003A087D"/>
    <w:rsid w:val="003A21B4"/>
    <w:rsid w:val="003A2D4A"/>
    <w:rsid w:val="003A2FF8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0FA8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D7C8B"/>
    <w:rsid w:val="003E151B"/>
    <w:rsid w:val="003E2CD8"/>
    <w:rsid w:val="003E2E9D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2DD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1BD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16BF"/>
    <w:rsid w:val="004C1BF3"/>
    <w:rsid w:val="004C2358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502"/>
    <w:rsid w:val="004D3C92"/>
    <w:rsid w:val="004D41B6"/>
    <w:rsid w:val="004D48A5"/>
    <w:rsid w:val="004D4D42"/>
    <w:rsid w:val="004D52E8"/>
    <w:rsid w:val="004D58A0"/>
    <w:rsid w:val="004D58B8"/>
    <w:rsid w:val="004D5B17"/>
    <w:rsid w:val="004D5CC3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4D73"/>
    <w:rsid w:val="005552F4"/>
    <w:rsid w:val="005559DE"/>
    <w:rsid w:val="005570A8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689"/>
    <w:rsid w:val="0057587E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7D6"/>
    <w:rsid w:val="0058481B"/>
    <w:rsid w:val="0058555D"/>
    <w:rsid w:val="00585DF3"/>
    <w:rsid w:val="00586149"/>
    <w:rsid w:val="0058642C"/>
    <w:rsid w:val="00587583"/>
    <w:rsid w:val="00587741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600"/>
    <w:rsid w:val="005967BA"/>
    <w:rsid w:val="00597505"/>
    <w:rsid w:val="005A04F5"/>
    <w:rsid w:val="005A061F"/>
    <w:rsid w:val="005A0E0E"/>
    <w:rsid w:val="005A21EE"/>
    <w:rsid w:val="005A2636"/>
    <w:rsid w:val="005A3F99"/>
    <w:rsid w:val="005A49DE"/>
    <w:rsid w:val="005A4B3A"/>
    <w:rsid w:val="005A5824"/>
    <w:rsid w:val="005A628B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1D48"/>
    <w:rsid w:val="005C2348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70A9"/>
    <w:rsid w:val="005C7651"/>
    <w:rsid w:val="005C776B"/>
    <w:rsid w:val="005D0268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83C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371C"/>
    <w:rsid w:val="005F37CE"/>
    <w:rsid w:val="005F511A"/>
    <w:rsid w:val="005F59EA"/>
    <w:rsid w:val="005F5B35"/>
    <w:rsid w:val="005F5DE9"/>
    <w:rsid w:val="005F5F3F"/>
    <w:rsid w:val="005F5FC6"/>
    <w:rsid w:val="005F7164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4B9"/>
    <w:rsid w:val="00660FC1"/>
    <w:rsid w:val="0066130F"/>
    <w:rsid w:val="00661814"/>
    <w:rsid w:val="00661CB4"/>
    <w:rsid w:val="00661F0A"/>
    <w:rsid w:val="00663534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3A49"/>
    <w:rsid w:val="00673C82"/>
    <w:rsid w:val="006740BD"/>
    <w:rsid w:val="00674287"/>
    <w:rsid w:val="0067449F"/>
    <w:rsid w:val="006752FF"/>
    <w:rsid w:val="006758A6"/>
    <w:rsid w:val="006775F3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D72"/>
    <w:rsid w:val="00692D76"/>
    <w:rsid w:val="0069403C"/>
    <w:rsid w:val="006940A7"/>
    <w:rsid w:val="0069625A"/>
    <w:rsid w:val="006965BD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5A24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4ADC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653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94"/>
    <w:rsid w:val="007318F4"/>
    <w:rsid w:val="00731A53"/>
    <w:rsid w:val="0073222F"/>
    <w:rsid w:val="00732B64"/>
    <w:rsid w:val="00734C8D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714D"/>
    <w:rsid w:val="00767592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46F0"/>
    <w:rsid w:val="0079530B"/>
    <w:rsid w:val="007962DC"/>
    <w:rsid w:val="0079651C"/>
    <w:rsid w:val="00796D64"/>
    <w:rsid w:val="0079786A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6A9"/>
    <w:rsid w:val="0084376E"/>
    <w:rsid w:val="008437A0"/>
    <w:rsid w:val="00845F87"/>
    <w:rsid w:val="00846744"/>
    <w:rsid w:val="00846838"/>
    <w:rsid w:val="00847100"/>
    <w:rsid w:val="00847574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76F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33BC"/>
    <w:rsid w:val="008B3839"/>
    <w:rsid w:val="008B456B"/>
    <w:rsid w:val="008B4860"/>
    <w:rsid w:val="008B5335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1345"/>
    <w:rsid w:val="008E2812"/>
    <w:rsid w:val="008E4084"/>
    <w:rsid w:val="008E4458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27E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6E7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EA2"/>
    <w:rsid w:val="009D0EF6"/>
    <w:rsid w:val="009D15EA"/>
    <w:rsid w:val="009D1D23"/>
    <w:rsid w:val="009D29CF"/>
    <w:rsid w:val="009D2CF9"/>
    <w:rsid w:val="009D35AB"/>
    <w:rsid w:val="009D44EA"/>
    <w:rsid w:val="009D785F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6748"/>
    <w:rsid w:val="009E6E9C"/>
    <w:rsid w:val="009F006D"/>
    <w:rsid w:val="009F032D"/>
    <w:rsid w:val="009F0536"/>
    <w:rsid w:val="009F08D1"/>
    <w:rsid w:val="009F161D"/>
    <w:rsid w:val="009F1885"/>
    <w:rsid w:val="009F2AD0"/>
    <w:rsid w:val="009F4AFD"/>
    <w:rsid w:val="009F4E7B"/>
    <w:rsid w:val="009F4EAA"/>
    <w:rsid w:val="009F535D"/>
    <w:rsid w:val="009F5557"/>
    <w:rsid w:val="009F64CE"/>
    <w:rsid w:val="009F6779"/>
    <w:rsid w:val="009F68DB"/>
    <w:rsid w:val="009F78E8"/>
    <w:rsid w:val="009F7994"/>
    <w:rsid w:val="00A00A84"/>
    <w:rsid w:val="00A00DAD"/>
    <w:rsid w:val="00A03BFB"/>
    <w:rsid w:val="00A0406B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22CC"/>
    <w:rsid w:val="00A63AB1"/>
    <w:rsid w:val="00A63AD0"/>
    <w:rsid w:val="00A649A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0C2"/>
    <w:rsid w:val="00A867BC"/>
    <w:rsid w:val="00A873A9"/>
    <w:rsid w:val="00A90C5E"/>
    <w:rsid w:val="00A90E7E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5BD3"/>
    <w:rsid w:val="00AC60DB"/>
    <w:rsid w:val="00AC7005"/>
    <w:rsid w:val="00AD0E5F"/>
    <w:rsid w:val="00AD110A"/>
    <w:rsid w:val="00AD2360"/>
    <w:rsid w:val="00AD2806"/>
    <w:rsid w:val="00AD38E3"/>
    <w:rsid w:val="00AD4735"/>
    <w:rsid w:val="00AD47D4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C3B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C71"/>
    <w:rsid w:val="00B014CB"/>
    <w:rsid w:val="00B019A1"/>
    <w:rsid w:val="00B01DBA"/>
    <w:rsid w:val="00B03103"/>
    <w:rsid w:val="00B03A36"/>
    <w:rsid w:val="00B04810"/>
    <w:rsid w:val="00B05949"/>
    <w:rsid w:val="00B05B54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196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2B7"/>
    <w:rsid w:val="00B32C52"/>
    <w:rsid w:val="00B34EB2"/>
    <w:rsid w:val="00B35332"/>
    <w:rsid w:val="00B3646F"/>
    <w:rsid w:val="00B366CB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523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160"/>
    <w:rsid w:val="00B9271A"/>
    <w:rsid w:val="00B9342A"/>
    <w:rsid w:val="00B93958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0D56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1B6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3C5"/>
    <w:rsid w:val="00C00627"/>
    <w:rsid w:val="00C00828"/>
    <w:rsid w:val="00C014BD"/>
    <w:rsid w:val="00C015C8"/>
    <w:rsid w:val="00C019D4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065"/>
    <w:rsid w:val="00C07A05"/>
    <w:rsid w:val="00C10177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1ED2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6576"/>
    <w:rsid w:val="00C4687C"/>
    <w:rsid w:val="00C47BBE"/>
    <w:rsid w:val="00C50AE1"/>
    <w:rsid w:val="00C510D1"/>
    <w:rsid w:val="00C52080"/>
    <w:rsid w:val="00C523D0"/>
    <w:rsid w:val="00C534EE"/>
    <w:rsid w:val="00C54C9E"/>
    <w:rsid w:val="00C54D53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8DF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19BE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256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FF"/>
    <w:rsid w:val="00CD3202"/>
    <w:rsid w:val="00CD40B3"/>
    <w:rsid w:val="00CD52C9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059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0B4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DEF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96F24"/>
    <w:rsid w:val="00D97456"/>
    <w:rsid w:val="00DA04F6"/>
    <w:rsid w:val="00DA0A2E"/>
    <w:rsid w:val="00DA0FEF"/>
    <w:rsid w:val="00DA1761"/>
    <w:rsid w:val="00DA1E0A"/>
    <w:rsid w:val="00DA3299"/>
    <w:rsid w:val="00DA46C0"/>
    <w:rsid w:val="00DA4B25"/>
    <w:rsid w:val="00DA5372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AE3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0B8"/>
    <w:rsid w:val="00DF5B1D"/>
    <w:rsid w:val="00DF6485"/>
    <w:rsid w:val="00DF71A1"/>
    <w:rsid w:val="00DF761B"/>
    <w:rsid w:val="00DF7AB5"/>
    <w:rsid w:val="00E001F5"/>
    <w:rsid w:val="00E01225"/>
    <w:rsid w:val="00E01ECB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6A5B"/>
    <w:rsid w:val="00E16C8D"/>
    <w:rsid w:val="00E1777C"/>
    <w:rsid w:val="00E178B9"/>
    <w:rsid w:val="00E17B10"/>
    <w:rsid w:val="00E204D8"/>
    <w:rsid w:val="00E20A3A"/>
    <w:rsid w:val="00E20B90"/>
    <w:rsid w:val="00E21D52"/>
    <w:rsid w:val="00E22CEB"/>
    <w:rsid w:val="00E24064"/>
    <w:rsid w:val="00E24810"/>
    <w:rsid w:val="00E248C4"/>
    <w:rsid w:val="00E24A41"/>
    <w:rsid w:val="00E255D5"/>
    <w:rsid w:val="00E25A66"/>
    <w:rsid w:val="00E25B54"/>
    <w:rsid w:val="00E26EC6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288F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56A46"/>
    <w:rsid w:val="00E6009E"/>
    <w:rsid w:val="00E6052D"/>
    <w:rsid w:val="00E605B9"/>
    <w:rsid w:val="00E60A6F"/>
    <w:rsid w:val="00E644D6"/>
    <w:rsid w:val="00E65567"/>
    <w:rsid w:val="00E65748"/>
    <w:rsid w:val="00E6593D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979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185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5DB2"/>
    <w:rsid w:val="00EC66DC"/>
    <w:rsid w:val="00ED23CC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6920"/>
    <w:rsid w:val="00F3764A"/>
    <w:rsid w:val="00F37ABA"/>
    <w:rsid w:val="00F37B77"/>
    <w:rsid w:val="00F412B2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20AC"/>
    <w:rsid w:val="00F7226A"/>
    <w:rsid w:val="00F7288F"/>
    <w:rsid w:val="00F73019"/>
    <w:rsid w:val="00F737E4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1CB"/>
    <w:rsid w:val="00F905B9"/>
    <w:rsid w:val="00F90A7F"/>
    <w:rsid w:val="00F90BE6"/>
    <w:rsid w:val="00F91759"/>
    <w:rsid w:val="00F91F46"/>
    <w:rsid w:val="00F92911"/>
    <w:rsid w:val="00F92EB7"/>
    <w:rsid w:val="00F94CCE"/>
    <w:rsid w:val="00F9592F"/>
    <w:rsid w:val="00F95C39"/>
    <w:rsid w:val="00F95E44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251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2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rPr>
      <w:rFonts w:ascii="Arial" w:eastAsiaTheme="minorEastAsia" w:hAnsi="Arial"/>
      <w:b/>
      <w:lang w:val="x-none" w:eastAsia="x-none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26"/>
      </w:numPr>
      <w:contextualSpacing/>
    </w:pPr>
  </w:style>
  <w:style w:type="character" w:customStyle="1" w:styleId="pl-s">
    <w:name w:val="pl-s"/>
    <w:rsid w:val="00F901CB"/>
  </w:style>
  <w:style w:type="character" w:styleId="af1">
    <w:name w:val="Unresolved Mention"/>
    <w:basedOn w:val="a1"/>
    <w:uiPriority w:val="99"/>
    <w:semiHidden/>
    <w:unhideWhenUsed/>
    <w:rsid w:val="00673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://phobos.apple.com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itunes.appl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obos.apple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mailto:parent@example.com" TargetMode="External"/><Relationship Id="rId19" Type="http://schemas.openxmlformats.org/officeDocument/2006/relationships/hyperlink" Target="http://itunes.apple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yer@example.com" TargetMode="External"/><Relationship Id="rId14" Type="http://schemas.openxmlformats.org/officeDocument/2006/relationships/hyperlink" Target="http://mobile.vpay.co.kr/jsp/MISP/andown.jsp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198FD-7044-4DCD-8135-B64CD36FE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30</TotalTime>
  <Pages>29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 승국</cp:lastModifiedBy>
  <cp:revision>12</cp:revision>
  <dcterms:created xsi:type="dcterms:W3CDTF">2023-09-05T08:07:00Z</dcterms:created>
  <dcterms:modified xsi:type="dcterms:W3CDTF">2025-05-13T00:49:00Z</dcterms:modified>
</cp:coreProperties>
</file>